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139F" w14:textId="77777777" w:rsidR="006905DE" w:rsidRPr="002B0028" w:rsidRDefault="006905DE" w:rsidP="006905DE">
      <w:pPr>
        <w:spacing w:line="256" w:lineRule="auto"/>
        <w:jc w:val="both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  <w:u w:val="single"/>
        </w:rPr>
        <w:t>DOKUMENT SKŁADANY WRAZ Z OFERTĄ</w:t>
      </w:r>
      <w:r w:rsidRPr="002B0028">
        <w:rPr>
          <w:rFonts w:eastAsia="Calibri" w:cstheme="minorHAnsi"/>
          <w:b/>
          <w:bCs/>
        </w:rPr>
        <w:t xml:space="preserve">                                                            </w:t>
      </w:r>
    </w:p>
    <w:p w14:paraId="019974D6" w14:textId="2286CBF6" w:rsidR="006905DE" w:rsidRDefault="006905DE" w:rsidP="006905DE">
      <w:pPr>
        <w:spacing w:line="256" w:lineRule="auto"/>
        <w:jc w:val="right"/>
        <w:rPr>
          <w:rFonts w:eastAsia="Calibri" w:cstheme="minorHAnsi"/>
          <w:b/>
          <w:bCs/>
        </w:rPr>
      </w:pPr>
      <w:r w:rsidRPr="002B0028">
        <w:rPr>
          <w:rFonts w:eastAsia="Calibri" w:cstheme="minorHAnsi"/>
          <w:b/>
          <w:bCs/>
        </w:rPr>
        <w:t xml:space="preserve">Załącznik Nr  </w:t>
      </w:r>
      <w:r w:rsidR="00DA6825" w:rsidRPr="002B0028">
        <w:rPr>
          <w:rFonts w:eastAsia="Calibri" w:cstheme="minorHAnsi"/>
          <w:b/>
          <w:bCs/>
        </w:rPr>
        <w:t xml:space="preserve">5 </w:t>
      </w:r>
      <w:r w:rsidRPr="002B0028">
        <w:rPr>
          <w:rFonts w:eastAsia="Calibri" w:cstheme="minorHAnsi"/>
          <w:b/>
          <w:bCs/>
        </w:rPr>
        <w:t>do SWZ</w:t>
      </w:r>
    </w:p>
    <w:p w14:paraId="284B5491" w14:textId="30E3560B" w:rsidR="00BF4BB9" w:rsidRPr="002B0028" w:rsidRDefault="00BF4BB9" w:rsidP="006905DE">
      <w:pPr>
        <w:spacing w:line="256" w:lineRule="auto"/>
        <w:jc w:val="right"/>
        <w:rPr>
          <w:rFonts w:eastAsia="Calibri" w:cstheme="minorHAnsi"/>
        </w:rPr>
      </w:pPr>
      <w:r>
        <w:rPr>
          <w:rFonts w:eastAsia="Calibri" w:cstheme="minorHAnsi"/>
          <w:b/>
          <w:bCs/>
        </w:rPr>
        <w:t xml:space="preserve">      (dot. wszystkich części zamówienia)</w:t>
      </w:r>
    </w:p>
    <w:p w14:paraId="7723E073" w14:textId="77777777" w:rsidR="006905DE" w:rsidRDefault="006905DE" w:rsidP="006905DE">
      <w:pPr>
        <w:spacing w:after="0" w:line="256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Wykonawca:</w:t>
      </w:r>
    </w:p>
    <w:p w14:paraId="36669885" w14:textId="77777777" w:rsidR="00B16F71" w:rsidRPr="002B0028" w:rsidRDefault="00B16F71" w:rsidP="006905DE">
      <w:pPr>
        <w:spacing w:after="0" w:line="256" w:lineRule="auto"/>
        <w:rPr>
          <w:rFonts w:eastAsia="Calibri" w:cstheme="minorHAnsi"/>
          <w:b/>
        </w:rPr>
      </w:pPr>
    </w:p>
    <w:p w14:paraId="18F60567" w14:textId="77777777" w:rsidR="006905DE" w:rsidRPr="002B0028" w:rsidRDefault="006905DE" w:rsidP="00B16F71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13A0727" w14:textId="77777777" w:rsidR="006905DE" w:rsidRPr="002B0028" w:rsidRDefault="002B0028" w:rsidP="00B16F71">
      <w:pPr>
        <w:spacing w:after="0" w:line="256" w:lineRule="auto"/>
        <w:ind w:right="5953"/>
        <w:rPr>
          <w:rFonts w:eastAsia="Calibri" w:cstheme="minorHAnsi"/>
          <w:i/>
          <w:sz w:val="20"/>
        </w:rPr>
      </w:pPr>
      <w:r>
        <w:rPr>
          <w:rFonts w:eastAsia="Calibri" w:cstheme="minorHAnsi"/>
          <w:i/>
          <w:sz w:val="20"/>
        </w:rPr>
        <w:t xml:space="preserve">(pełna nazwa/firma, adres, w </w:t>
      </w:r>
      <w:r w:rsidR="006905DE" w:rsidRPr="002B0028">
        <w:rPr>
          <w:rFonts w:eastAsia="Calibri" w:cstheme="minorHAnsi"/>
          <w:i/>
          <w:sz w:val="20"/>
        </w:rPr>
        <w:t>zależności od podmiotu: NIP/PESEL, KRS/</w:t>
      </w:r>
      <w:proofErr w:type="spellStart"/>
      <w:r w:rsidR="006905DE" w:rsidRPr="002B0028">
        <w:rPr>
          <w:rFonts w:eastAsia="Calibri" w:cstheme="minorHAnsi"/>
          <w:i/>
          <w:sz w:val="20"/>
        </w:rPr>
        <w:t>CEiDG</w:t>
      </w:r>
      <w:proofErr w:type="spellEnd"/>
      <w:r w:rsidR="006905DE" w:rsidRPr="002B0028">
        <w:rPr>
          <w:rFonts w:eastAsia="Calibri" w:cstheme="minorHAnsi"/>
          <w:i/>
          <w:sz w:val="20"/>
        </w:rPr>
        <w:t>)</w:t>
      </w:r>
    </w:p>
    <w:p w14:paraId="1A3128A1" w14:textId="77777777" w:rsidR="006905DE" w:rsidRDefault="006905DE" w:rsidP="006905DE">
      <w:pPr>
        <w:spacing w:after="0" w:line="256" w:lineRule="auto"/>
        <w:rPr>
          <w:rFonts w:eastAsia="Calibri" w:cstheme="minorHAnsi"/>
          <w:u w:val="single"/>
        </w:rPr>
      </w:pPr>
      <w:r w:rsidRPr="002B0028">
        <w:rPr>
          <w:rFonts w:eastAsia="Calibri" w:cstheme="minorHAnsi"/>
          <w:u w:val="single"/>
        </w:rPr>
        <w:t>reprezentowany przez:</w:t>
      </w:r>
    </w:p>
    <w:p w14:paraId="6AF06A93" w14:textId="77777777" w:rsidR="002B0028" w:rsidRPr="002B0028" w:rsidRDefault="002B0028" w:rsidP="006905DE">
      <w:pPr>
        <w:spacing w:after="0" w:line="256" w:lineRule="auto"/>
        <w:rPr>
          <w:rFonts w:eastAsia="Calibri" w:cstheme="minorHAnsi"/>
          <w:u w:val="single"/>
        </w:rPr>
      </w:pPr>
    </w:p>
    <w:p w14:paraId="24356B30" w14:textId="77777777" w:rsid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</w:rPr>
        <w:t>……………………………………………………</w:t>
      </w:r>
    </w:p>
    <w:p w14:paraId="305DC590" w14:textId="77777777" w:rsidR="006905DE" w:rsidRPr="002B0028" w:rsidRDefault="006905DE" w:rsidP="002B0028">
      <w:pPr>
        <w:spacing w:after="0" w:line="276" w:lineRule="auto"/>
        <w:ind w:right="5954"/>
        <w:rPr>
          <w:rFonts w:eastAsia="Calibri" w:cstheme="minorHAnsi"/>
        </w:rPr>
      </w:pPr>
      <w:r w:rsidRPr="002B0028">
        <w:rPr>
          <w:rFonts w:eastAsia="Calibri" w:cstheme="minorHAnsi"/>
          <w:i/>
          <w:sz w:val="20"/>
        </w:rPr>
        <w:t>(imię, nazwisko, stanowisko/podstawa do reprezentacji)</w:t>
      </w:r>
    </w:p>
    <w:p w14:paraId="1870F6D6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0BA3B32" w14:textId="77777777" w:rsidR="006905DE" w:rsidRPr="002B0028" w:rsidRDefault="006905DE" w:rsidP="006905DE">
      <w:pPr>
        <w:spacing w:after="0" w:line="256" w:lineRule="auto"/>
        <w:ind w:right="5953"/>
        <w:rPr>
          <w:rFonts w:eastAsia="Calibri" w:cstheme="minorHAnsi"/>
          <w:i/>
        </w:rPr>
      </w:pPr>
    </w:p>
    <w:p w14:paraId="437DC3A2" w14:textId="77777777" w:rsidR="006905DE" w:rsidRPr="002B0028" w:rsidRDefault="006905DE" w:rsidP="006905D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 xml:space="preserve">Oświadczenie WYKONAWCY </w:t>
      </w:r>
    </w:p>
    <w:p w14:paraId="4AC6E8DB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składane na podstawie art.  125  ust. 1 ustawy z dnia 11 września 2019 r. </w:t>
      </w:r>
    </w:p>
    <w:p w14:paraId="4BDFEC94" w14:textId="77777777" w:rsidR="006905DE" w:rsidRPr="002B0028" w:rsidRDefault="006905DE" w:rsidP="006905DE">
      <w:pPr>
        <w:spacing w:after="0" w:line="360" w:lineRule="auto"/>
        <w:jc w:val="center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 xml:space="preserve"> Prawo zamówień publicznych (dalej jako: ustawa </w:t>
      </w:r>
      <w:proofErr w:type="spellStart"/>
      <w:r w:rsidRPr="002B0028">
        <w:rPr>
          <w:rFonts w:eastAsia="Calibri" w:cstheme="minorHAnsi"/>
          <w:b/>
        </w:rPr>
        <w:t>Pzp</w:t>
      </w:r>
      <w:proofErr w:type="spellEnd"/>
      <w:r w:rsidRPr="002B0028">
        <w:rPr>
          <w:rFonts w:eastAsia="Calibri" w:cstheme="minorHAnsi"/>
          <w:b/>
        </w:rPr>
        <w:t xml:space="preserve">), </w:t>
      </w:r>
    </w:p>
    <w:p w14:paraId="6883CD7E" w14:textId="25804100" w:rsidR="006905DE" w:rsidRDefault="006905DE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2B0028">
        <w:rPr>
          <w:rFonts w:eastAsia="Calibri" w:cstheme="minorHAnsi"/>
          <w:b/>
          <w:u w:val="single"/>
        </w:rPr>
        <w:t>DOTYCZĄCE  SPEŁNIANIA  WARUNKOW  UDZIAŁU W  POSTĘPOWANIU</w:t>
      </w:r>
    </w:p>
    <w:p w14:paraId="73207CED" w14:textId="77777777" w:rsidR="002561B8" w:rsidRPr="00785480" w:rsidRDefault="002561B8" w:rsidP="002561B8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 xml:space="preserve">Nazwa zamówienia: </w:t>
      </w:r>
    </w:p>
    <w:p w14:paraId="4065959F" w14:textId="77777777" w:rsidR="002561B8" w:rsidRPr="00785480" w:rsidRDefault="002561B8" w:rsidP="002561B8">
      <w:pPr>
        <w:spacing w:afterLines="32" w:after="76"/>
        <w:jc w:val="both"/>
        <w:rPr>
          <w:rFonts w:ascii="Calibri" w:eastAsia="Times New Roman" w:hAnsi="Calibri" w:cs="Times New Roman"/>
          <w:b/>
          <w:sz w:val="24"/>
          <w:szCs w:val="24"/>
        </w:rPr>
      </w:pPr>
      <w:r w:rsidRPr="00785480">
        <w:rPr>
          <w:rFonts w:ascii="Calibri" w:eastAsia="Times New Roman" w:hAnsi="Calibri" w:cs="Times New Roman"/>
          <w:b/>
          <w:sz w:val="24"/>
          <w:szCs w:val="24"/>
        </w:rPr>
        <w:t>Usługa hotelarsko – gastronomiczna  w celu zorganizowania 3 warsztatów dla kadry EURES z Powiatowych Urzędów Pracy województwa dolnośląskiego.</w:t>
      </w:r>
    </w:p>
    <w:p w14:paraId="1429C29D" w14:textId="77777777" w:rsidR="002561B8" w:rsidRPr="00B1733F" w:rsidRDefault="002561B8" w:rsidP="002561B8">
      <w:pPr>
        <w:widowControl w:val="0"/>
        <w:suppressAutoHyphens/>
        <w:spacing w:after="20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Numer referencyjny: Zam. pub. nr 09.2025 z podziałem na dwie części, </w:t>
      </w:r>
      <w:r w:rsidRPr="00817192">
        <w:rPr>
          <w:rFonts w:eastAsia="Calibri" w:cstheme="minorHAnsi"/>
          <w:szCs w:val="24"/>
        </w:rPr>
        <w:t>oświadczam, co następuje:</w:t>
      </w:r>
    </w:p>
    <w:p w14:paraId="444A580B" w14:textId="77777777" w:rsidR="002561B8" w:rsidRDefault="002561B8" w:rsidP="006905DE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</w:p>
    <w:p w14:paraId="06126AA7" w14:textId="77777777" w:rsidR="006905DE" w:rsidRPr="002B0028" w:rsidRDefault="006905DE" w:rsidP="006905DE">
      <w:pPr>
        <w:shd w:val="clear" w:color="auto" w:fill="BFBFBF"/>
        <w:spacing w:after="0" w:line="360" w:lineRule="auto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OŚWIADCZENIA DOTYCZĄCE WYKONAWCY:</w:t>
      </w:r>
    </w:p>
    <w:p w14:paraId="0B924BEB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i/>
        </w:rPr>
      </w:pPr>
    </w:p>
    <w:p w14:paraId="06773DE5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>oświadczam, że spełniam warunki udziału w postępowaniu określone przez Zamawiającego</w:t>
      </w:r>
      <w:r w:rsidRPr="002B0028">
        <w:rPr>
          <w:rFonts w:eastAsia="Calibri" w:cstheme="minorHAnsi"/>
        </w:rPr>
        <w:br/>
        <w:t xml:space="preserve">w rozdziale 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Specyfikacji Warunków Zamówienia.</w:t>
      </w:r>
    </w:p>
    <w:p w14:paraId="278E28E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13C44302" w14:textId="77777777" w:rsidR="006905DE" w:rsidRPr="002B0028" w:rsidRDefault="006905DE" w:rsidP="006905DE">
      <w:pPr>
        <w:shd w:val="clear" w:color="auto" w:fill="BFBFBF"/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  <w:b/>
          <w:bCs/>
        </w:rPr>
        <w:t>INFORMACJA W ZWIĄZKU Z POLEGANIEM NA ZASOBACH INNYCH PODMIOTÓW</w:t>
      </w:r>
      <w:r w:rsidRPr="002B0028">
        <w:rPr>
          <w:rFonts w:eastAsia="Calibri" w:cstheme="minorHAnsi"/>
        </w:rPr>
        <w:t xml:space="preserve">: </w:t>
      </w:r>
    </w:p>
    <w:p w14:paraId="6B4B6313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 celu wykazania spełniania warunków udziału w postępowaniu, określonych przez Zamawiającego w rozdziale </w:t>
      </w:r>
      <w:r w:rsidR="00A77DBC" w:rsidRPr="002B0028">
        <w:rPr>
          <w:rFonts w:eastAsia="Calibri" w:cstheme="minorHAnsi"/>
        </w:rPr>
        <w:t xml:space="preserve">XVIII </w:t>
      </w:r>
      <w:r w:rsidRPr="002B0028">
        <w:rPr>
          <w:rFonts w:eastAsia="Calibri" w:cstheme="minorHAnsi"/>
        </w:rPr>
        <w:t>SWZ</w:t>
      </w:r>
      <w:r w:rsidRPr="002B0028">
        <w:rPr>
          <w:rFonts w:eastAsia="Calibri" w:cstheme="minorHAnsi"/>
          <w:b/>
          <w:i/>
          <w:iCs/>
        </w:rPr>
        <w:t>,</w:t>
      </w:r>
      <w:r w:rsidRPr="002B0028">
        <w:rPr>
          <w:rFonts w:eastAsia="Calibri" w:cstheme="minorHAnsi"/>
        </w:rPr>
        <w:t xml:space="preserve"> polegam na zasobach następującego/</w:t>
      </w:r>
      <w:proofErr w:type="spellStart"/>
      <w:r w:rsidRPr="002B0028">
        <w:rPr>
          <w:rFonts w:eastAsia="Calibri" w:cstheme="minorHAnsi"/>
        </w:rPr>
        <w:t>ych</w:t>
      </w:r>
      <w:proofErr w:type="spellEnd"/>
      <w:r w:rsidRPr="002B0028">
        <w:rPr>
          <w:rFonts w:eastAsia="Calibri" w:cstheme="minorHAnsi"/>
        </w:rPr>
        <w:t xml:space="preserve"> podmiotu/ów: ……………………………………………………………………………………………………..…………………………………………………… </w:t>
      </w:r>
    </w:p>
    <w:p w14:paraId="4624D310" w14:textId="77777777" w:rsidR="006905DE" w:rsidRPr="002B0028" w:rsidRDefault="006905DE" w:rsidP="006905DE">
      <w:pPr>
        <w:spacing w:line="360" w:lineRule="auto"/>
        <w:rPr>
          <w:rFonts w:eastAsia="Calibri" w:cstheme="minorHAnsi"/>
        </w:rPr>
      </w:pPr>
      <w:r w:rsidRPr="002B0028">
        <w:rPr>
          <w:rFonts w:eastAsia="Calibri" w:cstheme="minorHAnsi"/>
        </w:rPr>
        <w:t>w następującym zakresie: …………………………………………………………………………………………………………………………….………………………………</w:t>
      </w:r>
    </w:p>
    <w:p w14:paraId="0DC1F87D" w14:textId="77777777" w:rsidR="006905DE" w:rsidRPr="002B0028" w:rsidRDefault="006905DE" w:rsidP="006905DE">
      <w:pPr>
        <w:spacing w:line="360" w:lineRule="auto"/>
        <w:jc w:val="both"/>
        <w:rPr>
          <w:rFonts w:eastAsia="Calibri" w:cstheme="minorHAnsi"/>
          <w:i/>
          <w:iCs/>
        </w:rPr>
      </w:pPr>
      <w:r w:rsidRPr="002B0028">
        <w:rPr>
          <w:rFonts w:eastAsia="Calibri" w:cstheme="minorHAnsi"/>
        </w:rPr>
        <w:lastRenderedPageBreak/>
        <w:t>(wskazać podmiot i określić odpowiedni zakres dla wskazanego podmiotu)</w:t>
      </w:r>
    </w:p>
    <w:p w14:paraId="6566878F" w14:textId="77777777" w:rsidR="006905DE" w:rsidRPr="002B0028" w:rsidRDefault="006905DE" w:rsidP="006905DE">
      <w:pPr>
        <w:shd w:val="clear" w:color="auto" w:fill="BFBFBF"/>
        <w:spacing w:after="0" w:line="36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DOTYCZĄCE PODANYCH INFORMACJI:</w:t>
      </w:r>
    </w:p>
    <w:p w14:paraId="296B62F9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b/>
        </w:rPr>
      </w:pPr>
    </w:p>
    <w:p w14:paraId="17C0C51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Oświadczam, że wszystkie informacje podane w powyższych oświadczeniach są aktualne </w:t>
      </w:r>
      <w:r w:rsidRPr="002B0028">
        <w:rPr>
          <w:rFonts w:eastAsia="Calibr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95707DB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7AD55557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537E350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2C1865E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3F093F35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60CA9F41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584C79F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</w:p>
    <w:p w14:paraId="08F10F5F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</w:rPr>
      </w:pPr>
      <w:r w:rsidRPr="002B0028">
        <w:rPr>
          <w:rFonts w:eastAsia="Calibri" w:cstheme="minorHAnsi"/>
        </w:rPr>
        <w:t xml:space="preserve">…………….……. </w:t>
      </w:r>
      <w:r w:rsidRPr="002B0028">
        <w:rPr>
          <w:rFonts w:eastAsia="Calibri" w:cstheme="minorHAnsi"/>
          <w:i/>
        </w:rPr>
        <w:t xml:space="preserve">(miejscowość), </w:t>
      </w:r>
      <w:r w:rsidRPr="002B0028">
        <w:rPr>
          <w:rFonts w:eastAsia="Calibri" w:cstheme="minorHAnsi"/>
        </w:rPr>
        <w:t xml:space="preserve">dnia …………………. r. </w:t>
      </w:r>
    </w:p>
    <w:p w14:paraId="22E759EC" w14:textId="77777777" w:rsidR="006905DE" w:rsidRPr="002B0028" w:rsidRDefault="006905DE" w:rsidP="006905DE">
      <w:pPr>
        <w:spacing w:after="0" w:line="360" w:lineRule="auto"/>
        <w:jc w:val="both"/>
        <w:rPr>
          <w:rFonts w:eastAsia="Calibri" w:cstheme="minorHAnsi"/>
          <w:i/>
        </w:rPr>
      </w:pPr>
    </w:p>
    <w:p w14:paraId="2071853C" w14:textId="77777777" w:rsidR="006905DE" w:rsidRPr="002B0028" w:rsidRDefault="006905DE" w:rsidP="006905DE">
      <w:pPr>
        <w:spacing w:after="0" w:line="240" w:lineRule="auto"/>
        <w:jc w:val="both"/>
        <w:rPr>
          <w:rFonts w:eastAsia="Calibri" w:cstheme="minorHAnsi"/>
          <w:b/>
        </w:rPr>
      </w:pPr>
      <w:r w:rsidRPr="002B0028">
        <w:rPr>
          <w:rFonts w:eastAsia="Calibri" w:cstheme="minorHAnsi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E82B51" w:rsidRPr="002B0028">
        <w:rPr>
          <w:rFonts w:eastAsia="Calibri" w:cstheme="minorHAnsi"/>
          <w:b/>
        </w:rPr>
        <w:t>t</w:t>
      </w:r>
      <w:r w:rsidRPr="002B0028">
        <w:rPr>
          <w:rFonts w:eastAsia="Calibri" w:cstheme="minorHAnsi"/>
          <w:b/>
        </w:rPr>
        <w:t>rzonej podpisem zaufanym lub podpisem osobistym.</w:t>
      </w:r>
    </w:p>
    <w:p w14:paraId="3E1101C0" w14:textId="77777777" w:rsidR="006905DE" w:rsidRPr="006905DE" w:rsidRDefault="006905DE" w:rsidP="006905DE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7CEA02" w14:textId="77777777" w:rsidR="006905DE" w:rsidRPr="006905DE" w:rsidRDefault="006905DE" w:rsidP="006905DE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0"/>
        </w:rPr>
      </w:pPr>
    </w:p>
    <w:p w14:paraId="2C2A1E9A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66E4C58C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17B7043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78EA377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2621E014" w14:textId="77777777" w:rsidR="006905DE" w:rsidRPr="006905DE" w:rsidRDefault="006905DE" w:rsidP="006905DE">
      <w:pPr>
        <w:spacing w:line="256" w:lineRule="auto"/>
        <w:rPr>
          <w:rFonts w:ascii="Tahoma" w:eastAsia="Calibri" w:hAnsi="Tahoma" w:cs="Tahoma"/>
          <w:sz w:val="20"/>
          <w:szCs w:val="20"/>
        </w:rPr>
      </w:pPr>
    </w:p>
    <w:p w14:paraId="7C9E1C8E" w14:textId="77777777" w:rsidR="00991F0C" w:rsidRDefault="00991F0C"/>
    <w:sectPr w:rsidR="0099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5DE"/>
    <w:rsid w:val="000029CE"/>
    <w:rsid w:val="001B613C"/>
    <w:rsid w:val="002561B8"/>
    <w:rsid w:val="002B0028"/>
    <w:rsid w:val="002B4F05"/>
    <w:rsid w:val="00373450"/>
    <w:rsid w:val="00374A30"/>
    <w:rsid w:val="00432A41"/>
    <w:rsid w:val="00462CF8"/>
    <w:rsid w:val="00464D9E"/>
    <w:rsid w:val="004A12E0"/>
    <w:rsid w:val="006905DE"/>
    <w:rsid w:val="00773786"/>
    <w:rsid w:val="007A58D2"/>
    <w:rsid w:val="008B283F"/>
    <w:rsid w:val="00991F0C"/>
    <w:rsid w:val="009A505A"/>
    <w:rsid w:val="00A77DBC"/>
    <w:rsid w:val="00A96A21"/>
    <w:rsid w:val="00AA63FF"/>
    <w:rsid w:val="00B16F71"/>
    <w:rsid w:val="00B92C39"/>
    <w:rsid w:val="00BF4BB9"/>
    <w:rsid w:val="00CC70D0"/>
    <w:rsid w:val="00D41E55"/>
    <w:rsid w:val="00D93E74"/>
    <w:rsid w:val="00DA6825"/>
    <w:rsid w:val="00E82B51"/>
    <w:rsid w:val="00E91FE2"/>
    <w:rsid w:val="00EA3966"/>
    <w:rsid w:val="00F7232C"/>
    <w:rsid w:val="00F94D1D"/>
    <w:rsid w:val="00FF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9CF"/>
  <w15:chartTrackingRefBased/>
  <w15:docId w15:val="{8F884473-FC58-45A6-BB59-8246F6DA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Jania</dc:creator>
  <cp:keywords/>
  <dc:description/>
  <cp:lastModifiedBy>Anna Malik</cp:lastModifiedBy>
  <cp:revision>2</cp:revision>
  <dcterms:created xsi:type="dcterms:W3CDTF">2025-04-15T10:57:00Z</dcterms:created>
  <dcterms:modified xsi:type="dcterms:W3CDTF">2025-04-15T10:57:00Z</dcterms:modified>
</cp:coreProperties>
</file>