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15234" w14:textId="13C56FFB" w:rsidR="00274199" w:rsidRPr="005676F9" w:rsidRDefault="00274199" w:rsidP="00274199">
      <w:pPr>
        <w:shd w:val="clear" w:color="auto" w:fill="F2F2F2" w:themeFill="background1" w:themeFillShade="F2"/>
        <w:suppressAutoHyphens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5676F9">
        <w:rPr>
          <w:rFonts w:ascii="Calibri" w:hAnsi="Calibri" w:cs="Calibri"/>
          <w:b/>
          <w:sz w:val="28"/>
          <w:szCs w:val="28"/>
          <w:lang w:eastAsia="ar-SA"/>
        </w:rPr>
        <w:t xml:space="preserve">OŚWIADCZENIE WYKONAWCY/ </w:t>
      </w:r>
      <w:r w:rsidR="005650CA">
        <w:rPr>
          <w:rFonts w:ascii="Calibri" w:hAnsi="Calibri" w:cs="Calibri"/>
          <w:b/>
          <w:sz w:val="28"/>
          <w:szCs w:val="28"/>
          <w:lang w:eastAsia="ar-SA"/>
        </w:rPr>
        <w:br/>
      </w:r>
      <w:r w:rsidRPr="005676F9">
        <w:rPr>
          <w:rFonts w:ascii="Calibri" w:hAnsi="Calibri" w:cs="Calibri"/>
          <w:b/>
          <w:sz w:val="28"/>
          <w:szCs w:val="28"/>
          <w:lang w:eastAsia="ar-SA"/>
        </w:rPr>
        <w:t>WYKONAWCY WSPÓLNIE UBIEGAJĄCEGO SIĘ O UDZIELENIE ZAMÓWIENIA</w:t>
      </w:r>
    </w:p>
    <w:p w14:paraId="532063D1" w14:textId="77777777" w:rsidR="00033ECF" w:rsidRDefault="001A62C4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92137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bookmarkEnd w:id="0"/>
      <w:r w:rsidR="00033ECF">
        <w:rPr>
          <w:rFonts w:ascii="Calibri" w:hAnsi="Calibri" w:cs="Calibri"/>
          <w:b/>
          <w:i/>
          <w:iCs/>
          <w:sz w:val="22"/>
          <w:szCs w:val="22"/>
        </w:rPr>
        <w:t>z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art. 125 ust. 1</w:t>
      </w:r>
    </w:p>
    <w:p w14:paraId="2ACD7509" w14:textId="2FC9286B" w:rsidR="00033ECF" w:rsidRPr="00C25389" w:rsidRDefault="00033ECF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ustawy z dnia 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11 września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20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19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r.</w:t>
      </w:r>
      <w:r w:rsidR="001A62C4" w:rsidRPr="00823360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F06FB" w:rsidRPr="00823360">
        <w:rPr>
          <w:rFonts w:ascii="Calibri" w:hAnsi="Calibri" w:cs="Calibri"/>
          <w:b/>
          <w:i/>
          <w:iCs/>
          <w:sz w:val="22"/>
          <w:szCs w:val="22"/>
        </w:rPr>
        <w:t xml:space="preserve">Prawo zamówień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publicznych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339841EB" w14:textId="0B04E3DE" w:rsidR="00485E3E" w:rsidRPr="00823360" w:rsidRDefault="00485E3E" w:rsidP="00BB0A0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</w:t>
      </w:r>
      <w:r w:rsidR="00924449">
        <w:rPr>
          <w:rFonts w:ascii="Calibri" w:hAnsi="Calibri" w:cs="Calibri"/>
          <w:b/>
          <w:i/>
          <w:iCs/>
          <w:sz w:val="22"/>
          <w:szCs w:val="22"/>
        </w:rPr>
        <w:t xml:space="preserve">wykluczenia 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z art. 7 ust. 1 ustawy z dnia 13 kwietnia 2022 r. o szczególnych rozwiązaniach w zakresie przeciwdziałania wspieraniu agresji na Ukrainę oraz służących ochronie bezpieczeństwa narodowego </w:t>
      </w:r>
    </w:p>
    <w:p w14:paraId="46634FBF" w14:textId="77777777" w:rsidR="00772987" w:rsidRPr="00823360" w:rsidRDefault="00772987" w:rsidP="0074214D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823360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332D9959" w14:textId="40539B2C" w:rsidR="00834197" w:rsidRPr="00834197" w:rsidRDefault="00834197" w:rsidP="00834197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834197">
        <w:rPr>
          <w:rFonts w:ascii="Calibri" w:hAnsi="Calibri" w:cs="Calibri"/>
          <w:b/>
          <w:sz w:val="24"/>
          <w:szCs w:val="24"/>
        </w:rPr>
        <w:t xml:space="preserve">Usługę ubezpieczenia </w:t>
      </w:r>
      <w:r w:rsidR="00F07F25">
        <w:rPr>
          <w:rFonts w:ascii="Calibri" w:hAnsi="Calibri" w:cs="Calibri"/>
          <w:b/>
          <w:sz w:val="24"/>
          <w:szCs w:val="24"/>
        </w:rPr>
        <w:t>Uzdrowiska Rymanów SA</w:t>
      </w:r>
      <w:r w:rsidR="00996EF4" w:rsidRPr="00FA35F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34197">
        <w:rPr>
          <w:rFonts w:ascii="Calibri" w:hAnsi="Calibri" w:cs="Calibri"/>
          <w:b/>
          <w:sz w:val="24"/>
          <w:szCs w:val="24"/>
        </w:rPr>
        <w:t xml:space="preserve">(3 Części) </w:t>
      </w:r>
    </w:p>
    <w:p w14:paraId="6256F1B0" w14:textId="77777777" w:rsidR="0074214D" w:rsidRPr="00823360" w:rsidRDefault="0074214D" w:rsidP="0074214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3C82E1FA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4240306" w14:textId="77777777" w:rsidR="0074214D" w:rsidRPr="00823360" w:rsidRDefault="0074214D" w:rsidP="0074214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494B06E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7414F18" w14:textId="77777777" w:rsidR="0074214D" w:rsidRPr="00823360" w:rsidRDefault="0074214D" w:rsidP="0074214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3117485" w14:textId="77777777" w:rsidR="00274199" w:rsidRPr="00C25389" w:rsidRDefault="00274199" w:rsidP="00274199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D18DD3F" w14:textId="77777777" w:rsidR="0074214D" w:rsidRPr="00823360" w:rsidRDefault="0074214D" w:rsidP="006C7AEA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1DEC92E7" w14:textId="77777777" w:rsidR="0074214D" w:rsidRPr="00823360" w:rsidRDefault="0074214D" w:rsidP="0074214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0AE23F6F" w14:textId="77777777" w:rsidR="00C351C1" w:rsidRPr="00823360" w:rsidRDefault="00C15B7A" w:rsidP="0074214D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823360">
        <w:rPr>
          <w:rFonts w:ascii="Calibri" w:hAnsi="Calibri" w:cs="Calibri"/>
          <w:sz w:val="22"/>
          <w:szCs w:val="22"/>
        </w:rPr>
        <w:t>/przez nas</w:t>
      </w:r>
      <w:r w:rsidRPr="00823360">
        <w:rPr>
          <w:rFonts w:ascii="Calibri" w:hAnsi="Calibri" w:cs="Calibri"/>
          <w:sz w:val="22"/>
          <w:szCs w:val="22"/>
        </w:rPr>
        <w:t xml:space="preserve"> Wykonawcy:</w:t>
      </w:r>
    </w:p>
    <w:p w14:paraId="1E4A21C4" w14:textId="70FABEAF" w:rsidR="0086219A" w:rsidRPr="006921A2" w:rsidRDefault="00A51265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1" w:name="_Hlk505624072"/>
      <w:r w:rsidRPr="006921A2">
        <w:rPr>
          <w:rFonts w:ascii="Calibri" w:hAnsi="Calibri" w:cs="Calibri"/>
          <w:b/>
          <w:sz w:val="22"/>
          <w:szCs w:val="22"/>
        </w:rPr>
        <w:t>O</w:t>
      </w:r>
      <w:r w:rsidR="001A62C4" w:rsidRPr="006921A2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6921A2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 Prawo zamówień publicznych w zakresie odnoszącym się do podstaw wykluczenia wskazanych </w:t>
      </w:r>
      <w:r w:rsidR="00BD1E04">
        <w:rPr>
          <w:rFonts w:ascii="Calibri" w:hAnsi="Calibri" w:cs="Calibri"/>
          <w:sz w:val="22"/>
          <w:szCs w:val="22"/>
        </w:rPr>
        <w:t>w SWZ z</w:t>
      </w:r>
      <w:r w:rsidR="001A62C4" w:rsidRPr="006921A2">
        <w:rPr>
          <w:rFonts w:ascii="Calibri" w:hAnsi="Calibri" w:cs="Calibri"/>
          <w:sz w:val="22"/>
          <w:szCs w:val="22"/>
        </w:rPr>
        <w:t xml:space="preserve"> art. 108</w:t>
      </w:r>
      <w:r w:rsidR="0079017A" w:rsidRPr="006921A2">
        <w:rPr>
          <w:rFonts w:ascii="Calibri" w:hAnsi="Calibri" w:cs="Calibri"/>
          <w:sz w:val="22"/>
          <w:szCs w:val="22"/>
        </w:rPr>
        <w:t xml:space="preserve"> ust. 1</w:t>
      </w:r>
      <w:r w:rsidR="001A62C4" w:rsidRPr="006921A2">
        <w:rPr>
          <w:rFonts w:ascii="Calibri" w:hAnsi="Calibri" w:cs="Calibri"/>
          <w:sz w:val="22"/>
          <w:szCs w:val="22"/>
        </w:rPr>
        <w:t xml:space="preserve"> ustawy z dnia 11 września 2019 r. Prawo zamówień publicznych</w:t>
      </w:r>
      <w:r w:rsidR="00846631">
        <w:rPr>
          <w:rFonts w:ascii="Calibri" w:hAnsi="Calibri" w:cs="Calibri"/>
          <w:sz w:val="22"/>
          <w:szCs w:val="22"/>
        </w:rPr>
        <w:t xml:space="preserve"> </w:t>
      </w:r>
      <w:r w:rsidR="00846631" w:rsidRPr="00846631">
        <w:rPr>
          <w:rFonts w:ascii="Calibri" w:hAnsi="Calibri" w:cs="Calibri"/>
          <w:sz w:val="22"/>
          <w:szCs w:val="22"/>
        </w:rPr>
        <w:t>i spełniania warunków udziału w postępowaniu określonych w SWZ</w:t>
      </w:r>
      <w:r w:rsidR="001A62C4" w:rsidRPr="006921A2">
        <w:rPr>
          <w:rFonts w:ascii="Calibri" w:hAnsi="Calibri" w:cs="Calibri"/>
          <w:sz w:val="22"/>
          <w:szCs w:val="22"/>
        </w:rPr>
        <w:t>.</w:t>
      </w:r>
    </w:p>
    <w:p w14:paraId="2061C40B" w14:textId="0AF7B081" w:rsidR="00AA2764" w:rsidRPr="006921A2" w:rsidRDefault="00AA2764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120" w:after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Oświadczam/oświadczamy</w:t>
      </w:r>
      <w:r w:rsidRPr="006921A2">
        <w:rPr>
          <w:rFonts w:ascii="Calibri" w:hAnsi="Calibri" w:cs="Calibri"/>
          <w:sz w:val="22"/>
          <w:szCs w:val="22"/>
        </w:rPr>
        <w:t xml:space="preserve"> o aktualności </w:t>
      </w:r>
      <w:r w:rsidR="00485E3E" w:rsidRPr="006921A2">
        <w:rPr>
          <w:rFonts w:ascii="Calibri" w:hAnsi="Calibri" w:cs="Calibri"/>
          <w:sz w:val="22"/>
          <w:szCs w:val="22"/>
        </w:rPr>
        <w:t xml:space="preserve">informacji zawartej </w:t>
      </w:r>
      <w:r w:rsidRPr="006921A2">
        <w:rPr>
          <w:rFonts w:ascii="Calibri" w:hAnsi="Calibri" w:cs="Calibri"/>
          <w:sz w:val="22"/>
          <w:szCs w:val="22"/>
        </w:rPr>
        <w:t xml:space="preserve">w oświadczeniu wstępnym </w:t>
      </w:r>
      <w:r w:rsidR="00485E3E" w:rsidRPr="006921A2">
        <w:rPr>
          <w:rFonts w:ascii="Calibri" w:hAnsi="Calibri" w:cs="Calibri"/>
          <w:sz w:val="22"/>
          <w:szCs w:val="22"/>
        </w:rPr>
        <w:t>o niepodleganiu</w:t>
      </w:r>
      <w:r w:rsidRPr="006921A2">
        <w:rPr>
          <w:rFonts w:ascii="Calibri" w:hAnsi="Calibri" w:cs="Calibri"/>
          <w:sz w:val="22"/>
          <w:szCs w:val="22"/>
        </w:rPr>
        <w:t xml:space="preserve"> wykluczeniu z postępowania </w:t>
      </w:r>
      <w:r w:rsidR="00485E3E" w:rsidRPr="006921A2">
        <w:rPr>
          <w:rFonts w:ascii="Calibri" w:hAnsi="Calibri" w:cs="Calibr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1564D6">
        <w:rPr>
          <w:rFonts w:ascii="Calibri" w:hAnsi="Calibri" w:cs="Calibri"/>
          <w:sz w:val="22"/>
          <w:szCs w:val="22"/>
        </w:rPr>
        <w:t>.</w:t>
      </w:r>
    </w:p>
    <w:bookmarkEnd w:id="1"/>
    <w:p w14:paraId="79BEB190" w14:textId="77777777" w:rsidR="0086219A" w:rsidRPr="00823360" w:rsidRDefault="0086219A" w:rsidP="00BB0A0C">
      <w:pPr>
        <w:shd w:val="clear" w:color="auto" w:fill="F2F2F2"/>
        <w:spacing w:before="120"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23360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318CF73" w:rsidR="0086219A" w:rsidRPr="005B1A91" w:rsidRDefault="0086219A" w:rsidP="00BB0A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b/>
          <w:bCs/>
          <w:sz w:val="22"/>
          <w:szCs w:val="22"/>
        </w:rPr>
        <w:t>Oświadczam/</w:t>
      </w:r>
      <w:r w:rsidR="0074214D" w:rsidRPr="00823360">
        <w:rPr>
          <w:rFonts w:ascii="Calibri" w:hAnsi="Calibri" w:cs="Calibri"/>
          <w:b/>
          <w:bCs/>
          <w:sz w:val="22"/>
          <w:szCs w:val="22"/>
        </w:rPr>
        <w:t>-</w:t>
      </w:r>
      <w:r w:rsidRPr="00823360">
        <w:rPr>
          <w:rFonts w:ascii="Calibri" w:hAnsi="Calibri" w:cs="Calibri"/>
          <w:b/>
          <w:bCs/>
          <w:sz w:val="22"/>
          <w:szCs w:val="22"/>
        </w:rPr>
        <w:t>my</w:t>
      </w:r>
      <w:r w:rsidRPr="00823360">
        <w:rPr>
          <w:rFonts w:ascii="Calibri" w:hAnsi="Calibri" w:cs="Calibri"/>
          <w:sz w:val="22"/>
          <w:szCs w:val="22"/>
        </w:rPr>
        <w:t xml:space="preserve">, że wszystkie informacje podane w </w:t>
      </w:r>
      <w:r w:rsidR="004742CD" w:rsidRPr="00823360">
        <w:rPr>
          <w:rFonts w:ascii="Calibri" w:hAnsi="Calibri" w:cs="Calibri"/>
          <w:sz w:val="22"/>
          <w:szCs w:val="22"/>
        </w:rPr>
        <w:t xml:space="preserve">powyższym oświadczeniu </w:t>
      </w:r>
      <w:r w:rsidRPr="00823360">
        <w:rPr>
          <w:rFonts w:ascii="Calibri" w:hAnsi="Calibri" w:cs="Calibri"/>
          <w:sz w:val="22"/>
          <w:szCs w:val="22"/>
        </w:rPr>
        <w:t xml:space="preserve">są aktualne </w:t>
      </w:r>
      <w:r w:rsidRPr="00823360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23360">
        <w:rPr>
          <w:rFonts w:ascii="Calibri" w:hAnsi="Calibri" w:cs="Calibri"/>
          <w:sz w:val="22"/>
          <w:szCs w:val="22"/>
        </w:rPr>
        <w:t>ającego w </w:t>
      </w:r>
      <w:r w:rsidRPr="00823360">
        <w:rPr>
          <w:rFonts w:ascii="Calibri" w:hAnsi="Calibri" w:cs="Calibri"/>
          <w:sz w:val="22"/>
          <w:szCs w:val="22"/>
        </w:rPr>
        <w:t>błąd przy przedstawianiu informacji.</w:t>
      </w:r>
    </w:p>
    <w:sectPr w:rsidR="0086219A" w:rsidRPr="005B1A91" w:rsidSect="00BB0A0C">
      <w:headerReference w:type="default" r:id="rId8"/>
      <w:footerReference w:type="even" r:id="rId9"/>
      <w:footerReference w:type="default" r:id="rId10"/>
      <w:pgSz w:w="11906" w:h="16838"/>
      <w:pgMar w:top="1630" w:right="1418" w:bottom="709" w:left="1418" w:header="42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72E93" w14:textId="77777777" w:rsidR="00CD2328" w:rsidRDefault="00CD2328">
      <w:r>
        <w:separator/>
      </w:r>
    </w:p>
  </w:endnote>
  <w:endnote w:type="continuationSeparator" w:id="0">
    <w:p w14:paraId="021A3A73" w14:textId="77777777" w:rsidR="00CD2328" w:rsidRDefault="00C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C53BE5B" w14:textId="77777777" w:rsidR="0074214D" w:rsidRPr="00834197" w:rsidRDefault="0074214D" w:rsidP="0074214D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767171" w:themeColor="background2" w:themeShade="80"/>
        <w:sz w:val="22"/>
        <w:szCs w:val="22"/>
      </w:rPr>
    </w:pPr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2" w:name="_Hlk83054871"/>
    <w:r w:rsidRPr="00834197">
      <w:rPr>
        <w:rFonts w:ascii="Calibri" w:eastAsia="TrebuchetMS-Italic" w:hAnsi="Calibri" w:cs="Calibri"/>
        <w:b/>
        <w:bCs/>
        <w:color w:val="767171" w:themeColor="background2" w:themeShade="80"/>
        <w:sz w:val="22"/>
        <w:szCs w:val="22"/>
      </w:rPr>
      <w:t>podpisem zaufanym, osobistym lub kwalifikowanym podpisem elektronicznym</w:t>
    </w:r>
    <w:bookmarkEnd w:id="2"/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88C97" w14:textId="77777777" w:rsidR="00CD2328" w:rsidRDefault="00CD2328">
      <w:r>
        <w:separator/>
      </w:r>
    </w:p>
  </w:footnote>
  <w:footnote w:type="continuationSeparator" w:id="0">
    <w:p w14:paraId="1A093291" w14:textId="77777777" w:rsidR="00CD2328" w:rsidRDefault="00CD2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A8400" w14:textId="229B2948" w:rsidR="001564D6" w:rsidRPr="006747F9" w:rsidRDefault="00F07F25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sz w:val="16"/>
        <w:szCs w:val="16"/>
        <w:lang w:val="x-none"/>
      </w:rPr>
    </w:pPr>
    <w:r>
      <w:rPr>
        <w:rFonts w:ascii="Calibri" w:hAnsi="Calibri"/>
        <w:sz w:val="16"/>
        <w:szCs w:val="16"/>
      </w:rPr>
      <w:t>Uzdrowisko Rymanów SA</w:t>
    </w:r>
    <w:r w:rsidR="0037729C">
      <w:rPr>
        <w:rFonts w:ascii="Calibri" w:hAnsi="Calibri"/>
        <w:sz w:val="16"/>
        <w:szCs w:val="16"/>
      </w:rPr>
      <w:tab/>
    </w:r>
    <w:r w:rsidR="001564D6" w:rsidRPr="006747F9"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Załącznik nr 7 do SWZ – Oświadczenie Wykonawcy o aktualności informacji</w:t>
    </w:r>
  </w:p>
  <w:p w14:paraId="042EB9B4" w14:textId="18870149" w:rsidR="0037729C" w:rsidRPr="00834197" w:rsidRDefault="001564D6" w:rsidP="0037729C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  <w:r w:rsidRPr="006747F9">
      <w:rPr>
        <w:rFonts w:ascii="Calibri" w:hAnsi="Calibri"/>
        <w:sz w:val="16"/>
        <w:szCs w:val="16"/>
        <w:lang w:val="x-none"/>
      </w:rPr>
      <w:t>Znak sprawy:</w:t>
    </w:r>
    <w:r w:rsidR="0056764F">
      <w:rPr>
        <w:rFonts w:ascii="Calibri" w:hAnsi="Calibri"/>
        <w:sz w:val="16"/>
        <w:szCs w:val="16"/>
        <w:lang w:val="x-none"/>
      </w:rPr>
      <w:t xml:space="preserve"> 1/TP/2024</w:t>
    </w:r>
    <w:r>
      <w:rPr>
        <w:rFonts w:ascii="Calibri" w:hAnsi="Calibri"/>
        <w:sz w:val="16"/>
        <w:szCs w:val="16"/>
        <w:lang w:val="x-none"/>
      </w:rPr>
      <w:tab/>
    </w:r>
    <w:r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zawartych w oświadczeniu, o którym mowa w art. 125 ust. 1 ustawy PZP</w:t>
    </w:r>
  </w:p>
  <w:p w14:paraId="72EF0EAF" w14:textId="0F96E744" w:rsidR="00834197" w:rsidRPr="00834197" w:rsidRDefault="00834197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</w:p>
  <w:p w14:paraId="1BA7009E" w14:textId="77777777" w:rsidR="00834197" w:rsidRPr="00834197" w:rsidRDefault="00834197" w:rsidP="00834197">
    <w:pPr>
      <w:tabs>
        <w:tab w:val="center" w:pos="3402"/>
        <w:tab w:val="center" w:pos="4536"/>
        <w:tab w:val="right" w:pos="9072"/>
      </w:tabs>
      <w:suppressAutoHyphens/>
      <w:jc w:val="both"/>
      <w:rPr>
        <w:rFonts w:ascii="Calibri" w:hAnsi="Calibri"/>
        <w:bCs/>
        <w:sz w:val="16"/>
        <w:szCs w:val="16"/>
      </w:rPr>
    </w:pPr>
  </w:p>
  <w:p w14:paraId="4F2EE552" w14:textId="72C3A81F" w:rsidR="005676F9" w:rsidRPr="005676F9" w:rsidRDefault="005676F9" w:rsidP="005676F9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5676F9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670">
    <w:abstractNumId w:val="16"/>
  </w:num>
  <w:num w:numId="2" w16cid:durableId="40910291">
    <w:abstractNumId w:val="0"/>
  </w:num>
  <w:num w:numId="3" w16cid:durableId="1562785900">
    <w:abstractNumId w:val="13"/>
  </w:num>
  <w:num w:numId="4" w16cid:durableId="317423400">
    <w:abstractNumId w:val="8"/>
  </w:num>
  <w:num w:numId="5" w16cid:durableId="769203810">
    <w:abstractNumId w:val="7"/>
  </w:num>
  <w:num w:numId="6" w16cid:durableId="516965854">
    <w:abstractNumId w:val="1"/>
  </w:num>
  <w:num w:numId="7" w16cid:durableId="2060861411">
    <w:abstractNumId w:val="6"/>
  </w:num>
  <w:num w:numId="8" w16cid:durableId="575865030">
    <w:abstractNumId w:val="3"/>
  </w:num>
  <w:num w:numId="9" w16cid:durableId="746076855">
    <w:abstractNumId w:val="2"/>
  </w:num>
  <w:num w:numId="10" w16cid:durableId="1784809063">
    <w:abstractNumId w:val="5"/>
  </w:num>
  <w:num w:numId="11" w16cid:durableId="1979918082">
    <w:abstractNumId w:val="11"/>
  </w:num>
  <w:num w:numId="12" w16cid:durableId="993920955">
    <w:abstractNumId w:val="4"/>
  </w:num>
  <w:num w:numId="13" w16cid:durableId="1021934768">
    <w:abstractNumId w:val="10"/>
  </w:num>
  <w:num w:numId="14" w16cid:durableId="961957460">
    <w:abstractNumId w:val="14"/>
  </w:num>
  <w:num w:numId="15" w16cid:durableId="1150437485">
    <w:abstractNumId w:val="15"/>
  </w:num>
  <w:num w:numId="16" w16cid:durableId="1862429777">
    <w:abstractNumId w:val="9"/>
  </w:num>
  <w:num w:numId="17" w16cid:durableId="907420672">
    <w:abstractNumId w:val="17"/>
  </w:num>
  <w:num w:numId="18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292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33ECF"/>
    <w:rsid w:val="00051414"/>
    <w:rsid w:val="00056A5C"/>
    <w:rsid w:val="000621A2"/>
    <w:rsid w:val="00067508"/>
    <w:rsid w:val="000700B3"/>
    <w:rsid w:val="00075CEC"/>
    <w:rsid w:val="00085BA0"/>
    <w:rsid w:val="0009094D"/>
    <w:rsid w:val="000C14CB"/>
    <w:rsid w:val="000C7504"/>
    <w:rsid w:val="00105A5E"/>
    <w:rsid w:val="00106AC7"/>
    <w:rsid w:val="00111985"/>
    <w:rsid w:val="00112FEA"/>
    <w:rsid w:val="00120099"/>
    <w:rsid w:val="00126243"/>
    <w:rsid w:val="001329B7"/>
    <w:rsid w:val="00147532"/>
    <w:rsid w:val="001564D6"/>
    <w:rsid w:val="001614BA"/>
    <w:rsid w:val="0016245B"/>
    <w:rsid w:val="00180609"/>
    <w:rsid w:val="00183C41"/>
    <w:rsid w:val="001A5E2A"/>
    <w:rsid w:val="001A62C4"/>
    <w:rsid w:val="001A7C03"/>
    <w:rsid w:val="001D143F"/>
    <w:rsid w:val="001E5250"/>
    <w:rsid w:val="001E7BFE"/>
    <w:rsid w:val="001F0B5C"/>
    <w:rsid w:val="00204613"/>
    <w:rsid w:val="002343DA"/>
    <w:rsid w:val="00274199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50B73"/>
    <w:rsid w:val="0037729C"/>
    <w:rsid w:val="00382713"/>
    <w:rsid w:val="003B2BF2"/>
    <w:rsid w:val="003C2D03"/>
    <w:rsid w:val="003C2D3C"/>
    <w:rsid w:val="003D0F04"/>
    <w:rsid w:val="003D4D1B"/>
    <w:rsid w:val="003D542A"/>
    <w:rsid w:val="003E1420"/>
    <w:rsid w:val="003E2259"/>
    <w:rsid w:val="003E24E1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75459"/>
    <w:rsid w:val="00483BA1"/>
    <w:rsid w:val="00485E3E"/>
    <w:rsid w:val="004B5C76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650CA"/>
    <w:rsid w:val="0056764F"/>
    <w:rsid w:val="005676F9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1289"/>
    <w:rsid w:val="00664D2F"/>
    <w:rsid w:val="006747F9"/>
    <w:rsid w:val="00674A8A"/>
    <w:rsid w:val="00682314"/>
    <w:rsid w:val="006921A2"/>
    <w:rsid w:val="00697D36"/>
    <w:rsid w:val="006A3590"/>
    <w:rsid w:val="006B51E7"/>
    <w:rsid w:val="006C7AEA"/>
    <w:rsid w:val="006D68D8"/>
    <w:rsid w:val="006E308F"/>
    <w:rsid w:val="006F0065"/>
    <w:rsid w:val="006F5E6B"/>
    <w:rsid w:val="0070113A"/>
    <w:rsid w:val="00736B31"/>
    <w:rsid w:val="0074214D"/>
    <w:rsid w:val="00747C6F"/>
    <w:rsid w:val="00753DC1"/>
    <w:rsid w:val="00772987"/>
    <w:rsid w:val="00775E2B"/>
    <w:rsid w:val="007823E9"/>
    <w:rsid w:val="007869E2"/>
    <w:rsid w:val="0079017A"/>
    <w:rsid w:val="007951AD"/>
    <w:rsid w:val="007A4754"/>
    <w:rsid w:val="007B738E"/>
    <w:rsid w:val="007C09BD"/>
    <w:rsid w:val="007D28D8"/>
    <w:rsid w:val="007D36CE"/>
    <w:rsid w:val="007D5750"/>
    <w:rsid w:val="007E79B9"/>
    <w:rsid w:val="007F06FB"/>
    <w:rsid w:val="008032C1"/>
    <w:rsid w:val="00803950"/>
    <w:rsid w:val="008039F8"/>
    <w:rsid w:val="00820785"/>
    <w:rsid w:val="00823360"/>
    <w:rsid w:val="00824EED"/>
    <w:rsid w:val="00834197"/>
    <w:rsid w:val="0083667C"/>
    <w:rsid w:val="00844299"/>
    <w:rsid w:val="00845832"/>
    <w:rsid w:val="008460DE"/>
    <w:rsid w:val="00846631"/>
    <w:rsid w:val="008503D0"/>
    <w:rsid w:val="00852633"/>
    <w:rsid w:val="0086219A"/>
    <w:rsid w:val="00867E6C"/>
    <w:rsid w:val="00882E9F"/>
    <w:rsid w:val="008843C0"/>
    <w:rsid w:val="00897D8A"/>
    <w:rsid w:val="008A0D67"/>
    <w:rsid w:val="008A3D40"/>
    <w:rsid w:val="008A5521"/>
    <w:rsid w:val="008B3C7B"/>
    <w:rsid w:val="008C06FA"/>
    <w:rsid w:val="008D4CAF"/>
    <w:rsid w:val="008E370F"/>
    <w:rsid w:val="00907597"/>
    <w:rsid w:val="00924449"/>
    <w:rsid w:val="0092610C"/>
    <w:rsid w:val="009351EE"/>
    <w:rsid w:val="00943122"/>
    <w:rsid w:val="0094462E"/>
    <w:rsid w:val="00952336"/>
    <w:rsid w:val="00962402"/>
    <w:rsid w:val="00964027"/>
    <w:rsid w:val="00972245"/>
    <w:rsid w:val="00976F01"/>
    <w:rsid w:val="00996EF4"/>
    <w:rsid w:val="009A21D7"/>
    <w:rsid w:val="009A4A2C"/>
    <w:rsid w:val="009A659F"/>
    <w:rsid w:val="009B35DE"/>
    <w:rsid w:val="009D3C92"/>
    <w:rsid w:val="009F2CAE"/>
    <w:rsid w:val="00A207D0"/>
    <w:rsid w:val="00A24942"/>
    <w:rsid w:val="00A24F3B"/>
    <w:rsid w:val="00A311C9"/>
    <w:rsid w:val="00A37E37"/>
    <w:rsid w:val="00A43F69"/>
    <w:rsid w:val="00A46EFE"/>
    <w:rsid w:val="00A51265"/>
    <w:rsid w:val="00A60BDB"/>
    <w:rsid w:val="00A74EC6"/>
    <w:rsid w:val="00A76ED2"/>
    <w:rsid w:val="00A807A7"/>
    <w:rsid w:val="00A922C2"/>
    <w:rsid w:val="00AA1030"/>
    <w:rsid w:val="00AA2764"/>
    <w:rsid w:val="00AB6C06"/>
    <w:rsid w:val="00AB7377"/>
    <w:rsid w:val="00AD329C"/>
    <w:rsid w:val="00AE2B0B"/>
    <w:rsid w:val="00AF12C0"/>
    <w:rsid w:val="00AF1495"/>
    <w:rsid w:val="00B14BF0"/>
    <w:rsid w:val="00B16877"/>
    <w:rsid w:val="00B22903"/>
    <w:rsid w:val="00B26102"/>
    <w:rsid w:val="00B32691"/>
    <w:rsid w:val="00B45ED4"/>
    <w:rsid w:val="00B50D9F"/>
    <w:rsid w:val="00B54FB4"/>
    <w:rsid w:val="00B60AB7"/>
    <w:rsid w:val="00B72B39"/>
    <w:rsid w:val="00B87F63"/>
    <w:rsid w:val="00BB0A0C"/>
    <w:rsid w:val="00BB0E24"/>
    <w:rsid w:val="00BC2D21"/>
    <w:rsid w:val="00BD0D1C"/>
    <w:rsid w:val="00BD1E04"/>
    <w:rsid w:val="00BD4A8C"/>
    <w:rsid w:val="00BE5924"/>
    <w:rsid w:val="00BE6092"/>
    <w:rsid w:val="00BF194C"/>
    <w:rsid w:val="00C15B7A"/>
    <w:rsid w:val="00C31B86"/>
    <w:rsid w:val="00C33407"/>
    <w:rsid w:val="00C351C1"/>
    <w:rsid w:val="00C372EA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D2328"/>
    <w:rsid w:val="00CD530A"/>
    <w:rsid w:val="00CE1B0F"/>
    <w:rsid w:val="00CE7F48"/>
    <w:rsid w:val="00CF0705"/>
    <w:rsid w:val="00CF620F"/>
    <w:rsid w:val="00D06BAB"/>
    <w:rsid w:val="00D35BDA"/>
    <w:rsid w:val="00D624FC"/>
    <w:rsid w:val="00D74F94"/>
    <w:rsid w:val="00DA5C19"/>
    <w:rsid w:val="00DB2994"/>
    <w:rsid w:val="00DD482A"/>
    <w:rsid w:val="00DE0396"/>
    <w:rsid w:val="00DE0405"/>
    <w:rsid w:val="00DE252B"/>
    <w:rsid w:val="00DF73F2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07F25"/>
    <w:rsid w:val="00F171F1"/>
    <w:rsid w:val="00F348A9"/>
    <w:rsid w:val="00F46593"/>
    <w:rsid w:val="00F55AF2"/>
    <w:rsid w:val="00F568D6"/>
    <w:rsid w:val="00F64924"/>
    <w:rsid w:val="00F669BC"/>
    <w:rsid w:val="00F70072"/>
    <w:rsid w:val="00F75BB8"/>
    <w:rsid w:val="00F82864"/>
    <w:rsid w:val="00F82D5C"/>
    <w:rsid w:val="00F94994"/>
    <w:rsid w:val="00F97FEB"/>
    <w:rsid w:val="00FA5079"/>
    <w:rsid w:val="00FB2277"/>
    <w:rsid w:val="00FB4259"/>
    <w:rsid w:val="00FD1674"/>
    <w:rsid w:val="00FE79DC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14D"/>
    <w:pPr>
      <w:keepNext/>
      <w:spacing w:before="240" w:after="120" w:line="360" w:lineRule="auto"/>
      <w:jc w:val="center"/>
      <w:outlineLvl w:val="0"/>
    </w:pPr>
    <w:rPr>
      <w:rFonts w:ascii="Calibri" w:hAnsi="Calibri"/>
      <w:b/>
      <w:bCs/>
      <w:caps/>
      <w:kern w:val="32"/>
      <w:sz w:val="40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character" w:customStyle="1" w:styleId="Nagwek1Znak">
    <w:name w:val="Nagłówek 1 Znak"/>
    <w:basedOn w:val="Domylnaczcionkaakapitu"/>
    <w:link w:val="Nagwek1"/>
    <w:uiPriority w:val="9"/>
    <w:rsid w:val="0074214D"/>
    <w:rPr>
      <w:rFonts w:ascii="Calibri" w:hAnsi="Calibri"/>
      <w:b/>
      <w:bCs/>
      <w:caps/>
      <w:kern w:val="32"/>
      <w:sz w:val="40"/>
      <w:szCs w:val="32"/>
    </w:rPr>
  </w:style>
  <w:style w:type="paragraph" w:styleId="Poprawka">
    <w:name w:val="Revision"/>
    <w:hidden/>
    <w:uiPriority w:val="99"/>
    <w:semiHidden/>
    <w:rsid w:val="00274199"/>
  </w:style>
  <w:style w:type="character" w:styleId="Hipercze">
    <w:name w:val="Hyperlink"/>
    <w:basedOn w:val="Domylnaczcionkaakapitu"/>
    <w:rsid w:val="008466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66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1</Pages>
  <Words>249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Datacomp Sp. z o.o.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Bożena Brzękowska</cp:lastModifiedBy>
  <cp:revision>10</cp:revision>
  <cp:lastPrinted>2018-02-15T11:04:00Z</cp:lastPrinted>
  <dcterms:created xsi:type="dcterms:W3CDTF">2023-07-20T10:14:00Z</dcterms:created>
  <dcterms:modified xsi:type="dcterms:W3CDTF">2024-12-06T08:45:00Z</dcterms:modified>
</cp:coreProperties>
</file>