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214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946"/>
      </w:tblGrid>
      <w:tr w:rsidR="00D902CD" w14:paraId="0087D101" w14:textId="77777777" w:rsidTr="001763D7">
        <w:tc>
          <w:tcPr>
            <w:tcW w:w="2268" w:type="dxa"/>
            <w:shd w:val="pct5" w:color="auto" w:fill="FFFFFF"/>
            <w:vAlign w:val="center"/>
          </w:tcPr>
          <w:p w14:paraId="6F3F293C" w14:textId="77777777" w:rsidR="00D902CD" w:rsidRDefault="00D902CD" w:rsidP="00D902CD">
            <w:pPr>
              <w:jc w:val="center"/>
              <w:rPr>
                <w:rFonts w:ascii="Arial Narrow" w:hAnsi="Arial Narrow"/>
                <w:b/>
                <w:i/>
                <w:sz w:val="28"/>
              </w:rPr>
            </w:pPr>
            <w:r>
              <w:rPr>
                <w:rFonts w:ascii="Arial Narrow" w:hAnsi="Arial Narrow"/>
                <w:b/>
                <w:i/>
                <w:sz w:val="28"/>
              </w:rPr>
              <w:t>TEMAT</w:t>
            </w:r>
          </w:p>
        </w:tc>
        <w:tc>
          <w:tcPr>
            <w:tcW w:w="6946" w:type="dxa"/>
          </w:tcPr>
          <w:p w14:paraId="651DDB81" w14:textId="77777777" w:rsidR="00D902CD" w:rsidRPr="000B522C" w:rsidRDefault="00D902CD" w:rsidP="00D902CD">
            <w:pPr>
              <w:jc w:val="center"/>
              <w:rPr>
                <w:rFonts w:ascii="Arial Narrow" w:hAnsi="Arial Narrow"/>
                <w:b/>
                <w:i/>
                <w:sz w:val="16"/>
                <w:szCs w:val="16"/>
              </w:rPr>
            </w:pPr>
          </w:p>
          <w:p w14:paraId="457AD5AE" w14:textId="77777777" w:rsidR="00D902CD" w:rsidRDefault="00D902CD" w:rsidP="00D902CD">
            <w:pPr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 xml:space="preserve">PRZEBUDOWA DROGI GMINNEJ W </w:t>
            </w:r>
          </w:p>
          <w:p w14:paraId="14644AAE" w14:textId="77777777" w:rsidR="00D902CD" w:rsidRDefault="00D902CD" w:rsidP="00D902CD">
            <w:pPr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 xml:space="preserve">ZAKRESIE BUDOWY OŚWIETLENIA </w:t>
            </w:r>
          </w:p>
          <w:p w14:paraId="6691C036" w14:textId="77777777" w:rsidR="00D902CD" w:rsidRPr="00286864" w:rsidRDefault="00D902CD" w:rsidP="00D902CD">
            <w:pPr>
              <w:jc w:val="center"/>
              <w:rPr>
                <w:rFonts w:ascii="Arial Narrow" w:hAnsi="Arial Narrow"/>
                <w:b/>
                <w:i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>ULICZNEGO W TECHNOLOGII LED</w:t>
            </w:r>
            <w:r w:rsidRPr="00286864">
              <w:rPr>
                <w:rFonts w:ascii="Arial Narrow" w:hAnsi="Arial Narrow"/>
                <w:b/>
                <w:i/>
                <w:sz w:val="36"/>
                <w:szCs w:val="36"/>
              </w:rPr>
              <w:t xml:space="preserve"> </w:t>
            </w:r>
          </w:p>
        </w:tc>
      </w:tr>
      <w:tr w:rsidR="00D902CD" w14:paraId="70DF1CB8" w14:textId="77777777" w:rsidTr="001763D7">
        <w:tc>
          <w:tcPr>
            <w:tcW w:w="2268" w:type="dxa"/>
            <w:shd w:val="pct5" w:color="auto" w:fill="FFFFFF"/>
            <w:vAlign w:val="center"/>
          </w:tcPr>
          <w:p w14:paraId="7569D0BA" w14:textId="77777777" w:rsidR="00D902CD" w:rsidRPr="00CD701D" w:rsidRDefault="00D902CD" w:rsidP="00D902CD">
            <w:pPr>
              <w:pStyle w:val="Nagwek1"/>
              <w:rPr>
                <w:b/>
                <w:i/>
                <w:sz w:val="22"/>
                <w:szCs w:val="22"/>
              </w:rPr>
            </w:pPr>
            <w:r w:rsidRPr="00CD701D">
              <w:rPr>
                <w:b/>
                <w:i/>
              </w:rPr>
              <w:t>ZADANIE</w:t>
            </w:r>
          </w:p>
        </w:tc>
        <w:tc>
          <w:tcPr>
            <w:tcW w:w="6946" w:type="dxa"/>
            <w:vAlign w:val="center"/>
          </w:tcPr>
          <w:p w14:paraId="777966B4" w14:textId="77777777" w:rsidR="00D902CD" w:rsidRPr="00A2674D" w:rsidRDefault="00D902CD" w:rsidP="00D902CD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Opracowanie projektu budowlanego</w:t>
            </w:r>
            <w:r w:rsidRPr="00A2674D">
              <w:rPr>
                <w:rFonts w:ascii="Arial Narrow" w:hAnsi="Arial Narrow"/>
                <w:b/>
                <w:sz w:val="18"/>
                <w:szCs w:val="18"/>
              </w:rPr>
              <w:t xml:space="preserve"> na zadanie</w:t>
            </w:r>
          </w:p>
          <w:p w14:paraId="07660BCB" w14:textId="77777777" w:rsidR="00D902CD" w:rsidRPr="00B418A8" w:rsidRDefault="00D902CD" w:rsidP="00D902CD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A2674D">
              <w:rPr>
                <w:rFonts w:ascii="Arial Narrow" w:hAnsi="Arial Narrow"/>
                <w:b/>
                <w:sz w:val="18"/>
                <w:szCs w:val="18"/>
              </w:rPr>
              <w:t>„</w:t>
            </w:r>
            <w:r>
              <w:rPr>
                <w:rFonts w:ascii="Arial Narrow" w:hAnsi="Arial Narrow"/>
                <w:b/>
                <w:sz w:val="18"/>
                <w:szCs w:val="18"/>
              </w:rPr>
              <w:t>BUDOWA OŚWIETLENIA ULICZNEGO W MIEJSCOWOŚCI WŁODZICE MAŁE</w:t>
            </w:r>
            <w:r w:rsidRPr="00A2674D">
              <w:rPr>
                <w:rFonts w:ascii="Arial Narrow" w:hAnsi="Arial Narrow"/>
                <w:b/>
                <w:sz w:val="18"/>
                <w:szCs w:val="18"/>
              </w:rPr>
              <w:t>”</w:t>
            </w:r>
          </w:p>
        </w:tc>
      </w:tr>
      <w:tr w:rsidR="00D902CD" w14:paraId="1876320E" w14:textId="77777777" w:rsidTr="00D321F5">
        <w:trPr>
          <w:trHeight w:val="1032"/>
        </w:trPr>
        <w:tc>
          <w:tcPr>
            <w:tcW w:w="2268" w:type="dxa"/>
            <w:shd w:val="pct5" w:color="auto" w:fill="FFFFFF"/>
            <w:vAlign w:val="center"/>
          </w:tcPr>
          <w:p w14:paraId="3A5DC4F7" w14:textId="77777777" w:rsidR="00D902CD" w:rsidRPr="00CD701D" w:rsidRDefault="00D902CD" w:rsidP="00D902CD">
            <w:pPr>
              <w:pStyle w:val="Nagwek1"/>
              <w:rPr>
                <w:b/>
                <w:i/>
              </w:rPr>
            </w:pPr>
            <w:r w:rsidRPr="00CD701D">
              <w:rPr>
                <w:b/>
                <w:i/>
              </w:rPr>
              <w:t>LOKALIZACJA</w:t>
            </w:r>
          </w:p>
        </w:tc>
        <w:tc>
          <w:tcPr>
            <w:tcW w:w="6946" w:type="dxa"/>
            <w:vAlign w:val="bottom"/>
          </w:tcPr>
          <w:p w14:paraId="3A5A16F7" w14:textId="77777777" w:rsidR="00D902CD" w:rsidRDefault="00D902CD" w:rsidP="00D902CD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Dz. nr: 414, 406/1</w:t>
            </w:r>
          </w:p>
          <w:p w14:paraId="2D2FD667" w14:textId="77777777" w:rsidR="00D902CD" w:rsidRDefault="00D902CD" w:rsidP="00D902CD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Obręb: 0026</w:t>
            </w:r>
          </w:p>
          <w:p w14:paraId="1F40EAA3" w14:textId="77777777" w:rsidR="00D902CD" w:rsidRPr="00B418A8" w:rsidRDefault="00D902CD" w:rsidP="00D902CD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Jednostka ewidencyjna: 021203_5.0026</w:t>
            </w:r>
          </w:p>
        </w:tc>
      </w:tr>
      <w:tr w:rsidR="00D902CD" w:rsidRPr="008D49D6" w14:paraId="4365A2B0" w14:textId="77777777" w:rsidTr="00B97AEB">
        <w:trPr>
          <w:trHeight w:val="569"/>
        </w:trPr>
        <w:tc>
          <w:tcPr>
            <w:tcW w:w="2268" w:type="dxa"/>
            <w:shd w:val="pct5" w:color="auto" w:fill="FFFFFF"/>
            <w:vAlign w:val="center"/>
          </w:tcPr>
          <w:p w14:paraId="096AF777" w14:textId="77777777" w:rsidR="00D902CD" w:rsidRPr="00CD701D" w:rsidRDefault="00D902CD" w:rsidP="00D902CD">
            <w:pPr>
              <w:pStyle w:val="Nagwek1"/>
              <w:rPr>
                <w:b/>
                <w:i/>
                <w:sz w:val="24"/>
                <w:szCs w:val="24"/>
              </w:rPr>
            </w:pPr>
            <w:r w:rsidRPr="00CD701D">
              <w:rPr>
                <w:b/>
                <w:i/>
                <w:sz w:val="24"/>
                <w:szCs w:val="24"/>
              </w:rPr>
              <w:t>ADRES OBIEKTU</w:t>
            </w:r>
          </w:p>
          <w:p w14:paraId="67A4426E" w14:textId="77777777" w:rsidR="00D902CD" w:rsidRPr="00CD701D" w:rsidRDefault="00D902CD" w:rsidP="00D902CD">
            <w:pPr>
              <w:rPr>
                <w:b/>
              </w:rPr>
            </w:pPr>
          </w:p>
        </w:tc>
        <w:tc>
          <w:tcPr>
            <w:tcW w:w="6946" w:type="dxa"/>
            <w:vAlign w:val="bottom"/>
          </w:tcPr>
          <w:p w14:paraId="23956AA0" w14:textId="77777777" w:rsidR="00D902CD" w:rsidRDefault="00D902CD" w:rsidP="00D902C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WŁODZICE MAŁE</w:t>
            </w:r>
          </w:p>
          <w:p w14:paraId="36284ED9" w14:textId="77777777" w:rsidR="00D902CD" w:rsidRPr="00286864" w:rsidRDefault="00D902CD" w:rsidP="00D902CD">
            <w:pPr>
              <w:jc w:val="center"/>
              <w:rPr>
                <w:b/>
                <w:sz w:val="16"/>
                <w:szCs w:val="16"/>
              </w:rPr>
            </w:pPr>
            <w:r w:rsidRPr="00286864">
              <w:rPr>
                <w:b/>
                <w:sz w:val="16"/>
                <w:szCs w:val="16"/>
              </w:rPr>
              <w:t>dz.nr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b/>
                <w:sz w:val="22"/>
                <w:szCs w:val="22"/>
              </w:rPr>
              <w:t>414, 406/1</w:t>
            </w:r>
          </w:p>
        </w:tc>
      </w:tr>
      <w:tr w:rsidR="0051355A" w:rsidRPr="008D49D6" w14:paraId="66C41A8F" w14:textId="77777777" w:rsidTr="00E7279F">
        <w:trPr>
          <w:trHeight w:val="341"/>
        </w:trPr>
        <w:tc>
          <w:tcPr>
            <w:tcW w:w="2268" w:type="dxa"/>
            <w:shd w:val="pct5" w:color="auto" w:fill="FFFFFF"/>
            <w:vAlign w:val="center"/>
          </w:tcPr>
          <w:p w14:paraId="2D1F1B32" w14:textId="77777777" w:rsidR="0051355A" w:rsidRPr="00B97AEB" w:rsidRDefault="0051355A" w:rsidP="0051355A">
            <w:pPr>
              <w:pStyle w:val="Nagwek1"/>
              <w:rPr>
                <w:b/>
                <w:i/>
              </w:rPr>
            </w:pPr>
            <w:r w:rsidRPr="00B97AEB">
              <w:rPr>
                <w:b/>
                <w:i/>
              </w:rPr>
              <w:t>KATEGORIA OBIEKTU</w:t>
            </w:r>
          </w:p>
        </w:tc>
        <w:tc>
          <w:tcPr>
            <w:tcW w:w="6946" w:type="dxa"/>
            <w:vAlign w:val="bottom"/>
          </w:tcPr>
          <w:p w14:paraId="1D631E2A" w14:textId="77777777" w:rsidR="0051355A" w:rsidRPr="00CD701D" w:rsidRDefault="0051355A" w:rsidP="0051355A">
            <w:pPr>
              <w:ind w:left="1418"/>
              <w:rPr>
                <w:b/>
                <w:sz w:val="56"/>
                <w:szCs w:val="56"/>
              </w:rPr>
            </w:pPr>
            <w:r w:rsidRPr="00CD701D">
              <w:rPr>
                <w:b/>
                <w:sz w:val="56"/>
                <w:szCs w:val="56"/>
              </w:rPr>
              <w:t>XXVI</w:t>
            </w:r>
          </w:p>
          <w:p w14:paraId="7E88F24B" w14:textId="77777777" w:rsidR="0051355A" w:rsidRPr="00CD701D" w:rsidRDefault="0051355A" w:rsidP="0051355A">
            <w:pPr>
              <w:ind w:left="1418"/>
              <w:rPr>
                <w:b/>
                <w:sz w:val="16"/>
                <w:szCs w:val="16"/>
              </w:rPr>
            </w:pPr>
          </w:p>
        </w:tc>
      </w:tr>
      <w:tr w:rsidR="0051355A" w14:paraId="71736564" w14:textId="77777777" w:rsidTr="00C76A1C">
        <w:trPr>
          <w:trHeight w:val="1827"/>
        </w:trPr>
        <w:tc>
          <w:tcPr>
            <w:tcW w:w="2268" w:type="dxa"/>
            <w:shd w:val="pct5" w:color="auto" w:fill="FFFFFF"/>
            <w:vAlign w:val="center"/>
          </w:tcPr>
          <w:p w14:paraId="0C3BCEC6" w14:textId="77777777" w:rsidR="0051355A" w:rsidRPr="00CD701D" w:rsidRDefault="0051355A" w:rsidP="0051355A">
            <w:pPr>
              <w:jc w:val="center"/>
              <w:rPr>
                <w:b/>
                <w:i/>
                <w:sz w:val="28"/>
              </w:rPr>
            </w:pPr>
            <w:r w:rsidRPr="00CD701D">
              <w:rPr>
                <w:b/>
                <w:i/>
                <w:sz w:val="28"/>
              </w:rPr>
              <w:t>INWESTOR</w:t>
            </w:r>
          </w:p>
        </w:tc>
        <w:tc>
          <w:tcPr>
            <w:tcW w:w="6946" w:type="dxa"/>
          </w:tcPr>
          <w:p w14:paraId="6D7827D7" w14:textId="77777777" w:rsidR="0051355A" w:rsidRPr="00B92FD0" w:rsidRDefault="0051355A" w:rsidP="0051355A">
            <w:pPr>
              <w:rPr>
                <w:rFonts w:ascii="Arial Narrow" w:hAnsi="Arial Narrow"/>
                <w:b/>
                <w:i/>
                <w:sz w:val="36"/>
                <w:szCs w:val="36"/>
              </w:rPr>
            </w:pPr>
            <w:r>
              <w:rPr>
                <w:rFonts w:ascii="Arial Narrow" w:hAnsi="Arial Narrow"/>
                <w:b/>
                <w:i/>
                <w:noProof/>
                <w:sz w:val="36"/>
                <w:szCs w:val="36"/>
              </w:rPr>
              <w:drawing>
                <wp:inline distT="0" distB="0" distL="0" distR="0" wp14:anchorId="4B84CADA" wp14:editId="4066FB6A">
                  <wp:extent cx="697693" cy="934904"/>
                  <wp:effectExtent l="0" t="0" r="7620" b="0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herb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027" cy="9621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Narrow" w:hAnsi="Arial Narrow"/>
                <w:b/>
                <w:i/>
                <w:sz w:val="36"/>
                <w:szCs w:val="36"/>
              </w:rPr>
              <w:t>GMINA I MIASTO LWÓWEK ŚLĄSKI</w:t>
            </w:r>
          </w:p>
          <w:p w14:paraId="359D5FDD" w14:textId="77777777" w:rsidR="0051355A" w:rsidRPr="00CD701D" w:rsidRDefault="0051355A" w:rsidP="0051355A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rFonts w:ascii="Arial Narrow" w:hAnsi="Arial Narrow"/>
                <w:b/>
                <w:i/>
              </w:rPr>
              <w:t>UL. AL. WOJSKA POLSKIEGO 25A, 59-600 LWÓWEK ŚLĄSKI</w:t>
            </w:r>
          </w:p>
        </w:tc>
      </w:tr>
      <w:tr w:rsidR="00E57157" w14:paraId="27F49AB0" w14:textId="77777777" w:rsidTr="00175B70">
        <w:trPr>
          <w:trHeight w:val="500"/>
        </w:trPr>
        <w:tc>
          <w:tcPr>
            <w:tcW w:w="2268" w:type="dxa"/>
            <w:shd w:val="pct5" w:color="auto" w:fill="FFFFFF"/>
            <w:vAlign w:val="center"/>
          </w:tcPr>
          <w:p w14:paraId="7305B1CC" w14:textId="77777777" w:rsidR="00E57157" w:rsidRDefault="00E57157" w:rsidP="002A4C25">
            <w:pPr>
              <w:pStyle w:val="Nagwek1"/>
              <w:rPr>
                <w:rFonts w:ascii="Arial Narrow" w:hAnsi="Arial Narrow"/>
                <w:b/>
                <w:i/>
              </w:rPr>
            </w:pPr>
            <w:r>
              <w:rPr>
                <w:rFonts w:ascii="Arial Narrow" w:hAnsi="Arial Narrow"/>
                <w:b/>
                <w:i/>
              </w:rPr>
              <w:t>STADIUM</w:t>
            </w:r>
          </w:p>
        </w:tc>
        <w:tc>
          <w:tcPr>
            <w:tcW w:w="6946" w:type="dxa"/>
            <w:vAlign w:val="center"/>
          </w:tcPr>
          <w:p w14:paraId="3C82E4B5" w14:textId="77777777" w:rsidR="005168E9" w:rsidRPr="00526FAD" w:rsidRDefault="005168E9" w:rsidP="00A8001F">
            <w:pPr>
              <w:jc w:val="center"/>
              <w:rPr>
                <w:rFonts w:ascii="Arial Black" w:hAnsi="Arial Black" w:cs="Arial"/>
                <w:b/>
                <w:sz w:val="56"/>
                <w:szCs w:val="5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526FAD">
              <w:rPr>
                <w:rFonts w:ascii="Arial Black" w:hAnsi="Arial Black" w:cs="Arial"/>
                <w:b/>
                <w:sz w:val="56"/>
                <w:szCs w:val="5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PROJEKT</w:t>
            </w:r>
          </w:p>
          <w:p w14:paraId="048CC880" w14:textId="77777777" w:rsidR="00E57157" w:rsidRPr="00526FAD" w:rsidRDefault="00A37B39" w:rsidP="00A8001F">
            <w:pPr>
              <w:jc w:val="center"/>
              <w:rPr>
                <w:rFonts w:ascii="Arial Black" w:hAnsi="Arial Black" w:cs="Arial"/>
                <w:b/>
                <w:outline/>
                <w:color w:val="000000"/>
                <w:sz w:val="52"/>
                <w:szCs w:val="52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rFonts w:ascii="Arial Black" w:hAnsi="Arial Black" w:cs="Arial"/>
                <w:b/>
                <w:outline/>
                <w:sz w:val="56"/>
                <w:szCs w:val="56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ARCHITEKTONICZNY</w:t>
            </w:r>
          </w:p>
        </w:tc>
      </w:tr>
    </w:tbl>
    <w:p w14:paraId="6DDF10A6" w14:textId="77777777" w:rsidR="002512A6" w:rsidRDefault="002512A6" w:rsidP="00BB691B">
      <w:pPr>
        <w:jc w:val="both"/>
        <w:rPr>
          <w:rFonts w:ascii="Arial" w:hAnsi="Arial"/>
          <w:sz w:val="28"/>
          <w:szCs w:val="28"/>
        </w:rPr>
      </w:pPr>
    </w:p>
    <w:p w14:paraId="218EB1C8" w14:textId="77777777" w:rsidR="002512A6" w:rsidRDefault="002512A6" w:rsidP="00BB691B">
      <w:pPr>
        <w:jc w:val="both"/>
        <w:rPr>
          <w:rFonts w:ascii="Arial" w:hAnsi="Arial" w:cs="Arial"/>
        </w:rPr>
      </w:pPr>
    </w:p>
    <w:tbl>
      <w:tblPr>
        <w:tblW w:w="9214" w:type="dxa"/>
        <w:tblInd w:w="108" w:type="dxa"/>
        <w:tblBorders>
          <w:top w:val="threeDEngrave" w:sz="24" w:space="0" w:color="auto"/>
          <w:left w:val="threeDEngrave" w:sz="24" w:space="0" w:color="auto"/>
          <w:bottom w:val="threeDEmboss" w:sz="24" w:space="0" w:color="auto"/>
          <w:right w:val="threeDEmboss" w:sz="24" w:space="0" w:color="auto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2410"/>
        <w:gridCol w:w="1134"/>
        <w:gridCol w:w="2551"/>
      </w:tblGrid>
      <w:tr w:rsidR="00662350" w:rsidRPr="00AC5797" w14:paraId="3F68F080" w14:textId="77777777" w:rsidTr="00B965FB">
        <w:trPr>
          <w:trHeight w:val="368"/>
        </w:trPr>
        <w:tc>
          <w:tcPr>
            <w:tcW w:w="3119" w:type="dxa"/>
            <w:shd w:val="clear" w:color="auto" w:fill="auto"/>
            <w:vAlign w:val="center"/>
          </w:tcPr>
          <w:p w14:paraId="7A471AB2" w14:textId="77777777" w:rsidR="00662350" w:rsidRPr="00D609BD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Sprawdzający</w:t>
            </w:r>
          </w:p>
          <w:p w14:paraId="14D82517" w14:textId="77777777" w:rsidR="00662350" w:rsidRPr="00D609BD" w:rsidRDefault="00662350" w:rsidP="00662350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i/>
                <w:sz w:val="16"/>
                <w:szCs w:val="16"/>
              </w:rPr>
              <w:t xml:space="preserve"> (Imię i Nazwisko)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31391BC" w14:textId="77777777" w:rsidR="00662350" w:rsidRPr="00D609BD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Specjalność</w:t>
            </w:r>
          </w:p>
          <w:p w14:paraId="60CAC3D8" w14:textId="77777777" w:rsidR="00662350" w:rsidRPr="00D609BD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Numer uprawnień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C81A8C" w14:textId="77777777" w:rsidR="00662350" w:rsidRPr="00D609BD" w:rsidRDefault="00662350" w:rsidP="00662350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Data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0AF47F8" w14:textId="77777777" w:rsidR="00662350" w:rsidRPr="00D609BD" w:rsidRDefault="00662350" w:rsidP="00662350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bCs/>
                <w:i/>
                <w:sz w:val="16"/>
                <w:szCs w:val="16"/>
              </w:rPr>
              <w:t>Podpis</w:t>
            </w:r>
          </w:p>
        </w:tc>
      </w:tr>
      <w:tr w:rsidR="00662350" w:rsidRPr="00AC5797" w14:paraId="4584065D" w14:textId="77777777" w:rsidTr="00B965FB">
        <w:trPr>
          <w:trHeight w:val="828"/>
        </w:trPr>
        <w:tc>
          <w:tcPr>
            <w:tcW w:w="3119" w:type="dxa"/>
            <w:shd w:val="clear" w:color="auto" w:fill="auto"/>
            <w:vAlign w:val="center"/>
          </w:tcPr>
          <w:p w14:paraId="37DF3E8F" w14:textId="77777777" w:rsidR="00662350" w:rsidRPr="00D609BD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 xml:space="preserve">mgr inż. Joachim Borowski 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A6FC88C" w14:textId="77777777" w:rsidR="00662350" w:rsidRPr="00D609BD" w:rsidRDefault="00662350" w:rsidP="00662350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  <w:p w14:paraId="11C2226E" w14:textId="77777777" w:rsidR="00662350" w:rsidRPr="00D609BD" w:rsidRDefault="00662350" w:rsidP="004F10B0">
            <w:pPr>
              <w:rPr>
                <w:rFonts w:ascii="Arial Narrow" w:hAnsi="Arial Narrow"/>
                <w:i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FAF92A7" w14:textId="77777777" w:rsidR="00662350" w:rsidRPr="00D609BD" w:rsidRDefault="009003E2" w:rsidP="00662350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>03.2023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D99EF73" w14:textId="77777777" w:rsidR="00662350" w:rsidRPr="00D609BD" w:rsidRDefault="00662350" w:rsidP="00662350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</w:tr>
      <w:tr w:rsidR="00662350" w:rsidRPr="00AC5797" w14:paraId="45B1779E" w14:textId="77777777" w:rsidTr="00B965FB">
        <w:trPr>
          <w:trHeight w:val="505"/>
        </w:trPr>
        <w:tc>
          <w:tcPr>
            <w:tcW w:w="3119" w:type="dxa"/>
            <w:shd w:val="clear" w:color="auto" w:fill="auto"/>
            <w:vAlign w:val="center"/>
          </w:tcPr>
          <w:p w14:paraId="74F4F3BA" w14:textId="77777777" w:rsidR="00662350" w:rsidRPr="00D609BD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Projektant</w:t>
            </w:r>
          </w:p>
          <w:p w14:paraId="74370D85" w14:textId="77777777" w:rsidR="00662350" w:rsidRPr="00D609BD" w:rsidRDefault="00662350" w:rsidP="00662350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i/>
                <w:sz w:val="16"/>
                <w:szCs w:val="16"/>
              </w:rPr>
              <w:t xml:space="preserve"> (Imię i Nazwisko)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F0E9755" w14:textId="77777777" w:rsidR="00662350" w:rsidRPr="00D609BD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Specjalność</w:t>
            </w:r>
          </w:p>
          <w:p w14:paraId="6DD086FF" w14:textId="77777777" w:rsidR="00662350" w:rsidRPr="00D609BD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Numer uprawnień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D7CCDC" w14:textId="77777777" w:rsidR="00662350" w:rsidRPr="00D609BD" w:rsidRDefault="00662350" w:rsidP="00662350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Data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8DB073D" w14:textId="77777777" w:rsidR="00662350" w:rsidRPr="00D609BD" w:rsidRDefault="00662350" w:rsidP="00662350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bCs/>
                <w:i/>
                <w:sz w:val="16"/>
                <w:szCs w:val="16"/>
              </w:rPr>
              <w:t>Podpis</w:t>
            </w:r>
          </w:p>
        </w:tc>
      </w:tr>
      <w:tr w:rsidR="00662350" w:rsidRPr="00AC5797" w14:paraId="1B19AC55" w14:textId="77777777" w:rsidTr="00B965FB">
        <w:trPr>
          <w:trHeight w:val="877"/>
        </w:trPr>
        <w:tc>
          <w:tcPr>
            <w:tcW w:w="3119" w:type="dxa"/>
            <w:shd w:val="clear" w:color="auto" w:fill="auto"/>
            <w:vAlign w:val="center"/>
          </w:tcPr>
          <w:p w14:paraId="4446B4AD" w14:textId="77777777" w:rsidR="00662350" w:rsidRPr="00D609BD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inż. Wiesław Borowski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4A727B6" w14:textId="77777777" w:rsidR="00662350" w:rsidRPr="00D609BD" w:rsidRDefault="00662350" w:rsidP="004F10B0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BAB4569" w14:textId="77777777" w:rsidR="00662350" w:rsidRPr="00D609BD" w:rsidRDefault="009003E2" w:rsidP="00662350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>03.2023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492B43F" w14:textId="77777777" w:rsidR="00662350" w:rsidRPr="00D609BD" w:rsidRDefault="00662350" w:rsidP="00662350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</w:tr>
      <w:tr w:rsidR="00662350" w:rsidRPr="00AC5797" w14:paraId="5DABDDDE" w14:textId="77777777" w:rsidTr="00B965FB">
        <w:trPr>
          <w:trHeight w:val="877"/>
        </w:trPr>
        <w:tc>
          <w:tcPr>
            <w:tcW w:w="3119" w:type="dxa"/>
            <w:shd w:val="clear" w:color="auto" w:fill="auto"/>
            <w:vAlign w:val="center"/>
          </w:tcPr>
          <w:p w14:paraId="42F4EB61" w14:textId="77777777" w:rsidR="00662350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Asystent projektanta</w:t>
            </w:r>
          </w:p>
          <w:p w14:paraId="48F6D269" w14:textId="77777777" w:rsidR="00662350" w:rsidRPr="00D609BD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>
              <w:rPr>
                <w:rFonts w:ascii="Arial" w:hAnsi="Arial"/>
                <w:b/>
                <w:i/>
                <w:sz w:val="16"/>
                <w:szCs w:val="16"/>
              </w:rPr>
              <w:t>Opracował</w:t>
            </w:r>
          </w:p>
          <w:p w14:paraId="3FF2EEBF" w14:textId="77777777" w:rsidR="00662350" w:rsidRPr="00D609BD" w:rsidRDefault="00662350" w:rsidP="00662350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i/>
                <w:sz w:val="16"/>
                <w:szCs w:val="16"/>
              </w:rPr>
              <w:t>(Imię i Nazwisko)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5BDDEBD" w14:textId="77777777" w:rsidR="00662350" w:rsidRPr="00D609BD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Specjalność</w:t>
            </w:r>
          </w:p>
          <w:p w14:paraId="4016F232" w14:textId="77777777" w:rsidR="00662350" w:rsidRPr="00D609BD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Numer uprawnień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563377" w14:textId="77777777" w:rsidR="00662350" w:rsidRPr="00D609BD" w:rsidRDefault="00662350" w:rsidP="00662350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Data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5014B20" w14:textId="77777777" w:rsidR="00662350" w:rsidRPr="00D609BD" w:rsidRDefault="00662350" w:rsidP="00662350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bCs/>
                <w:i/>
                <w:sz w:val="16"/>
                <w:szCs w:val="16"/>
              </w:rPr>
              <w:t>Podpis</w:t>
            </w:r>
          </w:p>
        </w:tc>
      </w:tr>
      <w:tr w:rsidR="00662350" w:rsidRPr="00AC5797" w14:paraId="31EDFA6D" w14:textId="77777777" w:rsidTr="00B97AEB">
        <w:trPr>
          <w:trHeight w:val="51"/>
        </w:trPr>
        <w:tc>
          <w:tcPr>
            <w:tcW w:w="3119" w:type="dxa"/>
            <w:shd w:val="clear" w:color="auto" w:fill="auto"/>
            <w:vAlign w:val="center"/>
          </w:tcPr>
          <w:p w14:paraId="256B8649" w14:textId="77777777" w:rsidR="00662350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Maciej Borowski</w:t>
            </w:r>
          </w:p>
          <w:p w14:paraId="290B62EE" w14:textId="77777777" w:rsidR="00662350" w:rsidRPr="00D609BD" w:rsidRDefault="00662350" w:rsidP="00662350">
            <w:pPr>
              <w:rPr>
                <w:rFonts w:ascii="Arial" w:hAnsi="Arial"/>
                <w:b/>
                <w:i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4DF1815" w14:textId="77777777" w:rsidR="00662350" w:rsidRPr="00D609BD" w:rsidRDefault="00662350" w:rsidP="00662350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DABAC60" w14:textId="77777777" w:rsidR="00662350" w:rsidRPr="00D609BD" w:rsidRDefault="009003E2" w:rsidP="00662350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>03.2023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E00DB67" w14:textId="77777777" w:rsidR="00662350" w:rsidRPr="00D609BD" w:rsidRDefault="00662350" w:rsidP="00662350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</w:tr>
    </w:tbl>
    <w:p w14:paraId="11ACF2C1" w14:textId="77777777" w:rsidR="00C761B2" w:rsidRDefault="00C761B2" w:rsidP="001763D7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14:paraId="32E990B5" w14:textId="77777777" w:rsidR="00DE0C4E" w:rsidRDefault="00DE0C4E" w:rsidP="001763D7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14:paraId="45614B3E" w14:textId="77777777" w:rsidR="00DE0C4E" w:rsidRDefault="00DE0C4E" w:rsidP="001763D7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14:paraId="40905B0C" w14:textId="77777777" w:rsidR="00DE0C4E" w:rsidRDefault="00DE0C4E" w:rsidP="001763D7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14:paraId="7D01A6CF" w14:textId="77777777" w:rsidR="00DE0C4E" w:rsidRDefault="00DE0C4E" w:rsidP="001763D7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14:paraId="43695008" w14:textId="77777777" w:rsidR="00DE0C4E" w:rsidRDefault="00DE0C4E" w:rsidP="00DE0C4E">
      <w:pPr>
        <w:pStyle w:val="Akapitzlist"/>
        <w:rPr>
          <w:b/>
          <w:sz w:val="22"/>
          <w:szCs w:val="22"/>
        </w:rPr>
      </w:pPr>
    </w:p>
    <w:p w14:paraId="3A300E0F" w14:textId="77777777" w:rsidR="00DE0C4E" w:rsidRDefault="00DE0C4E" w:rsidP="009003E2">
      <w:pPr>
        <w:rPr>
          <w:b/>
          <w:sz w:val="22"/>
          <w:szCs w:val="22"/>
        </w:rPr>
      </w:pPr>
    </w:p>
    <w:p w14:paraId="60983668" w14:textId="77777777" w:rsidR="009003E2" w:rsidRPr="009003E2" w:rsidRDefault="009003E2" w:rsidP="009003E2">
      <w:pPr>
        <w:rPr>
          <w:b/>
          <w:sz w:val="22"/>
          <w:szCs w:val="22"/>
        </w:rPr>
      </w:pPr>
    </w:p>
    <w:p w14:paraId="4A6C0F45" w14:textId="77777777" w:rsidR="00DE0C4E" w:rsidRDefault="00DE0C4E" w:rsidP="00DE0C4E">
      <w:pPr>
        <w:pStyle w:val="Akapitzlist"/>
        <w:rPr>
          <w:b/>
          <w:sz w:val="22"/>
          <w:szCs w:val="22"/>
        </w:rPr>
      </w:pPr>
    </w:p>
    <w:p w14:paraId="2E929B97" w14:textId="77777777" w:rsidR="00F87438" w:rsidRPr="007E167A" w:rsidRDefault="00F87438" w:rsidP="00F87438">
      <w:p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  <w:u w:val="single"/>
        </w:rPr>
      </w:pPr>
      <w:r w:rsidRPr="007E167A">
        <w:rPr>
          <w:b/>
          <w:sz w:val="28"/>
          <w:szCs w:val="24"/>
          <w:u w:val="single"/>
        </w:rPr>
        <w:lastRenderedPageBreak/>
        <w:t>Spis treści projektu technicznego</w:t>
      </w:r>
    </w:p>
    <w:p w14:paraId="4967BB4F" w14:textId="77777777" w:rsidR="00F87438" w:rsidRPr="007E167A" w:rsidRDefault="00F87438" w:rsidP="00F87438">
      <w:pPr>
        <w:pBdr>
          <w:top w:val="nil"/>
          <w:left w:val="nil"/>
          <w:bottom w:val="nil"/>
          <w:right w:val="nil"/>
          <w:between w:val="nil"/>
        </w:pBdr>
        <w:ind w:hanging="2"/>
        <w:rPr>
          <w:sz w:val="24"/>
          <w:szCs w:val="24"/>
        </w:rPr>
      </w:pPr>
      <w:r w:rsidRPr="007E167A">
        <w:rPr>
          <w:b/>
          <w:sz w:val="24"/>
          <w:szCs w:val="24"/>
        </w:rPr>
        <w:t xml:space="preserve">I. Dokumenty dołączone do projektu </w:t>
      </w:r>
    </w:p>
    <w:p w14:paraId="2B899C2B" w14:textId="77777777" w:rsidR="00F87438" w:rsidRPr="00A37314" w:rsidRDefault="00F87438" w:rsidP="00F87438">
      <w:pPr>
        <w:pStyle w:val="Akapitzlist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contextualSpacing w:val="0"/>
        <w:textDirection w:val="btLr"/>
        <w:textAlignment w:val="top"/>
        <w:outlineLvl w:val="0"/>
        <w:rPr>
          <w:sz w:val="24"/>
          <w:szCs w:val="24"/>
        </w:rPr>
      </w:pPr>
      <w:r w:rsidRPr="00A37314">
        <w:rPr>
          <w:sz w:val="24"/>
          <w:szCs w:val="24"/>
        </w:rPr>
        <w:t>Kopia decyzji o nadaniu uprawnień budowlanych projektanta</w:t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  <w:t>str.</w:t>
      </w:r>
      <w:r>
        <w:rPr>
          <w:sz w:val="24"/>
          <w:szCs w:val="24"/>
        </w:rPr>
        <w:t>2</w:t>
      </w:r>
    </w:p>
    <w:p w14:paraId="5938E8A0" w14:textId="77777777" w:rsidR="00F87438" w:rsidRPr="00A37314" w:rsidRDefault="00F87438" w:rsidP="00F87438">
      <w:pPr>
        <w:pStyle w:val="Akapitzlist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contextualSpacing w:val="0"/>
        <w:textDirection w:val="btLr"/>
        <w:textAlignment w:val="top"/>
        <w:outlineLvl w:val="0"/>
        <w:rPr>
          <w:sz w:val="24"/>
          <w:szCs w:val="24"/>
        </w:rPr>
      </w:pPr>
      <w:r w:rsidRPr="00A37314">
        <w:rPr>
          <w:sz w:val="24"/>
          <w:szCs w:val="24"/>
        </w:rPr>
        <w:t>Kopia zaświadczenia o przynależności projektanta</w:t>
      </w:r>
    </w:p>
    <w:p w14:paraId="77411524" w14:textId="77777777" w:rsidR="00F87438" w:rsidRDefault="00F87438" w:rsidP="00F87438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sz w:val="24"/>
          <w:szCs w:val="24"/>
        </w:rPr>
      </w:pPr>
      <w:r w:rsidRPr="00A37314">
        <w:rPr>
          <w:sz w:val="24"/>
          <w:szCs w:val="24"/>
        </w:rPr>
        <w:t>do właściwej izby samorządu zawodowego</w:t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  <w:t>str.</w:t>
      </w:r>
      <w:r>
        <w:rPr>
          <w:sz w:val="24"/>
          <w:szCs w:val="24"/>
        </w:rPr>
        <w:t>3</w:t>
      </w:r>
    </w:p>
    <w:p w14:paraId="16D5102C" w14:textId="77777777" w:rsidR="00F87438" w:rsidRPr="009544E0" w:rsidRDefault="00F87438" w:rsidP="00F87438">
      <w:pPr>
        <w:pStyle w:val="Akapitzlist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contextualSpacing w:val="0"/>
        <w:textDirection w:val="btLr"/>
        <w:textAlignment w:val="top"/>
        <w:outlineLvl w:val="0"/>
        <w:rPr>
          <w:sz w:val="24"/>
          <w:szCs w:val="24"/>
        </w:rPr>
      </w:pPr>
      <w:r w:rsidRPr="009544E0">
        <w:rPr>
          <w:sz w:val="24"/>
          <w:szCs w:val="24"/>
        </w:rPr>
        <w:t xml:space="preserve">Kopia decyzji o nadaniu uprawnień budowlanych </w:t>
      </w:r>
      <w:r>
        <w:rPr>
          <w:sz w:val="24"/>
          <w:szCs w:val="24"/>
        </w:rPr>
        <w:t>sprawdzający</w:t>
      </w:r>
      <w:r w:rsidRPr="009544E0">
        <w:rPr>
          <w:sz w:val="24"/>
          <w:szCs w:val="24"/>
        </w:rPr>
        <w:tab/>
      </w:r>
      <w:r w:rsidRPr="009544E0">
        <w:rPr>
          <w:sz w:val="24"/>
          <w:szCs w:val="24"/>
        </w:rPr>
        <w:tab/>
        <w:t>str.</w:t>
      </w:r>
      <w:r>
        <w:rPr>
          <w:sz w:val="24"/>
          <w:szCs w:val="24"/>
        </w:rPr>
        <w:t>4</w:t>
      </w:r>
    </w:p>
    <w:p w14:paraId="06DA38D6" w14:textId="77777777" w:rsidR="00F87438" w:rsidRPr="00A37314" w:rsidRDefault="00F87438" w:rsidP="00F87438">
      <w:pPr>
        <w:pStyle w:val="Akapitzlist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contextualSpacing w:val="0"/>
        <w:textDirection w:val="btLr"/>
        <w:textAlignment w:val="top"/>
        <w:outlineLvl w:val="0"/>
        <w:rPr>
          <w:sz w:val="24"/>
          <w:szCs w:val="24"/>
        </w:rPr>
      </w:pPr>
      <w:r w:rsidRPr="00A37314">
        <w:rPr>
          <w:sz w:val="24"/>
          <w:szCs w:val="24"/>
        </w:rPr>
        <w:t xml:space="preserve">Kopia zaświadczenia o przynależności </w:t>
      </w:r>
      <w:r>
        <w:rPr>
          <w:sz w:val="24"/>
          <w:szCs w:val="24"/>
        </w:rPr>
        <w:t>sprawdzającego</w:t>
      </w:r>
    </w:p>
    <w:p w14:paraId="7CC31CD7" w14:textId="77777777" w:rsidR="00F87438" w:rsidRDefault="00F87438" w:rsidP="00F87438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sz w:val="24"/>
          <w:szCs w:val="24"/>
        </w:rPr>
      </w:pPr>
      <w:r w:rsidRPr="00A37314">
        <w:rPr>
          <w:sz w:val="24"/>
          <w:szCs w:val="24"/>
        </w:rPr>
        <w:t>do właściwej izby samorządu zawodowego</w:t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  <w:t>str.</w:t>
      </w:r>
      <w:r w:rsidR="00662350">
        <w:rPr>
          <w:sz w:val="24"/>
          <w:szCs w:val="24"/>
        </w:rPr>
        <w:t>5</w:t>
      </w:r>
    </w:p>
    <w:p w14:paraId="64365FA9" w14:textId="77777777" w:rsidR="00F87438" w:rsidRPr="00A37314" w:rsidRDefault="00F87438" w:rsidP="00F87438">
      <w:pPr>
        <w:pStyle w:val="Akapitzlist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contextualSpacing w:val="0"/>
        <w:textDirection w:val="btLr"/>
        <w:textAlignment w:val="top"/>
        <w:outlineLvl w:val="0"/>
        <w:rPr>
          <w:sz w:val="24"/>
          <w:szCs w:val="24"/>
        </w:rPr>
      </w:pPr>
      <w:r w:rsidRPr="00A37314">
        <w:rPr>
          <w:sz w:val="24"/>
          <w:szCs w:val="24"/>
        </w:rPr>
        <w:t>Oświadczenie projektanta o sporządzeniu projektu zgodni</w:t>
      </w:r>
    </w:p>
    <w:p w14:paraId="1500C478" w14:textId="77777777" w:rsidR="00F87438" w:rsidRPr="00A37314" w:rsidRDefault="00F87438" w:rsidP="00F87438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sz w:val="24"/>
          <w:szCs w:val="24"/>
        </w:rPr>
      </w:pPr>
      <w:r w:rsidRPr="00A37314">
        <w:rPr>
          <w:sz w:val="24"/>
          <w:szCs w:val="24"/>
        </w:rPr>
        <w:t xml:space="preserve"> z obowiązującymi przepisami i zasadami wiedzy technicznej</w:t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  <w:t>str.</w:t>
      </w:r>
      <w:r w:rsidR="00662350">
        <w:rPr>
          <w:sz w:val="24"/>
          <w:szCs w:val="24"/>
        </w:rPr>
        <w:t>6</w:t>
      </w:r>
    </w:p>
    <w:p w14:paraId="597DDC8D" w14:textId="77777777" w:rsidR="00F87438" w:rsidRDefault="00F87438" w:rsidP="008261BA">
      <w:pPr>
        <w:pStyle w:val="Akapitzlist"/>
        <w:rPr>
          <w:b/>
          <w:sz w:val="22"/>
          <w:szCs w:val="22"/>
        </w:rPr>
      </w:pPr>
    </w:p>
    <w:p w14:paraId="4C82E676" w14:textId="77777777" w:rsidR="00F87438" w:rsidRDefault="00F87438" w:rsidP="008261BA">
      <w:pPr>
        <w:pStyle w:val="Akapitzlist"/>
        <w:rPr>
          <w:b/>
          <w:sz w:val="22"/>
          <w:szCs w:val="22"/>
        </w:rPr>
      </w:pPr>
    </w:p>
    <w:p w14:paraId="54D02385" w14:textId="77777777" w:rsidR="008261BA" w:rsidRPr="00F87438" w:rsidRDefault="00F87438" w:rsidP="00F87438">
      <w:pPr>
        <w:pBdr>
          <w:top w:val="nil"/>
          <w:left w:val="nil"/>
          <w:bottom w:val="nil"/>
          <w:right w:val="nil"/>
          <w:between w:val="nil"/>
        </w:pBdr>
        <w:ind w:hanging="2"/>
        <w:rPr>
          <w:sz w:val="24"/>
          <w:szCs w:val="24"/>
        </w:rPr>
      </w:pPr>
      <w:r w:rsidRPr="00790783">
        <w:rPr>
          <w:b/>
          <w:sz w:val="24"/>
          <w:szCs w:val="24"/>
        </w:rPr>
        <w:t xml:space="preserve">II. Część opisowa </w:t>
      </w:r>
      <w:r w:rsidR="008261BA" w:rsidRPr="00F87438">
        <w:rPr>
          <w:b/>
          <w:sz w:val="22"/>
          <w:szCs w:val="22"/>
        </w:rPr>
        <w:tab/>
      </w:r>
      <w:r w:rsidR="008261BA" w:rsidRPr="00F87438">
        <w:rPr>
          <w:sz w:val="22"/>
          <w:szCs w:val="22"/>
        </w:rPr>
        <w:tab/>
      </w:r>
    </w:p>
    <w:p w14:paraId="4FEF794F" w14:textId="77777777" w:rsidR="008261BA" w:rsidRPr="00255345" w:rsidRDefault="008261BA" w:rsidP="008261BA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Opis</w:t>
      </w:r>
      <w:r w:rsidR="00A37B39">
        <w:rPr>
          <w:sz w:val="22"/>
          <w:szCs w:val="22"/>
        </w:rPr>
        <w:tab/>
      </w:r>
      <w:r w:rsidR="00A37B39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>
        <w:rPr>
          <w:sz w:val="22"/>
          <w:szCs w:val="22"/>
        </w:rPr>
        <w:tab/>
        <w:t>str.1</w:t>
      </w:r>
    </w:p>
    <w:p w14:paraId="310DBD4B" w14:textId="77777777" w:rsidR="00DE0C4E" w:rsidRDefault="00DE0C4E" w:rsidP="008261BA">
      <w:pPr>
        <w:pStyle w:val="Tekstpodstawowy"/>
        <w:ind w:left="709" w:firstLine="709"/>
        <w:rPr>
          <w:b w:val="0"/>
          <w:sz w:val="22"/>
          <w:szCs w:val="22"/>
        </w:rPr>
      </w:pPr>
    </w:p>
    <w:p w14:paraId="7723A7CE" w14:textId="77777777"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14:paraId="2DE98791" w14:textId="77777777"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14:paraId="730297B8" w14:textId="77777777"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14:paraId="45836A13" w14:textId="77777777"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14:paraId="5D893B09" w14:textId="77777777"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14:paraId="74AAA3D4" w14:textId="77777777"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14:paraId="515BFADE" w14:textId="77777777"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14:paraId="50B4046B" w14:textId="77777777"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14:paraId="251A5AAF" w14:textId="77777777"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14:paraId="7F15AEEE" w14:textId="77777777"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14:paraId="7DE4EBF9" w14:textId="77777777"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14:paraId="523DB80D" w14:textId="77777777"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14:paraId="24CAA9A9" w14:textId="77777777"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14:paraId="0DDB7132" w14:textId="77777777"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14:paraId="36923281" w14:textId="77777777"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14:paraId="21A84034" w14:textId="77777777"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14:paraId="4EB3CD5A" w14:textId="77777777"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14:paraId="62D9D3F4" w14:textId="77777777"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14:paraId="59A524CF" w14:textId="77777777"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14:paraId="2F820BFE" w14:textId="77777777"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14:paraId="2B12CD3E" w14:textId="77777777"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14:paraId="0B587F52" w14:textId="77777777"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14:paraId="5D191E51" w14:textId="77777777"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14:paraId="27ACE5BD" w14:textId="77777777"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14:paraId="2EF6551C" w14:textId="77777777"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14:paraId="3B2BD7A8" w14:textId="77777777"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14:paraId="1BFD229F" w14:textId="77777777" w:rsidR="00F87438" w:rsidRDefault="00F87438" w:rsidP="00DE0C4E">
      <w:pPr>
        <w:pStyle w:val="Tekstpodstawowy"/>
        <w:rPr>
          <w:b w:val="0"/>
          <w:sz w:val="22"/>
          <w:szCs w:val="22"/>
        </w:rPr>
      </w:pPr>
    </w:p>
    <w:p w14:paraId="5925F864" w14:textId="77777777" w:rsidR="00F87438" w:rsidRDefault="00F87438" w:rsidP="00DE0C4E">
      <w:pPr>
        <w:pStyle w:val="Tekstpodstawowy"/>
        <w:rPr>
          <w:b w:val="0"/>
          <w:sz w:val="22"/>
          <w:szCs w:val="22"/>
        </w:rPr>
      </w:pPr>
    </w:p>
    <w:p w14:paraId="20B6EADF" w14:textId="77777777" w:rsidR="008261BA" w:rsidRDefault="008261BA" w:rsidP="00DE0C4E">
      <w:pPr>
        <w:pStyle w:val="Tekstpodstawowy"/>
        <w:rPr>
          <w:b w:val="0"/>
          <w:sz w:val="22"/>
          <w:szCs w:val="22"/>
        </w:rPr>
      </w:pPr>
    </w:p>
    <w:p w14:paraId="245D3EFC" w14:textId="77777777" w:rsidR="008261BA" w:rsidRDefault="008261BA" w:rsidP="00DE0C4E">
      <w:pPr>
        <w:pStyle w:val="Tekstpodstawowy"/>
        <w:rPr>
          <w:b w:val="0"/>
          <w:sz w:val="22"/>
          <w:szCs w:val="22"/>
        </w:rPr>
      </w:pPr>
    </w:p>
    <w:p w14:paraId="28461873" w14:textId="77777777" w:rsidR="00A37B39" w:rsidRDefault="00A37B39" w:rsidP="00DE0C4E">
      <w:pPr>
        <w:pStyle w:val="Tekstpodstawowy"/>
        <w:rPr>
          <w:b w:val="0"/>
          <w:sz w:val="22"/>
          <w:szCs w:val="22"/>
        </w:rPr>
      </w:pPr>
    </w:p>
    <w:p w14:paraId="2424B185" w14:textId="77777777" w:rsidR="00A37B39" w:rsidRDefault="00A37B39" w:rsidP="00DE0C4E">
      <w:pPr>
        <w:pStyle w:val="Tekstpodstawowy"/>
        <w:rPr>
          <w:b w:val="0"/>
          <w:sz w:val="22"/>
          <w:szCs w:val="22"/>
        </w:rPr>
      </w:pPr>
    </w:p>
    <w:p w14:paraId="2EBB0892" w14:textId="77777777" w:rsidR="00A37B39" w:rsidRDefault="00A37B39" w:rsidP="00DE0C4E">
      <w:pPr>
        <w:pStyle w:val="Tekstpodstawowy"/>
        <w:rPr>
          <w:b w:val="0"/>
          <w:sz w:val="22"/>
          <w:szCs w:val="22"/>
        </w:rPr>
      </w:pPr>
    </w:p>
    <w:p w14:paraId="584486EE" w14:textId="77777777" w:rsidR="00A37B39" w:rsidRDefault="00A37B39" w:rsidP="00DE0C4E">
      <w:pPr>
        <w:pStyle w:val="Tekstpodstawowy"/>
        <w:rPr>
          <w:b w:val="0"/>
          <w:sz w:val="22"/>
          <w:szCs w:val="22"/>
        </w:rPr>
      </w:pPr>
    </w:p>
    <w:p w14:paraId="57F933A6" w14:textId="77777777" w:rsidR="00A37B39" w:rsidRDefault="00A37B39" w:rsidP="00DE0C4E">
      <w:pPr>
        <w:pStyle w:val="Tekstpodstawowy"/>
        <w:rPr>
          <w:b w:val="0"/>
          <w:sz w:val="22"/>
          <w:szCs w:val="22"/>
        </w:rPr>
      </w:pPr>
    </w:p>
    <w:p w14:paraId="0E3F4352" w14:textId="77777777" w:rsidR="00A37B39" w:rsidRDefault="00A37B39" w:rsidP="00DE0C4E">
      <w:pPr>
        <w:pStyle w:val="Tekstpodstawowy"/>
        <w:rPr>
          <w:b w:val="0"/>
          <w:sz w:val="22"/>
          <w:szCs w:val="22"/>
        </w:rPr>
      </w:pPr>
    </w:p>
    <w:p w14:paraId="2C06565D" w14:textId="77777777" w:rsidR="009003E2" w:rsidRDefault="009003E2" w:rsidP="00DE0C4E">
      <w:pPr>
        <w:pStyle w:val="Tekstpodstawowy"/>
        <w:rPr>
          <w:b w:val="0"/>
          <w:sz w:val="22"/>
          <w:szCs w:val="22"/>
        </w:rPr>
      </w:pPr>
    </w:p>
    <w:p w14:paraId="0A2C02C2" w14:textId="77777777" w:rsidR="00A008CE" w:rsidRDefault="00A008CE" w:rsidP="00DE0C4E">
      <w:pPr>
        <w:pStyle w:val="Tekstpodstawowy"/>
        <w:rPr>
          <w:b w:val="0"/>
          <w:sz w:val="22"/>
          <w:szCs w:val="22"/>
        </w:rPr>
      </w:pPr>
    </w:p>
    <w:p w14:paraId="55727F34" w14:textId="77777777" w:rsidR="00A008CE" w:rsidRDefault="00A008CE" w:rsidP="00DE0C4E">
      <w:pPr>
        <w:pStyle w:val="Tekstpodstawowy"/>
        <w:rPr>
          <w:b w:val="0"/>
          <w:sz w:val="22"/>
          <w:szCs w:val="22"/>
        </w:rPr>
      </w:pPr>
    </w:p>
    <w:p w14:paraId="2486C69C" w14:textId="77777777" w:rsidR="00DE0C4E" w:rsidRPr="00D609BD" w:rsidRDefault="00DE0C4E" w:rsidP="00A008CE">
      <w:pPr>
        <w:jc w:val="center"/>
        <w:rPr>
          <w:rFonts w:ascii="Arial" w:hAnsi="Arial"/>
          <w:sz w:val="16"/>
          <w:szCs w:val="16"/>
        </w:rPr>
      </w:pPr>
      <w:r w:rsidRPr="00D609BD">
        <w:rPr>
          <w:rFonts w:ascii="Arial" w:hAnsi="Arial"/>
          <w:sz w:val="16"/>
          <w:szCs w:val="16"/>
        </w:rPr>
        <w:t>OŚWIADCZENIE</w:t>
      </w:r>
    </w:p>
    <w:p w14:paraId="617E048B" w14:textId="77777777" w:rsidR="00DE0C4E" w:rsidRPr="00DE0C4E" w:rsidRDefault="00AF27D7" w:rsidP="00DE0C4E">
      <w:pPr>
        <w:jc w:val="center"/>
        <w:rPr>
          <w:sz w:val="24"/>
          <w:szCs w:val="24"/>
        </w:rPr>
      </w:pPr>
      <w:r w:rsidRPr="00EC792D">
        <w:rPr>
          <w:sz w:val="24"/>
          <w:szCs w:val="24"/>
        </w:rPr>
        <w:t xml:space="preserve">Zgodnie z art. </w:t>
      </w:r>
      <w:r>
        <w:rPr>
          <w:sz w:val="24"/>
          <w:szCs w:val="24"/>
        </w:rPr>
        <w:t>34 ust. 3d</w:t>
      </w:r>
      <w:r w:rsidRPr="00EC792D">
        <w:rPr>
          <w:sz w:val="24"/>
          <w:szCs w:val="24"/>
        </w:rPr>
        <w:t xml:space="preserve"> Prawa </w:t>
      </w:r>
      <w:r>
        <w:rPr>
          <w:sz w:val="24"/>
          <w:szCs w:val="24"/>
        </w:rPr>
        <w:t>Budowlanego (Dz.U. 2021</w:t>
      </w:r>
      <w:r w:rsidRPr="00EC792D">
        <w:rPr>
          <w:sz w:val="24"/>
          <w:szCs w:val="24"/>
        </w:rPr>
        <w:t xml:space="preserve"> poz. </w:t>
      </w:r>
      <w:r>
        <w:rPr>
          <w:sz w:val="24"/>
          <w:szCs w:val="24"/>
        </w:rPr>
        <w:t>2351</w:t>
      </w:r>
      <w:r w:rsidRPr="00EC792D">
        <w:rPr>
          <w:sz w:val="24"/>
          <w:szCs w:val="24"/>
        </w:rPr>
        <w:t xml:space="preserve"> ze zm.)</w:t>
      </w:r>
      <w:r w:rsidR="00DE0C4E" w:rsidRPr="00DE0C4E">
        <w:rPr>
          <w:sz w:val="24"/>
          <w:szCs w:val="24"/>
        </w:rPr>
        <w:t xml:space="preserve"> oświadczam, że opracowany przeze mnie projekt zagospodarowania terenu został sporządzony zgodnie z obowiązującymi przepisami, jako projektant/sprawdzający projektu budowlanego części elektrycznej zamierzenia budowlanego pod nazwą „</w:t>
      </w:r>
      <w:r w:rsidR="00A008CE" w:rsidRPr="00A008CE">
        <w:rPr>
          <w:b/>
          <w:sz w:val="24"/>
          <w:szCs w:val="24"/>
        </w:rPr>
        <w:t xml:space="preserve">Przebudowa drogi </w:t>
      </w:r>
      <w:r w:rsidR="00D902CD">
        <w:rPr>
          <w:b/>
          <w:sz w:val="24"/>
          <w:szCs w:val="24"/>
        </w:rPr>
        <w:t>gminnej</w:t>
      </w:r>
      <w:r w:rsidR="00A008CE" w:rsidRPr="00A008CE">
        <w:rPr>
          <w:b/>
          <w:sz w:val="24"/>
          <w:szCs w:val="24"/>
        </w:rPr>
        <w:t xml:space="preserve"> w zakresie  budowy</w:t>
      </w:r>
      <w:r w:rsidR="00DE0C4E" w:rsidRPr="00A008CE">
        <w:rPr>
          <w:b/>
          <w:sz w:val="24"/>
          <w:szCs w:val="24"/>
        </w:rPr>
        <w:t xml:space="preserve"> sieci oświetlenia ulicznego w miejscowości </w:t>
      </w:r>
      <w:r w:rsidR="00D902CD">
        <w:rPr>
          <w:b/>
          <w:sz w:val="24"/>
          <w:szCs w:val="24"/>
        </w:rPr>
        <w:t>Włodzice Małe</w:t>
      </w:r>
      <w:r w:rsidR="00DE0C4E" w:rsidRPr="00DE0C4E">
        <w:rPr>
          <w:b/>
          <w:sz w:val="24"/>
          <w:szCs w:val="24"/>
        </w:rPr>
        <w:t>”</w:t>
      </w:r>
      <w:r w:rsidR="00DE0C4E" w:rsidRPr="00DE0C4E">
        <w:rPr>
          <w:sz w:val="24"/>
          <w:szCs w:val="24"/>
        </w:rPr>
        <w:t xml:space="preserve"> został zaprojektowany i sprawdzony na podstawie posiadanych uprawnień budowlanych zgodnie z obowiązującymi przepisami, zasadami wiedzy technicznej oraz wytycznymi inwestora i jest kompletny z punktu widzenia celu, któremu ma służyć.</w:t>
      </w:r>
    </w:p>
    <w:p w14:paraId="3A813957" w14:textId="77777777" w:rsidR="00DE0C4E" w:rsidRDefault="00DE0C4E" w:rsidP="00DE0C4E">
      <w:pPr>
        <w:jc w:val="both"/>
        <w:rPr>
          <w:sz w:val="16"/>
          <w:szCs w:val="16"/>
        </w:rPr>
      </w:pPr>
    </w:p>
    <w:tbl>
      <w:tblPr>
        <w:tblW w:w="9214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946"/>
      </w:tblGrid>
      <w:tr w:rsidR="00D902CD" w14:paraId="46E5B210" w14:textId="77777777" w:rsidTr="00A85C12">
        <w:tc>
          <w:tcPr>
            <w:tcW w:w="2268" w:type="dxa"/>
            <w:shd w:val="pct5" w:color="auto" w:fill="FFFFFF"/>
            <w:vAlign w:val="center"/>
          </w:tcPr>
          <w:p w14:paraId="0A818737" w14:textId="77777777" w:rsidR="00D902CD" w:rsidRDefault="00D902CD" w:rsidP="00D902CD">
            <w:pPr>
              <w:jc w:val="center"/>
              <w:rPr>
                <w:rFonts w:ascii="Arial Narrow" w:hAnsi="Arial Narrow"/>
                <w:b/>
                <w:i/>
                <w:sz w:val="28"/>
              </w:rPr>
            </w:pPr>
            <w:r>
              <w:rPr>
                <w:rFonts w:ascii="Arial Narrow" w:hAnsi="Arial Narrow"/>
                <w:b/>
                <w:i/>
                <w:sz w:val="28"/>
              </w:rPr>
              <w:t>TEMAT</w:t>
            </w:r>
          </w:p>
        </w:tc>
        <w:tc>
          <w:tcPr>
            <w:tcW w:w="6946" w:type="dxa"/>
          </w:tcPr>
          <w:p w14:paraId="262CFCD5" w14:textId="77777777" w:rsidR="00D902CD" w:rsidRPr="000B522C" w:rsidRDefault="00D902CD" w:rsidP="00D902CD">
            <w:pPr>
              <w:jc w:val="center"/>
              <w:rPr>
                <w:rFonts w:ascii="Arial Narrow" w:hAnsi="Arial Narrow"/>
                <w:b/>
                <w:i/>
                <w:sz w:val="16"/>
                <w:szCs w:val="16"/>
              </w:rPr>
            </w:pPr>
          </w:p>
          <w:p w14:paraId="26EC4588" w14:textId="77777777" w:rsidR="00D902CD" w:rsidRDefault="00D902CD" w:rsidP="00D902CD">
            <w:pPr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 xml:space="preserve">PRZEBUDOWA DROGI GMINNEJ W </w:t>
            </w:r>
          </w:p>
          <w:p w14:paraId="51343731" w14:textId="77777777" w:rsidR="00D902CD" w:rsidRDefault="00D902CD" w:rsidP="00D902CD">
            <w:pPr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 xml:space="preserve">ZAKRESIE BUDOWY OŚWIETLENIA </w:t>
            </w:r>
          </w:p>
          <w:p w14:paraId="5B3622E6" w14:textId="77777777" w:rsidR="00D902CD" w:rsidRPr="00286864" w:rsidRDefault="00D902CD" w:rsidP="00D902CD">
            <w:pPr>
              <w:jc w:val="center"/>
              <w:rPr>
                <w:rFonts w:ascii="Arial Narrow" w:hAnsi="Arial Narrow"/>
                <w:b/>
                <w:i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>ULICZNEGO W TECHNOLOGII LED</w:t>
            </w:r>
            <w:r w:rsidRPr="00286864">
              <w:rPr>
                <w:rFonts w:ascii="Arial Narrow" w:hAnsi="Arial Narrow"/>
                <w:b/>
                <w:i/>
                <w:sz w:val="36"/>
                <w:szCs w:val="36"/>
              </w:rPr>
              <w:t xml:space="preserve"> </w:t>
            </w:r>
          </w:p>
        </w:tc>
      </w:tr>
      <w:tr w:rsidR="00D902CD" w14:paraId="4EDB7EBC" w14:textId="77777777" w:rsidTr="00A85C12">
        <w:tc>
          <w:tcPr>
            <w:tcW w:w="2268" w:type="dxa"/>
            <w:shd w:val="pct5" w:color="auto" w:fill="FFFFFF"/>
            <w:vAlign w:val="center"/>
          </w:tcPr>
          <w:p w14:paraId="74ECE7DA" w14:textId="77777777" w:rsidR="00D902CD" w:rsidRPr="00CD701D" w:rsidRDefault="00D902CD" w:rsidP="00D902CD">
            <w:pPr>
              <w:pStyle w:val="Nagwek1"/>
              <w:rPr>
                <w:b/>
                <w:i/>
                <w:sz w:val="22"/>
                <w:szCs w:val="22"/>
              </w:rPr>
            </w:pPr>
            <w:r w:rsidRPr="00CD701D">
              <w:rPr>
                <w:b/>
                <w:i/>
              </w:rPr>
              <w:t>ZADANIE</w:t>
            </w:r>
          </w:p>
        </w:tc>
        <w:tc>
          <w:tcPr>
            <w:tcW w:w="6946" w:type="dxa"/>
            <w:vAlign w:val="center"/>
          </w:tcPr>
          <w:p w14:paraId="3F878072" w14:textId="77777777" w:rsidR="00D902CD" w:rsidRPr="00A2674D" w:rsidRDefault="00D902CD" w:rsidP="00D902CD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Opracowanie projektu budowlanego</w:t>
            </w:r>
            <w:r w:rsidRPr="00A2674D">
              <w:rPr>
                <w:rFonts w:ascii="Arial Narrow" w:hAnsi="Arial Narrow"/>
                <w:b/>
                <w:sz w:val="18"/>
                <w:szCs w:val="18"/>
              </w:rPr>
              <w:t xml:space="preserve"> na zadanie</w:t>
            </w:r>
          </w:p>
          <w:p w14:paraId="4C575EC5" w14:textId="77777777" w:rsidR="00D902CD" w:rsidRPr="00B418A8" w:rsidRDefault="00D902CD" w:rsidP="00D902CD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A2674D">
              <w:rPr>
                <w:rFonts w:ascii="Arial Narrow" w:hAnsi="Arial Narrow"/>
                <w:b/>
                <w:sz w:val="18"/>
                <w:szCs w:val="18"/>
              </w:rPr>
              <w:t>„</w:t>
            </w:r>
            <w:r>
              <w:rPr>
                <w:rFonts w:ascii="Arial Narrow" w:hAnsi="Arial Narrow"/>
                <w:b/>
                <w:sz w:val="18"/>
                <w:szCs w:val="18"/>
              </w:rPr>
              <w:t>BUDOWA OŚWIETLENIA ULICZNEGO W MIEJSCOWOŚCI WŁODZICE MAŁE</w:t>
            </w:r>
            <w:r w:rsidRPr="00A2674D">
              <w:rPr>
                <w:rFonts w:ascii="Arial Narrow" w:hAnsi="Arial Narrow"/>
                <w:b/>
                <w:sz w:val="18"/>
                <w:szCs w:val="18"/>
              </w:rPr>
              <w:t>”</w:t>
            </w:r>
          </w:p>
        </w:tc>
      </w:tr>
      <w:tr w:rsidR="00D902CD" w14:paraId="7DB1939C" w14:textId="77777777" w:rsidTr="00A85C12">
        <w:trPr>
          <w:trHeight w:val="1032"/>
        </w:trPr>
        <w:tc>
          <w:tcPr>
            <w:tcW w:w="2268" w:type="dxa"/>
            <w:shd w:val="pct5" w:color="auto" w:fill="FFFFFF"/>
            <w:vAlign w:val="center"/>
          </w:tcPr>
          <w:p w14:paraId="5599E3F6" w14:textId="77777777" w:rsidR="00D902CD" w:rsidRPr="00CD701D" w:rsidRDefault="00D902CD" w:rsidP="00D902CD">
            <w:pPr>
              <w:pStyle w:val="Nagwek1"/>
              <w:rPr>
                <w:b/>
                <w:i/>
              </w:rPr>
            </w:pPr>
            <w:r w:rsidRPr="00CD701D">
              <w:rPr>
                <w:b/>
                <w:i/>
              </w:rPr>
              <w:t>LOKALIZACJA</w:t>
            </w:r>
          </w:p>
        </w:tc>
        <w:tc>
          <w:tcPr>
            <w:tcW w:w="6946" w:type="dxa"/>
            <w:vAlign w:val="bottom"/>
          </w:tcPr>
          <w:p w14:paraId="0BCB4344" w14:textId="77777777" w:rsidR="00D902CD" w:rsidRDefault="00D902CD" w:rsidP="00D902CD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Dz. nr: 414, 406/1</w:t>
            </w:r>
          </w:p>
          <w:p w14:paraId="0FE03497" w14:textId="77777777" w:rsidR="00D902CD" w:rsidRDefault="00D902CD" w:rsidP="00D902CD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Obręb: 0026</w:t>
            </w:r>
          </w:p>
          <w:p w14:paraId="274E30C4" w14:textId="77777777" w:rsidR="00D902CD" w:rsidRPr="00B418A8" w:rsidRDefault="00D902CD" w:rsidP="00D902CD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Jednostka ewidencyjna: 021203_5.0026</w:t>
            </w:r>
          </w:p>
        </w:tc>
      </w:tr>
      <w:tr w:rsidR="00D902CD" w:rsidRPr="008D49D6" w14:paraId="0134C8F3" w14:textId="77777777" w:rsidTr="00A85C12">
        <w:trPr>
          <w:trHeight w:val="569"/>
        </w:trPr>
        <w:tc>
          <w:tcPr>
            <w:tcW w:w="2268" w:type="dxa"/>
            <w:shd w:val="pct5" w:color="auto" w:fill="FFFFFF"/>
            <w:vAlign w:val="center"/>
          </w:tcPr>
          <w:p w14:paraId="2078C1A8" w14:textId="77777777" w:rsidR="00D902CD" w:rsidRPr="00CD701D" w:rsidRDefault="00D902CD" w:rsidP="00D902CD">
            <w:pPr>
              <w:pStyle w:val="Nagwek1"/>
              <w:rPr>
                <w:b/>
                <w:i/>
                <w:sz w:val="24"/>
                <w:szCs w:val="24"/>
              </w:rPr>
            </w:pPr>
            <w:r w:rsidRPr="00CD701D">
              <w:rPr>
                <w:b/>
                <w:i/>
                <w:sz w:val="24"/>
                <w:szCs w:val="24"/>
              </w:rPr>
              <w:t>ADRES OBIEKTU</w:t>
            </w:r>
          </w:p>
          <w:p w14:paraId="53AA18C8" w14:textId="77777777" w:rsidR="00D902CD" w:rsidRPr="00CD701D" w:rsidRDefault="00D902CD" w:rsidP="00D902CD">
            <w:pPr>
              <w:rPr>
                <w:b/>
              </w:rPr>
            </w:pPr>
          </w:p>
        </w:tc>
        <w:tc>
          <w:tcPr>
            <w:tcW w:w="6946" w:type="dxa"/>
            <w:vAlign w:val="bottom"/>
          </w:tcPr>
          <w:p w14:paraId="3F8586D3" w14:textId="77777777" w:rsidR="00D902CD" w:rsidRDefault="00D902CD" w:rsidP="00D902C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WŁODZICE MAŁE</w:t>
            </w:r>
          </w:p>
          <w:p w14:paraId="00922226" w14:textId="77777777" w:rsidR="00D902CD" w:rsidRPr="00286864" w:rsidRDefault="00D902CD" w:rsidP="00D902CD">
            <w:pPr>
              <w:jc w:val="center"/>
              <w:rPr>
                <w:b/>
                <w:sz w:val="16"/>
                <w:szCs w:val="16"/>
              </w:rPr>
            </w:pPr>
            <w:r w:rsidRPr="00286864">
              <w:rPr>
                <w:b/>
                <w:sz w:val="16"/>
                <w:szCs w:val="16"/>
              </w:rPr>
              <w:t>dz.nr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b/>
                <w:sz w:val="22"/>
                <w:szCs w:val="22"/>
              </w:rPr>
              <w:t>414, 406/1</w:t>
            </w:r>
          </w:p>
        </w:tc>
      </w:tr>
      <w:tr w:rsidR="0051355A" w:rsidRPr="008D49D6" w14:paraId="152E6CF0" w14:textId="77777777" w:rsidTr="00A85C12">
        <w:trPr>
          <w:trHeight w:val="341"/>
        </w:trPr>
        <w:tc>
          <w:tcPr>
            <w:tcW w:w="2268" w:type="dxa"/>
            <w:shd w:val="pct5" w:color="auto" w:fill="FFFFFF"/>
            <w:vAlign w:val="center"/>
          </w:tcPr>
          <w:p w14:paraId="610DCE25" w14:textId="77777777" w:rsidR="0051355A" w:rsidRPr="00B97AEB" w:rsidRDefault="0051355A" w:rsidP="0051355A">
            <w:pPr>
              <w:pStyle w:val="Nagwek1"/>
              <w:rPr>
                <w:b/>
                <w:i/>
              </w:rPr>
            </w:pPr>
            <w:r w:rsidRPr="00B97AEB">
              <w:rPr>
                <w:b/>
                <w:i/>
              </w:rPr>
              <w:t>KATEGORIA OBIEKTU</w:t>
            </w:r>
          </w:p>
        </w:tc>
        <w:tc>
          <w:tcPr>
            <w:tcW w:w="6946" w:type="dxa"/>
            <w:vAlign w:val="bottom"/>
          </w:tcPr>
          <w:p w14:paraId="69AA4BCC" w14:textId="77777777" w:rsidR="0051355A" w:rsidRPr="00CD701D" w:rsidRDefault="0051355A" w:rsidP="0051355A">
            <w:pPr>
              <w:ind w:left="1418"/>
              <w:rPr>
                <w:b/>
                <w:sz w:val="56"/>
                <w:szCs w:val="56"/>
              </w:rPr>
            </w:pPr>
            <w:r w:rsidRPr="00CD701D">
              <w:rPr>
                <w:b/>
                <w:sz w:val="56"/>
                <w:szCs w:val="56"/>
              </w:rPr>
              <w:t>XXVI</w:t>
            </w:r>
          </w:p>
          <w:p w14:paraId="452AC759" w14:textId="77777777" w:rsidR="0051355A" w:rsidRPr="00CD701D" w:rsidRDefault="0051355A" w:rsidP="0051355A">
            <w:pPr>
              <w:ind w:left="1418"/>
              <w:rPr>
                <w:b/>
                <w:sz w:val="16"/>
                <w:szCs w:val="16"/>
              </w:rPr>
            </w:pPr>
          </w:p>
        </w:tc>
      </w:tr>
      <w:tr w:rsidR="0051355A" w14:paraId="4EF5B983" w14:textId="77777777" w:rsidTr="00A85C12">
        <w:trPr>
          <w:trHeight w:val="1827"/>
        </w:trPr>
        <w:tc>
          <w:tcPr>
            <w:tcW w:w="2268" w:type="dxa"/>
            <w:shd w:val="pct5" w:color="auto" w:fill="FFFFFF"/>
            <w:vAlign w:val="center"/>
          </w:tcPr>
          <w:p w14:paraId="3115F13B" w14:textId="77777777" w:rsidR="0051355A" w:rsidRPr="00CD701D" w:rsidRDefault="0051355A" w:rsidP="0051355A">
            <w:pPr>
              <w:jc w:val="center"/>
              <w:rPr>
                <w:b/>
                <w:i/>
                <w:sz w:val="28"/>
              </w:rPr>
            </w:pPr>
            <w:r w:rsidRPr="00CD701D">
              <w:rPr>
                <w:b/>
                <w:i/>
                <w:sz w:val="28"/>
              </w:rPr>
              <w:t>INWESTOR</w:t>
            </w:r>
          </w:p>
        </w:tc>
        <w:tc>
          <w:tcPr>
            <w:tcW w:w="6946" w:type="dxa"/>
          </w:tcPr>
          <w:p w14:paraId="31D42732" w14:textId="77777777" w:rsidR="0051355A" w:rsidRPr="00B92FD0" w:rsidRDefault="0051355A" w:rsidP="0051355A">
            <w:pPr>
              <w:rPr>
                <w:rFonts w:ascii="Arial Narrow" w:hAnsi="Arial Narrow"/>
                <w:b/>
                <w:i/>
                <w:sz w:val="36"/>
                <w:szCs w:val="36"/>
              </w:rPr>
            </w:pPr>
            <w:r>
              <w:rPr>
                <w:rFonts w:ascii="Arial Narrow" w:hAnsi="Arial Narrow"/>
                <w:b/>
                <w:i/>
                <w:noProof/>
                <w:sz w:val="36"/>
                <w:szCs w:val="36"/>
              </w:rPr>
              <w:drawing>
                <wp:inline distT="0" distB="0" distL="0" distR="0" wp14:anchorId="49C7F2C4" wp14:editId="16B91A34">
                  <wp:extent cx="697693" cy="934904"/>
                  <wp:effectExtent l="0" t="0" r="762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herb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027" cy="9621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Narrow" w:hAnsi="Arial Narrow"/>
                <w:b/>
                <w:i/>
                <w:sz w:val="36"/>
                <w:szCs w:val="36"/>
              </w:rPr>
              <w:t>GMINA I MIASTO LWÓWEK ŚLĄSKI</w:t>
            </w:r>
          </w:p>
          <w:p w14:paraId="32F07CEF" w14:textId="77777777" w:rsidR="0051355A" w:rsidRPr="00CD701D" w:rsidRDefault="0051355A" w:rsidP="0051355A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rFonts w:ascii="Arial Narrow" w:hAnsi="Arial Narrow"/>
                <w:b/>
                <w:i/>
              </w:rPr>
              <w:t>UL. AL. WOJSKA POLSKIEGO 25A, 59-600 LWÓWEK ŚLĄSKI</w:t>
            </w:r>
          </w:p>
        </w:tc>
      </w:tr>
    </w:tbl>
    <w:p w14:paraId="43DAA484" w14:textId="77777777" w:rsidR="00DE0C4E" w:rsidRPr="00D609BD" w:rsidRDefault="00DE0C4E" w:rsidP="00DE0C4E">
      <w:pPr>
        <w:jc w:val="both"/>
        <w:rPr>
          <w:sz w:val="16"/>
          <w:szCs w:val="16"/>
        </w:rPr>
      </w:pPr>
    </w:p>
    <w:p w14:paraId="35E63232" w14:textId="77777777" w:rsidR="00DE0C4E" w:rsidRPr="00FA00AD" w:rsidRDefault="00DE0C4E" w:rsidP="00DE0C4E">
      <w:pPr>
        <w:pStyle w:val="Tekstpodstawowy"/>
        <w:rPr>
          <w:sz w:val="22"/>
          <w:szCs w:val="22"/>
        </w:rPr>
      </w:pPr>
      <w:r w:rsidRPr="00FA00AD">
        <w:rPr>
          <w:b w:val="0"/>
          <w:sz w:val="22"/>
          <w:szCs w:val="22"/>
        </w:rPr>
        <w:tab/>
      </w:r>
      <w:r w:rsidRPr="00FA00AD">
        <w:rPr>
          <w:b w:val="0"/>
          <w:sz w:val="22"/>
          <w:szCs w:val="22"/>
        </w:rPr>
        <w:tab/>
      </w:r>
    </w:p>
    <w:tbl>
      <w:tblPr>
        <w:tblW w:w="8946" w:type="dxa"/>
        <w:tblInd w:w="108" w:type="dxa"/>
        <w:tblBorders>
          <w:top w:val="threeDEngrave" w:sz="24" w:space="0" w:color="auto"/>
          <w:left w:val="threeDEngrave" w:sz="24" w:space="0" w:color="auto"/>
          <w:bottom w:val="threeDEmboss" w:sz="24" w:space="0" w:color="auto"/>
          <w:right w:val="threeDEmboss" w:sz="24" w:space="0" w:color="auto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28"/>
        <w:gridCol w:w="2340"/>
        <w:gridCol w:w="1101"/>
        <w:gridCol w:w="2477"/>
      </w:tblGrid>
      <w:tr w:rsidR="00662350" w:rsidRPr="00D609BD" w14:paraId="144239A5" w14:textId="77777777" w:rsidTr="009D24E9">
        <w:trPr>
          <w:trHeight w:val="593"/>
        </w:trPr>
        <w:tc>
          <w:tcPr>
            <w:tcW w:w="3028" w:type="dxa"/>
            <w:shd w:val="clear" w:color="auto" w:fill="auto"/>
            <w:vAlign w:val="center"/>
          </w:tcPr>
          <w:p w14:paraId="5B2084A0" w14:textId="77777777" w:rsidR="00662350" w:rsidRPr="00D609BD" w:rsidRDefault="00662350" w:rsidP="009D24E9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Projektant</w:t>
            </w:r>
          </w:p>
          <w:p w14:paraId="098CCD83" w14:textId="77777777" w:rsidR="00662350" w:rsidRPr="00D609BD" w:rsidRDefault="00662350" w:rsidP="009D24E9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i/>
                <w:sz w:val="16"/>
                <w:szCs w:val="16"/>
              </w:rPr>
              <w:t xml:space="preserve"> (Imię i Nazwisko)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79B4D6D4" w14:textId="77777777" w:rsidR="00662350" w:rsidRPr="00D609BD" w:rsidRDefault="00662350" w:rsidP="009D24E9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Specjalność</w:t>
            </w:r>
          </w:p>
          <w:p w14:paraId="29A284B8" w14:textId="77777777" w:rsidR="00662350" w:rsidRPr="00D609BD" w:rsidRDefault="00662350" w:rsidP="009D24E9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Numer uprawnień</w:t>
            </w:r>
          </w:p>
        </w:tc>
        <w:tc>
          <w:tcPr>
            <w:tcW w:w="1101" w:type="dxa"/>
            <w:shd w:val="clear" w:color="auto" w:fill="auto"/>
            <w:vAlign w:val="center"/>
          </w:tcPr>
          <w:p w14:paraId="5ACA4A81" w14:textId="77777777" w:rsidR="00662350" w:rsidRPr="00D609BD" w:rsidRDefault="00662350" w:rsidP="009D24E9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Data</w:t>
            </w:r>
          </w:p>
        </w:tc>
        <w:tc>
          <w:tcPr>
            <w:tcW w:w="2477" w:type="dxa"/>
            <w:shd w:val="clear" w:color="auto" w:fill="auto"/>
            <w:vAlign w:val="center"/>
          </w:tcPr>
          <w:p w14:paraId="1D991187" w14:textId="77777777" w:rsidR="00662350" w:rsidRPr="00D609BD" w:rsidRDefault="00662350" w:rsidP="009D24E9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bCs/>
                <w:i/>
                <w:sz w:val="16"/>
                <w:szCs w:val="16"/>
              </w:rPr>
              <w:t>Podpis</w:t>
            </w:r>
          </w:p>
        </w:tc>
      </w:tr>
      <w:tr w:rsidR="00662350" w:rsidRPr="00D609BD" w14:paraId="64407612" w14:textId="77777777" w:rsidTr="009D24E9">
        <w:trPr>
          <w:trHeight w:val="1030"/>
        </w:trPr>
        <w:tc>
          <w:tcPr>
            <w:tcW w:w="3028" w:type="dxa"/>
            <w:shd w:val="clear" w:color="auto" w:fill="auto"/>
            <w:vAlign w:val="center"/>
          </w:tcPr>
          <w:p w14:paraId="4BAA1B00" w14:textId="77777777" w:rsidR="00662350" w:rsidRPr="00D609BD" w:rsidRDefault="00662350" w:rsidP="009D24E9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inż. Wiesław Borowski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57117B9D" w14:textId="77777777" w:rsidR="00662350" w:rsidRPr="00D609BD" w:rsidRDefault="00662350" w:rsidP="009D24E9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  <w:p w14:paraId="54C02B99" w14:textId="77777777" w:rsidR="00662350" w:rsidRPr="00D609BD" w:rsidRDefault="00662350" w:rsidP="009D24E9">
            <w:pPr>
              <w:rPr>
                <w:rFonts w:ascii="Arial Narrow" w:hAnsi="Arial Narrow"/>
                <w:i/>
                <w:sz w:val="16"/>
                <w:szCs w:val="16"/>
              </w:rPr>
            </w:pPr>
          </w:p>
        </w:tc>
        <w:tc>
          <w:tcPr>
            <w:tcW w:w="1101" w:type="dxa"/>
            <w:shd w:val="clear" w:color="auto" w:fill="auto"/>
            <w:vAlign w:val="center"/>
          </w:tcPr>
          <w:p w14:paraId="6B556632" w14:textId="77777777" w:rsidR="00662350" w:rsidRPr="00D609BD" w:rsidRDefault="009003E2" w:rsidP="009D24E9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>03.2023</w:t>
            </w:r>
          </w:p>
        </w:tc>
        <w:tc>
          <w:tcPr>
            <w:tcW w:w="2477" w:type="dxa"/>
            <w:shd w:val="clear" w:color="auto" w:fill="auto"/>
            <w:vAlign w:val="center"/>
          </w:tcPr>
          <w:p w14:paraId="463E6F4B" w14:textId="77777777" w:rsidR="00662350" w:rsidRPr="00D609BD" w:rsidRDefault="00662350" w:rsidP="009D24E9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</w:tr>
    </w:tbl>
    <w:p w14:paraId="17FE8AFA" w14:textId="77777777" w:rsidR="00662350" w:rsidRPr="00EC792D" w:rsidRDefault="00662350" w:rsidP="00662350">
      <w:pPr>
        <w:pStyle w:val="Akapitzlist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14:paraId="1B2644A8" w14:textId="77777777" w:rsidR="00662350" w:rsidRPr="00FA00AD" w:rsidRDefault="00662350" w:rsidP="00662350">
      <w:pPr>
        <w:pStyle w:val="Tekstpodstawowy"/>
        <w:rPr>
          <w:sz w:val="22"/>
          <w:szCs w:val="22"/>
        </w:rPr>
      </w:pPr>
      <w:r w:rsidRPr="00FA00AD">
        <w:rPr>
          <w:b w:val="0"/>
          <w:sz w:val="22"/>
          <w:szCs w:val="22"/>
        </w:rPr>
        <w:tab/>
      </w:r>
      <w:r w:rsidRPr="00FA00AD">
        <w:rPr>
          <w:b w:val="0"/>
          <w:sz w:val="22"/>
          <w:szCs w:val="22"/>
        </w:rPr>
        <w:tab/>
      </w:r>
    </w:p>
    <w:p w14:paraId="26249E79" w14:textId="77777777" w:rsidR="00662350" w:rsidRDefault="00662350" w:rsidP="00662350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14:paraId="65E05FB2" w14:textId="77777777" w:rsidR="00662350" w:rsidRDefault="00662350" w:rsidP="00662350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14:paraId="6BC42466" w14:textId="77777777" w:rsidR="00662350" w:rsidRDefault="00662350" w:rsidP="00662350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14:paraId="5EB55D1B" w14:textId="77777777" w:rsidR="00662350" w:rsidRDefault="00662350" w:rsidP="00662350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14:paraId="6EC1BEFB" w14:textId="77777777" w:rsidR="00662350" w:rsidRDefault="00662350" w:rsidP="00662350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14:paraId="19C88BC9" w14:textId="77777777" w:rsidR="00662350" w:rsidRDefault="00662350" w:rsidP="00662350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tbl>
      <w:tblPr>
        <w:tblW w:w="8946" w:type="dxa"/>
        <w:tblInd w:w="108" w:type="dxa"/>
        <w:tblBorders>
          <w:top w:val="threeDEngrave" w:sz="24" w:space="0" w:color="auto"/>
          <w:left w:val="threeDEngrave" w:sz="24" w:space="0" w:color="auto"/>
          <w:bottom w:val="threeDEmboss" w:sz="24" w:space="0" w:color="auto"/>
          <w:right w:val="threeDEmboss" w:sz="24" w:space="0" w:color="auto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28"/>
        <w:gridCol w:w="2340"/>
        <w:gridCol w:w="1101"/>
        <w:gridCol w:w="2477"/>
      </w:tblGrid>
      <w:tr w:rsidR="00662350" w:rsidRPr="00D609BD" w14:paraId="12075AC1" w14:textId="77777777" w:rsidTr="009D24E9">
        <w:trPr>
          <w:trHeight w:val="432"/>
        </w:trPr>
        <w:tc>
          <w:tcPr>
            <w:tcW w:w="3028" w:type="dxa"/>
            <w:shd w:val="clear" w:color="auto" w:fill="auto"/>
            <w:vAlign w:val="center"/>
          </w:tcPr>
          <w:p w14:paraId="3DA76760" w14:textId="77777777" w:rsidR="00662350" w:rsidRPr="00D609BD" w:rsidRDefault="00662350" w:rsidP="009D24E9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Sprawdzający</w:t>
            </w:r>
          </w:p>
          <w:p w14:paraId="5A35A10B" w14:textId="77777777" w:rsidR="00662350" w:rsidRPr="00D609BD" w:rsidRDefault="00662350" w:rsidP="009D24E9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i/>
                <w:sz w:val="16"/>
                <w:szCs w:val="16"/>
              </w:rPr>
              <w:t xml:space="preserve"> (Imię i Nazwisko)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567014A9" w14:textId="77777777" w:rsidR="00662350" w:rsidRPr="00D609BD" w:rsidRDefault="00662350" w:rsidP="009D24E9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Specjalność</w:t>
            </w:r>
          </w:p>
          <w:p w14:paraId="24D5864A" w14:textId="77777777" w:rsidR="00662350" w:rsidRPr="00D609BD" w:rsidRDefault="00662350" w:rsidP="009D24E9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Numer uprawnień</w:t>
            </w:r>
          </w:p>
        </w:tc>
        <w:tc>
          <w:tcPr>
            <w:tcW w:w="1101" w:type="dxa"/>
            <w:shd w:val="clear" w:color="auto" w:fill="auto"/>
            <w:vAlign w:val="center"/>
          </w:tcPr>
          <w:p w14:paraId="2E8D9821" w14:textId="77777777" w:rsidR="00662350" w:rsidRPr="00D609BD" w:rsidRDefault="00662350" w:rsidP="009D24E9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Data</w:t>
            </w:r>
          </w:p>
        </w:tc>
        <w:tc>
          <w:tcPr>
            <w:tcW w:w="2477" w:type="dxa"/>
            <w:shd w:val="clear" w:color="auto" w:fill="auto"/>
            <w:vAlign w:val="center"/>
          </w:tcPr>
          <w:p w14:paraId="0911FC43" w14:textId="77777777" w:rsidR="00662350" w:rsidRPr="00D609BD" w:rsidRDefault="00662350" w:rsidP="009D24E9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bCs/>
                <w:i/>
                <w:sz w:val="16"/>
                <w:szCs w:val="16"/>
              </w:rPr>
              <w:t>Podpis</w:t>
            </w:r>
          </w:p>
        </w:tc>
      </w:tr>
      <w:tr w:rsidR="00662350" w:rsidRPr="00D609BD" w14:paraId="68E0B760" w14:textId="77777777" w:rsidTr="009D24E9">
        <w:trPr>
          <w:trHeight w:val="972"/>
        </w:trPr>
        <w:tc>
          <w:tcPr>
            <w:tcW w:w="3028" w:type="dxa"/>
            <w:shd w:val="clear" w:color="auto" w:fill="auto"/>
            <w:vAlign w:val="center"/>
          </w:tcPr>
          <w:p w14:paraId="3F314B5F" w14:textId="77777777" w:rsidR="00662350" w:rsidRPr="00D609BD" w:rsidRDefault="00662350" w:rsidP="009D24E9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 xml:space="preserve">mgr inż. Joachim Borowski 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0FA5D86D" w14:textId="77777777" w:rsidR="00662350" w:rsidRPr="00D609BD" w:rsidRDefault="00662350" w:rsidP="004F10B0">
            <w:pPr>
              <w:rPr>
                <w:rFonts w:ascii="Arial Narrow" w:hAnsi="Arial Narrow"/>
                <w:i/>
                <w:sz w:val="16"/>
                <w:szCs w:val="16"/>
              </w:rPr>
            </w:pPr>
          </w:p>
        </w:tc>
        <w:tc>
          <w:tcPr>
            <w:tcW w:w="1101" w:type="dxa"/>
            <w:shd w:val="clear" w:color="auto" w:fill="auto"/>
            <w:vAlign w:val="center"/>
          </w:tcPr>
          <w:p w14:paraId="686C906E" w14:textId="77777777" w:rsidR="00662350" w:rsidRPr="00D609BD" w:rsidRDefault="009003E2" w:rsidP="009D24E9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>03.2023</w:t>
            </w:r>
          </w:p>
        </w:tc>
        <w:tc>
          <w:tcPr>
            <w:tcW w:w="2477" w:type="dxa"/>
            <w:shd w:val="clear" w:color="auto" w:fill="auto"/>
            <w:vAlign w:val="center"/>
          </w:tcPr>
          <w:p w14:paraId="27EDCD10" w14:textId="77777777" w:rsidR="00662350" w:rsidRPr="00D609BD" w:rsidRDefault="00662350" w:rsidP="009D24E9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</w:tr>
    </w:tbl>
    <w:p w14:paraId="0FE7D28B" w14:textId="77777777" w:rsidR="00DE0C4E" w:rsidRPr="001763D7" w:rsidRDefault="00DE0C4E" w:rsidP="001763D7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sectPr w:rsidR="00DE0C4E" w:rsidRPr="001763D7" w:rsidSect="00A8001F">
      <w:headerReference w:type="default" r:id="rId9"/>
      <w:pgSz w:w="11906" w:h="16838" w:code="9"/>
      <w:pgMar w:top="1135" w:right="1133" w:bottom="851" w:left="1701" w:header="426" w:footer="720" w:gutter="0"/>
      <w:pgNumType w:start="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845923" w14:textId="77777777" w:rsidR="00BC3E41" w:rsidRDefault="00BC3E41">
      <w:r>
        <w:separator/>
      </w:r>
    </w:p>
  </w:endnote>
  <w:endnote w:type="continuationSeparator" w:id="0">
    <w:p w14:paraId="65F8D669" w14:textId="77777777" w:rsidR="00BC3E41" w:rsidRDefault="00BC3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mbraPl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223835" w14:textId="77777777" w:rsidR="00BC3E41" w:rsidRDefault="00BC3E41">
      <w:r>
        <w:separator/>
      </w:r>
    </w:p>
  </w:footnote>
  <w:footnote w:type="continuationSeparator" w:id="0">
    <w:p w14:paraId="3789BFDB" w14:textId="77777777" w:rsidR="00BC3E41" w:rsidRDefault="00BC3E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B314A1" w14:textId="77777777" w:rsidR="00581D47" w:rsidRPr="009003E2" w:rsidRDefault="009003E2" w:rsidP="009003E2">
    <w:pPr>
      <w:pStyle w:val="Nagwek"/>
      <w:jc w:val="right"/>
    </w:pPr>
    <w:r>
      <w:rPr>
        <w:noProof/>
      </w:rPr>
      <w:drawing>
        <wp:inline distT="0" distB="0" distL="0" distR="0" wp14:anchorId="268EE3E9" wp14:editId="52CA344A">
          <wp:extent cx="1029202" cy="1029202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MAB pn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6824" cy="10368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CD8C26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6C25F80"/>
    <w:multiLevelType w:val="hybridMultilevel"/>
    <w:tmpl w:val="FE9A26F0"/>
    <w:lvl w:ilvl="0" w:tplc="1E96B4F8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12007A"/>
    <w:multiLevelType w:val="singleLevel"/>
    <w:tmpl w:val="861EC364"/>
    <w:lvl w:ilvl="0">
      <w:start w:val="5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20161E3B"/>
    <w:multiLevelType w:val="hybridMultilevel"/>
    <w:tmpl w:val="A3B4DBD6"/>
    <w:lvl w:ilvl="0" w:tplc="27A68D2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F27F65"/>
    <w:multiLevelType w:val="hybridMultilevel"/>
    <w:tmpl w:val="EF4CC4A0"/>
    <w:lvl w:ilvl="0" w:tplc="D862DA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D3031C"/>
    <w:multiLevelType w:val="singleLevel"/>
    <w:tmpl w:val="FD00B3F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5D140542"/>
    <w:multiLevelType w:val="hybridMultilevel"/>
    <w:tmpl w:val="BABAE1C8"/>
    <w:lvl w:ilvl="0" w:tplc="FA8C7C3C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65274FD7"/>
    <w:multiLevelType w:val="hybridMultilevel"/>
    <w:tmpl w:val="97EE0F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EA334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905292827">
    <w:abstractNumId w:val="0"/>
  </w:num>
  <w:num w:numId="2" w16cid:durableId="361638300">
    <w:abstractNumId w:val="9"/>
  </w:num>
  <w:num w:numId="3" w16cid:durableId="1717775968">
    <w:abstractNumId w:val="3"/>
  </w:num>
  <w:num w:numId="4" w16cid:durableId="831405753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 w16cid:durableId="1168328118">
    <w:abstractNumId w:val="6"/>
  </w:num>
  <w:num w:numId="6" w16cid:durableId="1636787378">
    <w:abstractNumId w:val="6"/>
    <w:lvlOverride w:ilvl="0">
      <w:lvl w:ilvl="0">
        <w:start w:val="2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" w16cid:durableId="821166715">
    <w:abstractNumId w:val="7"/>
  </w:num>
  <w:num w:numId="8" w16cid:durableId="1760102300">
    <w:abstractNumId w:val="4"/>
  </w:num>
  <w:num w:numId="9" w16cid:durableId="2069956386">
    <w:abstractNumId w:val="5"/>
  </w:num>
  <w:num w:numId="10" w16cid:durableId="2048527821">
    <w:abstractNumId w:val="2"/>
  </w:num>
  <w:num w:numId="11" w16cid:durableId="145687239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5F48"/>
    <w:rsid w:val="000011A8"/>
    <w:rsid w:val="0000120A"/>
    <w:rsid w:val="000121A6"/>
    <w:rsid w:val="00014E6D"/>
    <w:rsid w:val="000163D8"/>
    <w:rsid w:val="00017360"/>
    <w:rsid w:val="00020A05"/>
    <w:rsid w:val="00027F7B"/>
    <w:rsid w:val="00030EA5"/>
    <w:rsid w:val="00030F7F"/>
    <w:rsid w:val="00032C42"/>
    <w:rsid w:val="000352E6"/>
    <w:rsid w:val="00053560"/>
    <w:rsid w:val="00053B8E"/>
    <w:rsid w:val="00054E2B"/>
    <w:rsid w:val="00062298"/>
    <w:rsid w:val="00062C36"/>
    <w:rsid w:val="0006530E"/>
    <w:rsid w:val="00073FF1"/>
    <w:rsid w:val="00081606"/>
    <w:rsid w:val="0008709B"/>
    <w:rsid w:val="000938BD"/>
    <w:rsid w:val="000B2061"/>
    <w:rsid w:val="000B3805"/>
    <w:rsid w:val="000B522C"/>
    <w:rsid w:val="000B6F87"/>
    <w:rsid w:val="000B7F57"/>
    <w:rsid w:val="000C0694"/>
    <w:rsid w:val="000C07B2"/>
    <w:rsid w:val="000C0C07"/>
    <w:rsid w:val="000C29FA"/>
    <w:rsid w:val="000C318A"/>
    <w:rsid w:val="000C38D1"/>
    <w:rsid w:val="000C40D8"/>
    <w:rsid w:val="000D0D41"/>
    <w:rsid w:val="000D4158"/>
    <w:rsid w:val="000E28DF"/>
    <w:rsid w:val="000E4FB5"/>
    <w:rsid w:val="000E4FE8"/>
    <w:rsid w:val="000E6820"/>
    <w:rsid w:val="000E7067"/>
    <w:rsid w:val="000E7304"/>
    <w:rsid w:val="000F0D65"/>
    <w:rsid w:val="000F1C3F"/>
    <w:rsid w:val="000F23CB"/>
    <w:rsid w:val="000F518D"/>
    <w:rsid w:val="000F6C54"/>
    <w:rsid w:val="000F6E79"/>
    <w:rsid w:val="000F7F3E"/>
    <w:rsid w:val="00103579"/>
    <w:rsid w:val="00114051"/>
    <w:rsid w:val="001174C9"/>
    <w:rsid w:val="00123A23"/>
    <w:rsid w:val="001254AD"/>
    <w:rsid w:val="001323C2"/>
    <w:rsid w:val="0013422F"/>
    <w:rsid w:val="001445B1"/>
    <w:rsid w:val="00147C26"/>
    <w:rsid w:val="001508D1"/>
    <w:rsid w:val="001521CE"/>
    <w:rsid w:val="0015573B"/>
    <w:rsid w:val="00156878"/>
    <w:rsid w:val="00164ADC"/>
    <w:rsid w:val="00171614"/>
    <w:rsid w:val="00171800"/>
    <w:rsid w:val="00175B70"/>
    <w:rsid w:val="001763D7"/>
    <w:rsid w:val="00177381"/>
    <w:rsid w:val="00177F82"/>
    <w:rsid w:val="001853B7"/>
    <w:rsid w:val="00185C9A"/>
    <w:rsid w:val="00190E86"/>
    <w:rsid w:val="00191856"/>
    <w:rsid w:val="0019273F"/>
    <w:rsid w:val="001A1109"/>
    <w:rsid w:val="001A140C"/>
    <w:rsid w:val="001A3E42"/>
    <w:rsid w:val="001A4D12"/>
    <w:rsid w:val="001A67A0"/>
    <w:rsid w:val="001B0D04"/>
    <w:rsid w:val="001B1EDD"/>
    <w:rsid w:val="001B4EE2"/>
    <w:rsid w:val="001D11BF"/>
    <w:rsid w:val="001D4081"/>
    <w:rsid w:val="001E1AC6"/>
    <w:rsid w:val="001E495A"/>
    <w:rsid w:val="001F073A"/>
    <w:rsid w:val="001F2050"/>
    <w:rsid w:val="001F3366"/>
    <w:rsid w:val="001F5C69"/>
    <w:rsid w:val="001F711B"/>
    <w:rsid w:val="00202260"/>
    <w:rsid w:val="0020456A"/>
    <w:rsid w:val="00205C1B"/>
    <w:rsid w:val="002063D8"/>
    <w:rsid w:val="00206923"/>
    <w:rsid w:val="00210F38"/>
    <w:rsid w:val="002114F9"/>
    <w:rsid w:val="00216B8D"/>
    <w:rsid w:val="00217861"/>
    <w:rsid w:val="0022262B"/>
    <w:rsid w:val="00223C3E"/>
    <w:rsid w:val="002306E3"/>
    <w:rsid w:val="00234495"/>
    <w:rsid w:val="002349A7"/>
    <w:rsid w:val="00234C6A"/>
    <w:rsid w:val="00235E40"/>
    <w:rsid w:val="002415B8"/>
    <w:rsid w:val="00241DBF"/>
    <w:rsid w:val="00246180"/>
    <w:rsid w:val="002512A6"/>
    <w:rsid w:val="00251F4A"/>
    <w:rsid w:val="00252557"/>
    <w:rsid w:val="002570F9"/>
    <w:rsid w:val="00261105"/>
    <w:rsid w:val="00262D24"/>
    <w:rsid w:val="00273ECB"/>
    <w:rsid w:val="00276D42"/>
    <w:rsid w:val="002809CA"/>
    <w:rsid w:val="002821B3"/>
    <w:rsid w:val="00286B76"/>
    <w:rsid w:val="002875B4"/>
    <w:rsid w:val="00291D10"/>
    <w:rsid w:val="002A4C25"/>
    <w:rsid w:val="002A5A19"/>
    <w:rsid w:val="002A5AC0"/>
    <w:rsid w:val="002B22F1"/>
    <w:rsid w:val="002B5CA3"/>
    <w:rsid w:val="002B5DCD"/>
    <w:rsid w:val="002B7848"/>
    <w:rsid w:val="002C5757"/>
    <w:rsid w:val="002C59CD"/>
    <w:rsid w:val="002D4A6E"/>
    <w:rsid w:val="002D6301"/>
    <w:rsid w:val="002E1C3C"/>
    <w:rsid w:val="002E2D2D"/>
    <w:rsid w:val="002F0F98"/>
    <w:rsid w:val="002F11BD"/>
    <w:rsid w:val="002F65F0"/>
    <w:rsid w:val="00304CE7"/>
    <w:rsid w:val="0030647B"/>
    <w:rsid w:val="00307D9C"/>
    <w:rsid w:val="00314898"/>
    <w:rsid w:val="00317B3E"/>
    <w:rsid w:val="00331E90"/>
    <w:rsid w:val="003364AA"/>
    <w:rsid w:val="0034608F"/>
    <w:rsid w:val="00347876"/>
    <w:rsid w:val="00350462"/>
    <w:rsid w:val="00355258"/>
    <w:rsid w:val="00356E3E"/>
    <w:rsid w:val="00363BDF"/>
    <w:rsid w:val="00365785"/>
    <w:rsid w:val="00370475"/>
    <w:rsid w:val="00370DB8"/>
    <w:rsid w:val="003729BF"/>
    <w:rsid w:val="00372DE8"/>
    <w:rsid w:val="0037447E"/>
    <w:rsid w:val="00374C45"/>
    <w:rsid w:val="003843E9"/>
    <w:rsid w:val="003A1F0D"/>
    <w:rsid w:val="003A2C39"/>
    <w:rsid w:val="003B24D4"/>
    <w:rsid w:val="003B4026"/>
    <w:rsid w:val="003B48CF"/>
    <w:rsid w:val="003C0BB4"/>
    <w:rsid w:val="003C17F7"/>
    <w:rsid w:val="003C3A5E"/>
    <w:rsid w:val="003D33F0"/>
    <w:rsid w:val="003E1763"/>
    <w:rsid w:val="003E3930"/>
    <w:rsid w:val="003E4233"/>
    <w:rsid w:val="003E471D"/>
    <w:rsid w:val="003F39F1"/>
    <w:rsid w:val="003F767E"/>
    <w:rsid w:val="00401F5E"/>
    <w:rsid w:val="00402CB1"/>
    <w:rsid w:val="00405F2F"/>
    <w:rsid w:val="00407DEC"/>
    <w:rsid w:val="00410020"/>
    <w:rsid w:val="00413C15"/>
    <w:rsid w:val="004144B3"/>
    <w:rsid w:val="00415698"/>
    <w:rsid w:val="0041689F"/>
    <w:rsid w:val="004321A2"/>
    <w:rsid w:val="004345CF"/>
    <w:rsid w:val="00436AB0"/>
    <w:rsid w:val="00440123"/>
    <w:rsid w:val="0044147D"/>
    <w:rsid w:val="00443CBA"/>
    <w:rsid w:val="00445502"/>
    <w:rsid w:val="00451123"/>
    <w:rsid w:val="00457915"/>
    <w:rsid w:val="00464FD1"/>
    <w:rsid w:val="00465209"/>
    <w:rsid w:val="00466606"/>
    <w:rsid w:val="00466920"/>
    <w:rsid w:val="004733B5"/>
    <w:rsid w:val="004825A6"/>
    <w:rsid w:val="00482701"/>
    <w:rsid w:val="00484BCC"/>
    <w:rsid w:val="00485519"/>
    <w:rsid w:val="00490159"/>
    <w:rsid w:val="00491048"/>
    <w:rsid w:val="004A492D"/>
    <w:rsid w:val="004A4DB8"/>
    <w:rsid w:val="004A5DAD"/>
    <w:rsid w:val="004B1C05"/>
    <w:rsid w:val="004B71AD"/>
    <w:rsid w:val="004B727F"/>
    <w:rsid w:val="004C67D0"/>
    <w:rsid w:val="004D0593"/>
    <w:rsid w:val="004D40CF"/>
    <w:rsid w:val="004D5703"/>
    <w:rsid w:val="004D6E4A"/>
    <w:rsid w:val="004D72E5"/>
    <w:rsid w:val="004E658A"/>
    <w:rsid w:val="004F10B0"/>
    <w:rsid w:val="004F42EC"/>
    <w:rsid w:val="005011DF"/>
    <w:rsid w:val="00507C83"/>
    <w:rsid w:val="0051101B"/>
    <w:rsid w:val="00513338"/>
    <w:rsid w:val="0051355A"/>
    <w:rsid w:val="005168E9"/>
    <w:rsid w:val="005232FF"/>
    <w:rsid w:val="00524015"/>
    <w:rsid w:val="00525734"/>
    <w:rsid w:val="0052685C"/>
    <w:rsid w:val="00526FAD"/>
    <w:rsid w:val="0054111F"/>
    <w:rsid w:val="005442AB"/>
    <w:rsid w:val="00545ADE"/>
    <w:rsid w:val="00550F36"/>
    <w:rsid w:val="005544CA"/>
    <w:rsid w:val="00554C48"/>
    <w:rsid w:val="0056249D"/>
    <w:rsid w:val="005648E9"/>
    <w:rsid w:val="00565F08"/>
    <w:rsid w:val="00576B06"/>
    <w:rsid w:val="00581D47"/>
    <w:rsid w:val="0058649B"/>
    <w:rsid w:val="00590363"/>
    <w:rsid w:val="00590C50"/>
    <w:rsid w:val="005A167F"/>
    <w:rsid w:val="005A5F48"/>
    <w:rsid w:val="005B5B9C"/>
    <w:rsid w:val="005B790C"/>
    <w:rsid w:val="005C0C32"/>
    <w:rsid w:val="005C64B9"/>
    <w:rsid w:val="005D0D59"/>
    <w:rsid w:val="005D173B"/>
    <w:rsid w:val="005D2916"/>
    <w:rsid w:val="005D3AB2"/>
    <w:rsid w:val="005D3B06"/>
    <w:rsid w:val="005E5A37"/>
    <w:rsid w:val="005E6980"/>
    <w:rsid w:val="005E7AAA"/>
    <w:rsid w:val="005F283E"/>
    <w:rsid w:val="00600134"/>
    <w:rsid w:val="00601135"/>
    <w:rsid w:val="00602613"/>
    <w:rsid w:val="00602B44"/>
    <w:rsid w:val="00605E07"/>
    <w:rsid w:val="00612659"/>
    <w:rsid w:val="00617A30"/>
    <w:rsid w:val="006407C7"/>
    <w:rsid w:val="00642C7D"/>
    <w:rsid w:val="00644CD1"/>
    <w:rsid w:val="00650EE1"/>
    <w:rsid w:val="00653B2A"/>
    <w:rsid w:val="00660E66"/>
    <w:rsid w:val="00661027"/>
    <w:rsid w:val="00662350"/>
    <w:rsid w:val="006623AB"/>
    <w:rsid w:val="006646F2"/>
    <w:rsid w:val="00670508"/>
    <w:rsid w:val="00671D55"/>
    <w:rsid w:val="006771BA"/>
    <w:rsid w:val="00677A11"/>
    <w:rsid w:val="00681F72"/>
    <w:rsid w:val="00683B93"/>
    <w:rsid w:val="00690B06"/>
    <w:rsid w:val="006A0AF6"/>
    <w:rsid w:val="006A301B"/>
    <w:rsid w:val="006A39D9"/>
    <w:rsid w:val="006A4E12"/>
    <w:rsid w:val="006A6B0B"/>
    <w:rsid w:val="006A745A"/>
    <w:rsid w:val="006A748C"/>
    <w:rsid w:val="006A7CB1"/>
    <w:rsid w:val="006B56EB"/>
    <w:rsid w:val="006B5822"/>
    <w:rsid w:val="006B5A5B"/>
    <w:rsid w:val="006B60FA"/>
    <w:rsid w:val="006C0743"/>
    <w:rsid w:val="006D0E11"/>
    <w:rsid w:val="006E2D22"/>
    <w:rsid w:val="006F5466"/>
    <w:rsid w:val="00701572"/>
    <w:rsid w:val="00703B16"/>
    <w:rsid w:val="00707026"/>
    <w:rsid w:val="0071138B"/>
    <w:rsid w:val="007162F0"/>
    <w:rsid w:val="0072308E"/>
    <w:rsid w:val="00723135"/>
    <w:rsid w:val="00723B5B"/>
    <w:rsid w:val="0073096F"/>
    <w:rsid w:val="00733846"/>
    <w:rsid w:val="00740E4F"/>
    <w:rsid w:val="00742427"/>
    <w:rsid w:val="0074567E"/>
    <w:rsid w:val="00745B42"/>
    <w:rsid w:val="00756DCA"/>
    <w:rsid w:val="007612FD"/>
    <w:rsid w:val="0076215E"/>
    <w:rsid w:val="00771B7D"/>
    <w:rsid w:val="007737F7"/>
    <w:rsid w:val="00774DEE"/>
    <w:rsid w:val="00776C5C"/>
    <w:rsid w:val="0078604F"/>
    <w:rsid w:val="0079016D"/>
    <w:rsid w:val="0079713F"/>
    <w:rsid w:val="007A1A1E"/>
    <w:rsid w:val="007A1DA9"/>
    <w:rsid w:val="007A2C88"/>
    <w:rsid w:val="007B1A64"/>
    <w:rsid w:val="007C1CB4"/>
    <w:rsid w:val="007C313E"/>
    <w:rsid w:val="007C5E77"/>
    <w:rsid w:val="007C6380"/>
    <w:rsid w:val="007D2783"/>
    <w:rsid w:val="007D6B77"/>
    <w:rsid w:val="007E5C2A"/>
    <w:rsid w:val="007F02B8"/>
    <w:rsid w:val="007F7563"/>
    <w:rsid w:val="007F77BA"/>
    <w:rsid w:val="00800EE3"/>
    <w:rsid w:val="008029C5"/>
    <w:rsid w:val="0080389D"/>
    <w:rsid w:val="008072AA"/>
    <w:rsid w:val="00813291"/>
    <w:rsid w:val="00814147"/>
    <w:rsid w:val="008167F9"/>
    <w:rsid w:val="00821CB0"/>
    <w:rsid w:val="008261BA"/>
    <w:rsid w:val="00834EA1"/>
    <w:rsid w:val="00834F6F"/>
    <w:rsid w:val="008353C4"/>
    <w:rsid w:val="00845FF1"/>
    <w:rsid w:val="00850159"/>
    <w:rsid w:val="008507AC"/>
    <w:rsid w:val="00852A71"/>
    <w:rsid w:val="0085668E"/>
    <w:rsid w:val="00857666"/>
    <w:rsid w:val="008720F7"/>
    <w:rsid w:val="00874E31"/>
    <w:rsid w:val="00877B21"/>
    <w:rsid w:val="00881F4F"/>
    <w:rsid w:val="00884CAF"/>
    <w:rsid w:val="008927D4"/>
    <w:rsid w:val="00893544"/>
    <w:rsid w:val="008A6DF1"/>
    <w:rsid w:val="008B0808"/>
    <w:rsid w:val="008B467D"/>
    <w:rsid w:val="008B56C5"/>
    <w:rsid w:val="008B76D3"/>
    <w:rsid w:val="008C11CA"/>
    <w:rsid w:val="008D051B"/>
    <w:rsid w:val="008D2DC5"/>
    <w:rsid w:val="008D49D6"/>
    <w:rsid w:val="008D5BD8"/>
    <w:rsid w:val="008E0C96"/>
    <w:rsid w:val="008E0D5E"/>
    <w:rsid w:val="008F15AD"/>
    <w:rsid w:val="008F2D73"/>
    <w:rsid w:val="009003E2"/>
    <w:rsid w:val="009031FB"/>
    <w:rsid w:val="009067B1"/>
    <w:rsid w:val="009072DF"/>
    <w:rsid w:val="0090780D"/>
    <w:rsid w:val="009158A5"/>
    <w:rsid w:val="0092006D"/>
    <w:rsid w:val="00922215"/>
    <w:rsid w:val="00922907"/>
    <w:rsid w:val="00925BC9"/>
    <w:rsid w:val="00926A46"/>
    <w:rsid w:val="00926D4E"/>
    <w:rsid w:val="00932F5B"/>
    <w:rsid w:val="009359D0"/>
    <w:rsid w:val="00941360"/>
    <w:rsid w:val="0094155D"/>
    <w:rsid w:val="00952979"/>
    <w:rsid w:val="00953142"/>
    <w:rsid w:val="00954430"/>
    <w:rsid w:val="00960E48"/>
    <w:rsid w:val="009658DA"/>
    <w:rsid w:val="00966C71"/>
    <w:rsid w:val="0096788A"/>
    <w:rsid w:val="00970486"/>
    <w:rsid w:val="0097293F"/>
    <w:rsid w:val="00973CA1"/>
    <w:rsid w:val="00975D9F"/>
    <w:rsid w:val="00976CF2"/>
    <w:rsid w:val="00990D14"/>
    <w:rsid w:val="009912F7"/>
    <w:rsid w:val="00994A02"/>
    <w:rsid w:val="00995E8D"/>
    <w:rsid w:val="009A39A0"/>
    <w:rsid w:val="009A7267"/>
    <w:rsid w:val="009A7EE6"/>
    <w:rsid w:val="009B0D50"/>
    <w:rsid w:val="009B22AB"/>
    <w:rsid w:val="009B25CC"/>
    <w:rsid w:val="009B7B96"/>
    <w:rsid w:val="009C434D"/>
    <w:rsid w:val="009C45A7"/>
    <w:rsid w:val="009C4C9B"/>
    <w:rsid w:val="009C77F4"/>
    <w:rsid w:val="009C7DFD"/>
    <w:rsid w:val="009D0D2E"/>
    <w:rsid w:val="009D30D3"/>
    <w:rsid w:val="009D62E0"/>
    <w:rsid w:val="009E137D"/>
    <w:rsid w:val="009E1AC7"/>
    <w:rsid w:val="009E5B2A"/>
    <w:rsid w:val="009E67A3"/>
    <w:rsid w:val="009F241A"/>
    <w:rsid w:val="009F2D4F"/>
    <w:rsid w:val="009F4676"/>
    <w:rsid w:val="009F6184"/>
    <w:rsid w:val="009F7CD1"/>
    <w:rsid w:val="00A008CE"/>
    <w:rsid w:val="00A05A42"/>
    <w:rsid w:val="00A07299"/>
    <w:rsid w:val="00A104F8"/>
    <w:rsid w:val="00A110E1"/>
    <w:rsid w:val="00A14557"/>
    <w:rsid w:val="00A17B84"/>
    <w:rsid w:val="00A27B02"/>
    <w:rsid w:val="00A3495A"/>
    <w:rsid w:val="00A37B39"/>
    <w:rsid w:val="00A42CC8"/>
    <w:rsid w:val="00A4476A"/>
    <w:rsid w:val="00A457F1"/>
    <w:rsid w:val="00A51FEB"/>
    <w:rsid w:val="00A66CA3"/>
    <w:rsid w:val="00A70DAA"/>
    <w:rsid w:val="00A74754"/>
    <w:rsid w:val="00A75E27"/>
    <w:rsid w:val="00A8001F"/>
    <w:rsid w:val="00A8110A"/>
    <w:rsid w:val="00A85CB0"/>
    <w:rsid w:val="00A9052B"/>
    <w:rsid w:val="00A977C0"/>
    <w:rsid w:val="00AA1954"/>
    <w:rsid w:val="00AA1DE9"/>
    <w:rsid w:val="00AA2426"/>
    <w:rsid w:val="00AA290C"/>
    <w:rsid w:val="00AA2E22"/>
    <w:rsid w:val="00AA47EA"/>
    <w:rsid w:val="00AB09E7"/>
    <w:rsid w:val="00AB23C3"/>
    <w:rsid w:val="00AB3DD6"/>
    <w:rsid w:val="00AB3EAE"/>
    <w:rsid w:val="00AB75A6"/>
    <w:rsid w:val="00AB7E93"/>
    <w:rsid w:val="00AC2C8E"/>
    <w:rsid w:val="00AC554C"/>
    <w:rsid w:val="00AC5797"/>
    <w:rsid w:val="00AC65EF"/>
    <w:rsid w:val="00AD4B46"/>
    <w:rsid w:val="00AD7E40"/>
    <w:rsid w:val="00AF1B49"/>
    <w:rsid w:val="00AF27D7"/>
    <w:rsid w:val="00AF39E2"/>
    <w:rsid w:val="00AF6BBD"/>
    <w:rsid w:val="00B03AB4"/>
    <w:rsid w:val="00B13EEC"/>
    <w:rsid w:val="00B14F30"/>
    <w:rsid w:val="00B15B6C"/>
    <w:rsid w:val="00B166D2"/>
    <w:rsid w:val="00B170E4"/>
    <w:rsid w:val="00B250FD"/>
    <w:rsid w:val="00B25CF4"/>
    <w:rsid w:val="00B30A3C"/>
    <w:rsid w:val="00B43B83"/>
    <w:rsid w:val="00B46088"/>
    <w:rsid w:val="00B47B48"/>
    <w:rsid w:val="00B53C06"/>
    <w:rsid w:val="00B56F9A"/>
    <w:rsid w:val="00B605DD"/>
    <w:rsid w:val="00B608BD"/>
    <w:rsid w:val="00B63211"/>
    <w:rsid w:val="00B70E34"/>
    <w:rsid w:val="00B74311"/>
    <w:rsid w:val="00B743E9"/>
    <w:rsid w:val="00B75952"/>
    <w:rsid w:val="00B77448"/>
    <w:rsid w:val="00B80E17"/>
    <w:rsid w:val="00B80F02"/>
    <w:rsid w:val="00B83110"/>
    <w:rsid w:val="00B862A2"/>
    <w:rsid w:val="00B9004E"/>
    <w:rsid w:val="00B930B9"/>
    <w:rsid w:val="00B9620B"/>
    <w:rsid w:val="00B964EF"/>
    <w:rsid w:val="00B978A0"/>
    <w:rsid w:val="00B97AEB"/>
    <w:rsid w:val="00BA0A6B"/>
    <w:rsid w:val="00BA29FA"/>
    <w:rsid w:val="00BA4ECD"/>
    <w:rsid w:val="00BB3F28"/>
    <w:rsid w:val="00BB691B"/>
    <w:rsid w:val="00BB7252"/>
    <w:rsid w:val="00BC0F4E"/>
    <w:rsid w:val="00BC3E41"/>
    <w:rsid w:val="00BC415A"/>
    <w:rsid w:val="00BC557A"/>
    <w:rsid w:val="00BD18C6"/>
    <w:rsid w:val="00BD6B42"/>
    <w:rsid w:val="00BD7046"/>
    <w:rsid w:val="00BE0A27"/>
    <w:rsid w:val="00BE49A0"/>
    <w:rsid w:val="00BE7747"/>
    <w:rsid w:val="00BF4A98"/>
    <w:rsid w:val="00C01C00"/>
    <w:rsid w:val="00C020D4"/>
    <w:rsid w:val="00C11FD6"/>
    <w:rsid w:val="00C14659"/>
    <w:rsid w:val="00C16F35"/>
    <w:rsid w:val="00C2505D"/>
    <w:rsid w:val="00C25E8E"/>
    <w:rsid w:val="00C26FA5"/>
    <w:rsid w:val="00C31E47"/>
    <w:rsid w:val="00C31F0C"/>
    <w:rsid w:val="00C33C84"/>
    <w:rsid w:val="00C41CB8"/>
    <w:rsid w:val="00C56C3B"/>
    <w:rsid w:val="00C57B1F"/>
    <w:rsid w:val="00C6192C"/>
    <w:rsid w:val="00C62D48"/>
    <w:rsid w:val="00C72EE7"/>
    <w:rsid w:val="00C7314B"/>
    <w:rsid w:val="00C75A18"/>
    <w:rsid w:val="00C75FFC"/>
    <w:rsid w:val="00C761B2"/>
    <w:rsid w:val="00C76A1C"/>
    <w:rsid w:val="00C77EC5"/>
    <w:rsid w:val="00C81E0D"/>
    <w:rsid w:val="00C843E0"/>
    <w:rsid w:val="00C8508E"/>
    <w:rsid w:val="00C85AE1"/>
    <w:rsid w:val="00C85C00"/>
    <w:rsid w:val="00C87C24"/>
    <w:rsid w:val="00C90FE6"/>
    <w:rsid w:val="00CA3E17"/>
    <w:rsid w:val="00CB1F72"/>
    <w:rsid w:val="00CB4291"/>
    <w:rsid w:val="00CB4C04"/>
    <w:rsid w:val="00CC039A"/>
    <w:rsid w:val="00CE2066"/>
    <w:rsid w:val="00CE7B3B"/>
    <w:rsid w:val="00CF1542"/>
    <w:rsid w:val="00CF1D69"/>
    <w:rsid w:val="00D0297E"/>
    <w:rsid w:val="00D02DA3"/>
    <w:rsid w:val="00D03169"/>
    <w:rsid w:val="00D04F64"/>
    <w:rsid w:val="00D05DB7"/>
    <w:rsid w:val="00D066CF"/>
    <w:rsid w:val="00D1500D"/>
    <w:rsid w:val="00D16F43"/>
    <w:rsid w:val="00D22426"/>
    <w:rsid w:val="00D26658"/>
    <w:rsid w:val="00D3541E"/>
    <w:rsid w:val="00D37DA5"/>
    <w:rsid w:val="00D4392E"/>
    <w:rsid w:val="00D440C7"/>
    <w:rsid w:val="00D4452D"/>
    <w:rsid w:val="00D579B9"/>
    <w:rsid w:val="00D606EB"/>
    <w:rsid w:val="00D61635"/>
    <w:rsid w:val="00D62242"/>
    <w:rsid w:val="00D63396"/>
    <w:rsid w:val="00D6655A"/>
    <w:rsid w:val="00D67A0F"/>
    <w:rsid w:val="00D75476"/>
    <w:rsid w:val="00D85560"/>
    <w:rsid w:val="00D86213"/>
    <w:rsid w:val="00D902CD"/>
    <w:rsid w:val="00D91072"/>
    <w:rsid w:val="00D9479E"/>
    <w:rsid w:val="00D954DB"/>
    <w:rsid w:val="00D9718B"/>
    <w:rsid w:val="00DA3CA7"/>
    <w:rsid w:val="00DA6FA5"/>
    <w:rsid w:val="00DB5E15"/>
    <w:rsid w:val="00DC1201"/>
    <w:rsid w:val="00DC31A9"/>
    <w:rsid w:val="00DD322B"/>
    <w:rsid w:val="00DD41ED"/>
    <w:rsid w:val="00DE0C4E"/>
    <w:rsid w:val="00DE2E8C"/>
    <w:rsid w:val="00DE4008"/>
    <w:rsid w:val="00DF0694"/>
    <w:rsid w:val="00E013A5"/>
    <w:rsid w:val="00E03EF7"/>
    <w:rsid w:val="00E06F22"/>
    <w:rsid w:val="00E15048"/>
    <w:rsid w:val="00E16A5A"/>
    <w:rsid w:val="00E20B2A"/>
    <w:rsid w:val="00E35762"/>
    <w:rsid w:val="00E358F3"/>
    <w:rsid w:val="00E3613F"/>
    <w:rsid w:val="00E364F9"/>
    <w:rsid w:val="00E43CE2"/>
    <w:rsid w:val="00E445C7"/>
    <w:rsid w:val="00E46093"/>
    <w:rsid w:val="00E47BAD"/>
    <w:rsid w:val="00E47C72"/>
    <w:rsid w:val="00E57157"/>
    <w:rsid w:val="00E618B1"/>
    <w:rsid w:val="00E61DD7"/>
    <w:rsid w:val="00E71DA9"/>
    <w:rsid w:val="00E763DF"/>
    <w:rsid w:val="00E82609"/>
    <w:rsid w:val="00E860B7"/>
    <w:rsid w:val="00E90E5F"/>
    <w:rsid w:val="00E92A77"/>
    <w:rsid w:val="00EA065E"/>
    <w:rsid w:val="00EA14C3"/>
    <w:rsid w:val="00EA2CC4"/>
    <w:rsid w:val="00EA6E04"/>
    <w:rsid w:val="00EA6FCA"/>
    <w:rsid w:val="00EC7F85"/>
    <w:rsid w:val="00ED14CA"/>
    <w:rsid w:val="00ED3A70"/>
    <w:rsid w:val="00ED55BE"/>
    <w:rsid w:val="00ED5B47"/>
    <w:rsid w:val="00ED69EC"/>
    <w:rsid w:val="00ED7DBB"/>
    <w:rsid w:val="00EE58B5"/>
    <w:rsid w:val="00EF0900"/>
    <w:rsid w:val="00F00E15"/>
    <w:rsid w:val="00F022BB"/>
    <w:rsid w:val="00F04561"/>
    <w:rsid w:val="00F1042A"/>
    <w:rsid w:val="00F12884"/>
    <w:rsid w:val="00F20B31"/>
    <w:rsid w:val="00F2446C"/>
    <w:rsid w:val="00F30442"/>
    <w:rsid w:val="00F304E3"/>
    <w:rsid w:val="00F32E10"/>
    <w:rsid w:val="00F33A88"/>
    <w:rsid w:val="00F43F0B"/>
    <w:rsid w:val="00F5027B"/>
    <w:rsid w:val="00F50A0C"/>
    <w:rsid w:val="00F5562E"/>
    <w:rsid w:val="00F62C7D"/>
    <w:rsid w:val="00F6527D"/>
    <w:rsid w:val="00F6713E"/>
    <w:rsid w:val="00F70607"/>
    <w:rsid w:val="00F76918"/>
    <w:rsid w:val="00F87438"/>
    <w:rsid w:val="00F87D8E"/>
    <w:rsid w:val="00FA2409"/>
    <w:rsid w:val="00FA5D0B"/>
    <w:rsid w:val="00FA5DDB"/>
    <w:rsid w:val="00FA6B8B"/>
    <w:rsid w:val="00FB207B"/>
    <w:rsid w:val="00FB30F0"/>
    <w:rsid w:val="00FC3292"/>
    <w:rsid w:val="00FC3A2A"/>
    <w:rsid w:val="00FC5B01"/>
    <w:rsid w:val="00FC7B43"/>
    <w:rsid w:val="00FE0C23"/>
    <w:rsid w:val="00FE4880"/>
    <w:rsid w:val="00FE5559"/>
    <w:rsid w:val="00FE5E0C"/>
    <w:rsid w:val="00FE6B8B"/>
    <w:rsid w:val="00FF5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A417BB"/>
  <w15:docId w15:val="{457D8322-F140-4994-B939-20D8D4C19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E6820"/>
  </w:style>
  <w:style w:type="paragraph" w:styleId="Nagwek1">
    <w:name w:val="heading 1"/>
    <w:basedOn w:val="Normalny"/>
    <w:next w:val="Normalny"/>
    <w:link w:val="Nagwek1Znak"/>
    <w:qFormat/>
    <w:rsid w:val="000E6820"/>
    <w:pPr>
      <w:keepNext/>
      <w:jc w:val="center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rsid w:val="000E6820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rsid w:val="000E6820"/>
    <w:pPr>
      <w:keepNext/>
      <w:jc w:val="center"/>
      <w:outlineLvl w:val="2"/>
    </w:pPr>
    <w:rPr>
      <w:rFonts w:ascii="Arial Narrow" w:hAnsi="Arial Narrow"/>
      <w:b/>
      <w:i/>
      <w:sz w:val="24"/>
    </w:rPr>
  </w:style>
  <w:style w:type="paragraph" w:styleId="Nagwek4">
    <w:name w:val="heading 4"/>
    <w:basedOn w:val="Normalny"/>
    <w:next w:val="Normalny"/>
    <w:qFormat/>
    <w:rsid w:val="000E6820"/>
    <w:pPr>
      <w:keepNext/>
      <w:jc w:val="center"/>
      <w:outlineLvl w:val="3"/>
    </w:pPr>
    <w:rPr>
      <w:rFonts w:ascii="Arial Narrow" w:hAnsi="Arial Narrow"/>
      <w:b/>
      <w:i/>
      <w:sz w:val="28"/>
    </w:rPr>
  </w:style>
  <w:style w:type="paragraph" w:styleId="Nagwek7">
    <w:name w:val="heading 7"/>
    <w:basedOn w:val="Normalny"/>
    <w:next w:val="Normalny"/>
    <w:qFormat/>
    <w:rsid w:val="004A4DB8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0E6820"/>
    <w:pPr>
      <w:keepNext/>
      <w:outlineLvl w:val="7"/>
    </w:pPr>
    <w:rPr>
      <w:rFonts w:ascii="Tahoma" w:hAnsi="Tahom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punktowana">
    <w:name w:val="List Bullet"/>
    <w:basedOn w:val="Normalny"/>
    <w:autoRedefine/>
    <w:rsid w:val="000E6820"/>
    <w:pPr>
      <w:spacing w:after="120"/>
    </w:pPr>
    <w:rPr>
      <w:rFonts w:ascii="Arial Narrow" w:hAnsi="Arial Narrow"/>
      <w:i/>
      <w:sz w:val="22"/>
    </w:rPr>
  </w:style>
  <w:style w:type="paragraph" w:styleId="Tekstpodstawowywcity">
    <w:name w:val="Body Text Indent"/>
    <w:basedOn w:val="Normalny"/>
    <w:rsid w:val="000E6820"/>
    <w:pPr>
      <w:ind w:left="284"/>
    </w:pPr>
    <w:rPr>
      <w:rFonts w:ascii="UmbraPl" w:hAnsi="UmbraPl"/>
      <w:sz w:val="16"/>
    </w:rPr>
  </w:style>
  <w:style w:type="paragraph" w:styleId="Tekstpodstawowy">
    <w:name w:val="Body Text"/>
    <w:basedOn w:val="Normalny"/>
    <w:rsid w:val="000E6820"/>
    <w:rPr>
      <w:b/>
      <w:sz w:val="24"/>
    </w:rPr>
  </w:style>
  <w:style w:type="paragraph" w:styleId="Tekstpodstawowy2">
    <w:name w:val="Body Text 2"/>
    <w:basedOn w:val="Normalny"/>
    <w:rsid w:val="000E6820"/>
    <w:rPr>
      <w:sz w:val="22"/>
    </w:rPr>
  </w:style>
  <w:style w:type="character" w:styleId="Hipercze">
    <w:name w:val="Hyperlink"/>
    <w:basedOn w:val="Domylnaczcionkaakapitu"/>
    <w:rsid w:val="000E6820"/>
    <w:rPr>
      <w:color w:val="0000FF"/>
      <w:u w:val="single"/>
    </w:rPr>
  </w:style>
  <w:style w:type="character" w:styleId="UyteHipercze">
    <w:name w:val="FollowedHyperlink"/>
    <w:basedOn w:val="Domylnaczcionkaakapitu"/>
    <w:rsid w:val="000E6820"/>
    <w:rPr>
      <w:color w:val="800080"/>
      <w:u w:val="single"/>
    </w:rPr>
  </w:style>
  <w:style w:type="paragraph" w:styleId="Tekstpodstawowy3">
    <w:name w:val="Body Text 3"/>
    <w:basedOn w:val="Normalny"/>
    <w:rsid w:val="000E6820"/>
    <w:rPr>
      <w:sz w:val="24"/>
    </w:rPr>
  </w:style>
  <w:style w:type="paragraph" w:styleId="Tekstpodstawowywcity2">
    <w:name w:val="Body Text Indent 2"/>
    <w:basedOn w:val="Normalny"/>
    <w:rsid w:val="000E6820"/>
    <w:pPr>
      <w:ind w:firstLine="709"/>
    </w:pPr>
    <w:rPr>
      <w:sz w:val="24"/>
    </w:rPr>
  </w:style>
  <w:style w:type="paragraph" w:styleId="Nagwek">
    <w:name w:val="header"/>
    <w:basedOn w:val="Normalny"/>
    <w:rsid w:val="000E682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0E6820"/>
    <w:pPr>
      <w:tabs>
        <w:tab w:val="center" w:pos="4536"/>
        <w:tab w:val="right" w:pos="9072"/>
      </w:tabs>
    </w:pPr>
  </w:style>
  <w:style w:type="character" w:styleId="Pogrubienie">
    <w:name w:val="Strong"/>
    <w:basedOn w:val="Domylnaczcionkaakapitu"/>
    <w:qFormat/>
    <w:rsid w:val="000E6820"/>
    <w:rPr>
      <w:b/>
    </w:rPr>
  </w:style>
  <w:style w:type="paragraph" w:styleId="Tekstprzypisudolnego">
    <w:name w:val="footnote text"/>
    <w:basedOn w:val="Normalny"/>
    <w:semiHidden/>
    <w:rsid w:val="000E6820"/>
    <w:pPr>
      <w:widowControl w:val="0"/>
    </w:pPr>
  </w:style>
  <w:style w:type="paragraph" w:customStyle="1" w:styleId="ArielCE">
    <w:name w:val="Ariel CE"/>
    <w:basedOn w:val="Tekstpodstawowy"/>
    <w:rsid w:val="000E6820"/>
    <w:pPr>
      <w:spacing w:after="120"/>
    </w:pPr>
    <w:rPr>
      <w:rFonts w:ascii="Arial" w:hAnsi="Arial"/>
      <w:b w:val="0"/>
      <w:kern w:val="16"/>
    </w:rPr>
  </w:style>
  <w:style w:type="table" w:styleId="Tabela-Siatka5">
    <w:name w:val="Table Grid 5"/>
    <w:basedOn w:val="Standardowy"/>
    <w:rsid w:val="001D11B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styleId="NormalnyWeb">
    <w:name w:val="Normal (Web)"/>
    <w:basedOn w:val="Normalny"/>
    <w:rsid w:val="00D3541E"/>
    <w:rPr>
      <w:color w:val="000000"/>
      <w:sz w:val="24"/>
      <w:szCs w:val="24"/>
    </w:rPr>
  </w:style>
  <w:style w:type="paragraph" w:styleId="Tekstdymka">
    <w:name w:val="Balloon Text"/>
    <w:basedOn w:val="Normalny"/>
    <w:semiHidden/>
    <w:rsid w:val="00834EA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8D05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660E66"/>
    <w:pPr>
      <w:ind w:left="720"/>
      <w:contextualSpacing/>
    </w:pPr>
  </w:style>
  <w:style w:type="paragraph" w:styleId="Tytu">
    <w:name w:val="Title"/>
    <w:basedOn w:val="Normalny"/>
    <w:link w:val="TytuZnak"/>
    <w:qFormat/>
    <w:rsid w:val="00A85CB0"/>
    <w:pPr>
      <w:jc w:val="center"/>
    </w:pPr>
    <w:rPr>
      <w:b/>
      <w:i/>
      <w:sz w:val="48"/>
    </w:rPr>
  </w:style>
  <w:style w:type="character" w:customStyle="1" w:styleId="TytuZnak">
    <w:name w:val="Tytuł Znak"/>
    <w:basedOn w:val="Domylnaczcionkaakapitu"/>
    <w:link w:val="Tytu"/>
    <w:rsid w:val="00A85CB0"/>
    <w:rPr>
      <w:b/>
      <w:i/>
      <w:sz w:val="48"/>
    </w:rPr>
  </w:style>
  <w:style w:type="character" w:customStyle="1" w:styleId="StopkaZnak">
    <w:name w:val="Stopka Znak"/>
    <w:basedOn w:val="Domylnaczcionkaakapitu"/>
    <w:link w:val="Stopka"/>
    <w:uiPriority w:val="99"/>
    <w:rsid w:val="00A85CB0"/>
  </w:style>
  <w:style w:type="character" w:customStyle="1" w:styleId="Nagwek1Znak">
    <w:name w:val="Nagłówek 1 Znak"/>
    <w:basedOn w:val="Domylnaczcionkaakapitu"/>
    <w:link w:val="Nagwek1"/>
    <w:rsid w:val="00B97AEB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083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ELWIBOR\UM%20Boles&#322;awiec\Le&#347;na\Strona%20tytu&#322;owa%20projektu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935ED0-270D-4B1B-8736-80212B76B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Strona tytułowa projektu</Template>
  <TotalTime>5</TotalTime>
  <Pages>1</Pages>
  <Words>396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BIPROGEO PROJEKT Sp</vt:lpstr>
    </vt:vector>
  </TitlesOfParts>
  <Company>BIPROGEO-PROJEKT Sp. z o.o.</Company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BIPROGEO PROJEKT Sp</dc:title>
  <dc:creator>User</dc:creator>
  <cp:lastModifiedBy>Karolina Latawiec</cp:lastModifiedBy>
  <cp:revision>10</cp:revision>
  <cp:lastPrinted>2023-04-17T07:26:00Z</cp:lastPrinted>
  <dcterms:created xsi:type="dcterms:W3CDTF">2022-05-30T08:31:00Z</dcterms:created>
  <dcterms:modified xsi:type="dcterms:W3CDTF">2024-07-10T09:48:00Z</dcterms:modified>
</cp:coreProperties>
</file>