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217374E3" w14:textId="1CB013C4" w:rsidR="00852212" w:rsidRPr="00354725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dotyczące przesłanek wykluczenia z art. 5k rozporządzenia 833/2014 oraz </w:t>
      </w:r>
      <w:r w:rsidR="006C4F6E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z 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art. 7 ust. 1 </w:t>
      </w:r>
      <w:r w:rsidR="000C7614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U</w:t>
      </w:r>
      <w:r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stawy 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o</w:t>
      </w:r>
      <w:r w:rsidR="00A563C3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 </w:t>
      </w:r>
      <w:r w:rsidR="00D21428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 xml:space="preserve"> </w:t>
      </w:r>
      <w:r w:rsidR="00852212" w:rsidRPr="00354725">
        <w:rPr>
          <w:rFonts w:ascii="Calibri" w:hAnsi="Calibri" w:cs="Calibri"/>
          <w:b/>
          <w:i/>
          <w:iCs/>
          <w:color w:val="404040" w:themeColor="text1" w:themeTint="BF"/>
          <w:sz w:val="22"/>
          <w:szCs w:val="22"/>
        </w:rPr>
        <w:t>składane na podstawie art. 125 ust. 1 PZP</w:t>
      </w:r>
    </w:p>
    <w:p w14:paraId="46634FBF" w14:textId="269A985F" w:rsidR="00772987" w:rsidRPr="00354725" w:rsidRDefault="00C35509" w:rsidP="00C35509">
      <w:pPr>
        <w:widowControl w:val="0"/>
        <w:tabs>
          <w:tab w:val="center" w:pos="4535"/>
          <w:tab w:val="right" w:pos="9070"/>
        </w:tabs>
        <w:suppressAutoHyphens/>
        <w:autoSpaceDE w:val="0"/>
        <w:autoSpaceDN w:val="0"/>
        <w:adjustRightInd w:val="0"/>
        <w:spacing w:before="240" w:after="120" w:line="271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>
        <w:rPr>
          <w:rFonts w:ascii="Calibri" w:hAnsi="Calibri" w:cs="Calibri"/>
          <w:color w:val="404040" w:themeColor="text1" w:themeTint="BF"/>
          <w:sz w:val="22"/>
          <w:szCs w:val="22"/>
        </w:rPr>
        <w:tab/>
      </w:r>
      <w:r w:rsidR="00772987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na potrzeby postępowania o udzielenie zamówienia publicznego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pn.</w:t>
      </w:r>
      <w:r w:rsidR="00772987" w:rsidRPr="00354725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  <w:r>
        <w:rPr>
          <w:rFonts w:ascii="Calibri" w:hAnsi="Calibri" w:cs="Calibri"/>
          <w:color w:val="404040" w:themeColor="text1" w:themeTint="BF"/>
          <w:sz w:val="22"/>
          <w:szCs w:val="22"/>
        </w:rPr>
        <w:tab/>
      </w:r>
    </w:p>
    <w:p w14:paraId="5C6F40C2" w14:textId="02F8A38D" w:rsidR="00EB05C6" w:rsidRDefault="00EB05C6" w:rsidP="00EB05C6">
      <w:pPr>
        <w:widowControl w:val="0"/>
        <w:suppressAutoHyphens/>
        <w:autoSpaceDE w:val="0"/>
        <w:autoSpaceDN w:val="0"/>
        <w:adjustRightInd w:val="0"/>
        <w:spacing w:before="120"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1" w:name="_Hlk68716369"/>
      <w:bookmarkStart w:id="2" w:name="_Hlk79043049"/>
      <w:r w:rsidRPr="009018E8">
        <w:rPr>
          <w:rFonts w:ascii="Calibri" w:hAnsi="Calibri" w:cs="Calibri"/>
          <w:b/>
          <w:sz w:val="22"/>
          <w:szCs w:val="22"/>
        </w:rPr>
        <w:t>Usług</w:t>
      </w:r>
      <w:r w:rsidR="00C35509">
        <w:rPr>
          <w:rFonts w:ascii="Calibri" w:hAnsi="Calibri" w:cs="Calibri"/>
          <w:b/>
          <w:sz w:val="22"/>
          <w:szCs w:val="22"/>
        </w:rPr>
        <w:t>a</w:t>
      </w:r>
      <w:r w:rsidRPr="009018E8">
        <w:rPr>
          <w:rFonts w:ascii="Calibri" w:hAnsi="Calibri" w:cs="Calibri"/>
          <w:b/>
          <w:sz w:val="22"/>
          <w:szCs w:val="22"/>
        </w:rPr>
        <w:t xml:space="preserve"> ubezpieczenia </w:t>
      </w:r>
      <w:r w:rsidR="00C35509" w:rsidRPr="00C35509">
        <w:rPr>
          <w:rFonts w:ascii="Calibri" w:hAnsi="Calibri" w:cs="Calibri"/>
          <w:b/>
          <w:sz w:val="22"/>
          <w:szCs w:val="22"/>
        </w:rPr>
        <w:t xml:space="preserve">Powiatowego Zakładu Opieki Zdrowotnej </w:t>
      </w:r>
      <w:r w:rsidR="007D487D">
        <w:rPr>
          <w:rFonts w:ascii="Calibri" w:hAnsi="Calibri" w:cs="Calibri"/>
          <w:b/>
          <w:sz w:val="22"/>
          <w:szCs w:val="22"/>
        </w:rPr>
        <w:t xml:space="preserve">w Starachowicach </w:t>
      </w:r>
      <w:r w:rsidR="00C35509" w:rsidRPr="00C35509">
        <w:rPr>
          <w:rFonts w:ascii="Calibri" w:hAnsi="Calibri" w:cs="Calibri"/>
          <w:b/>
          <w:sz w:val="22"/>
          <w:szCs w:val="22"/>
        </w:rPr>
        <w:t>(2 C</w:t>
      </w:r>
      <w:r w:rsidR="00B43443">
        <w:rPr>
          <w:rFonts w:ascii="Calibri" w:hAnsi="Calibri" w:cs="Calibri"/>
          <w:b/>
          <w:sz w:val="22"/>
          <w:szCs w:val="22"/>
        </w:rPr>
        <w:t>ZĘŚCI</w:t>
      </w:r>
      <w:r w:rsidR="00C35509" w:rsidRPr="00C35509">
        <w:rPr>
          <w:rFonts w:ascii="Calibri" w:hAnsi="Calibri" w:cs="Calibri"/>
          <w:b/>
          <w:sz w:val="22"/>
          <w:szCs w:val="22"/>
        </w:rPr>
        <w:t>)</w:t>
      </w:r>
    </w:p>
    <w:bookmarkEnd w:id="1"/>
    <w:bookmarkEnd w:id="2"/>
    <w:p w14:paraId="3283516C" w14:textId="0A4519A8" w:rsidR="00CF7060" w:rsidRPr="00354725" w:rsidRDefault="009168FC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9168FC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Ja, niżej podpisany/my, niżej podpisani:</w:t>
      </w:r>
    </w:p>
    <w:p w14:paraId="72D76F1A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4DCE349A" w14:textId="77777777" w:rsidR="00CF7060" w:rsidRPr="00354725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7AC4D108" w14:textId="77777777" w:rsidR="00CF7060" w:rsidRPr="00354725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B941EFB" w14:textId="77777777" w:rsidR="00CF7060" w:rsidRPr="00354725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(imię, nazwisko, stanowisko/podstawa do reprezentacji)</w:t>
      </w:r>
    </w:p>
    <w:p w14:paraId="2C7585C9" w14:textId="77777777" w:rsidR="00CF7060" w:rsidRPr="00354725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imieniu reprezentowanego przeze mnie/przez nas Wykonawcy:</w:t>
      </w:r>
    </w:p>
    <w:p w14:paraId="339A3A93" w14:textId="77777777" w:rsidR="00CF7060" w:rsidRPr="00354725" w:rsidRDefault="00CF7060" w:rsidP="00CF7060">
      <w:pPr>
        <w:suppressAutoHyphens/>
        <w:spacing w:before="120" w:line="268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3" w:name="_Hlk104282005"/>
      <w:bookmarkStart w:id="4" w:name="_Hlk10428199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3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End w:id="4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EC5E8FA" w14:textId="77777777" w:rsidR="00CF7060" w:rsidRPr="00354725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(pełna nazwa, adres, NIP, KRS Wykonawcy)</w:t>
      </w:r>
    </w:p>
    <w:p w14:paraId="498794EA" w14:textId="63C79176" w:rsidR="00CF7060" w:rsidRPr="00354725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bookmarkStart w:id="5" w:name="_Hlk107911526"/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>świadczam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/my</w:t>
      </w:r>
      <w:r w:rsidR="00CF7060"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 co następuje</w:t>
      </w:r>
      <w:r w:rsidR="00C81896">
        <w:rPr>
          <w:rFonts w:ascii="Calibri" w:hAnsi="Calibri" w:cs="Calibri"/>
          <w:color w:val="404040" w:themeColor="text1" w:themeTint="BF"/>
          <w:sz w:val="22"/>
          <w:szCs w:val="22"/>
        </w:rPr>
        <w:t>:</w:t>
      </w:r>
    </w:p>
    <w:p w14:paraId="384D2615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bookmarkStart w:id="6" w:name="_Hlk505624072"/>
      <w:bookmarkEnd w:id="5"/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OŚWIADCZENIA DOTYCZĄCE WYKONAWCY:</w:t>
      </w:r>
    </w:p>
    <w:p w14:paraId="02BAC3A8" w14:textId="1C785A69" w:rsidR="005A26E4" w:rsidRPr="00354725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że nie podlegam wykluczeniu z postępowania na podstawie art. 5k </w:t>
      </w:r>
      <w:r w:rsid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 833/2014, w brzmieniu nadanym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dalej: 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R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ozporządzenie 2022/576.</w:t>
      </w:r>
    </w:p>
    <w:p w14:paraId="51F0B735" w14:textId="65BDCADE" w:rsidR="005A26E4" w:rsidRPr="00354725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/oświadczamy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, że nie zachodzą w stosunku do mnie przesłanki wykluczenia z</w:t>
      </w:r>
      <w:r w:rsidR="00A563C3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postępowania na podstawie art. 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7 ust. </w:t>
      </w:r>
      <w:r w:rsidR="00A563C3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>U</w:t>
      </w:r>
      <w:r w:rsidRPr="00354725">
        <w:rPr>
          <w:rFonts w:asciiTheme="minorHAnsi" w:eastAsia="Times New Roman" w:hAnsiTheme="minorHAnsi" w:cstheme="minorHAnsi"/>
          <w:color w:val="404040" w:themeColor="text1" w:themeTint="BF"/>
          <w:sz w:val="22"/>
          <w:szCs w:val="22"/>
          <w:lang w:eastAsia="pl-PL"/>
        </w:rPr>
        <w:t xml:space="preserve">stawy 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>. Dz. U. z 202</w:t>
      </w:r>
      <w:r w:rsidR="00EB05C6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poz. </w:t>
      </w:r>
      <w:r w:rsidR="00EB05C6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0566D3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zm.).</w:t>
      </w:r>
    </w:p>
    <w:p w14:paraId="1AB1486C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7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7"/>
    </w:p>
    <w:p w14:paraId="7827C17E" w14:textId="0CF534B5" w:rsidR="00143A34" w:rsidRPr="00354725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Oświadczam</w:t>
      </w:r>
      <w:r w:rsidR="00797B14"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 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zamówieniu</w:t>
      </w:r>
      <w:r w:rsidRPr="00354725">
        <w:rPr>
          <w:rFonts w:asciiTheme="minorHAnsi" w:hAnsiTheme="minorHAnsi" w:cstheme="minorHAnsi"/>
          <w:i/>
          <w:color w:val="404040" w:themeColor="text1" w:themeTint="BF"/>
          <w:sz w:val="22"/>
          <w:szCs w:val="22"/>
        </w:rPr>
        <w:t>,</w:t>
      </w:r>
      <w:r w:rsidRPr="00354725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354725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bookmarkStart w:id="8" w:name="_Hlk107569307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65971ED6" w14:textId="77777777" w:rsidR="00143A34" w:rsidRPr="00354725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8"/>
    <w:p w14:paraId="7186F22C" w14:textId="77777777" w:rsidR="00143A34" w:rsidRPr="00354725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w następującym zakresie:</w:t>
      </w:r>
    </w:p>
    <w:p w14:paraId="61057A8B" w14:textId="77777777" w:rsidR="00143A34" w:rsidRPr="00354725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Arial" w:hAnsi="Arial" w:cs="Arial"/>
          <w:i/>
          <w:color w:val="404040" w:themeColor="text1" w:themeTint="BF"/>
          <w:sz w:val="22"/>
          <w:szCs w:val="22"/>
        </w:rPr>
        <w:t xml:space="preserve"> </w:t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</w: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ab/>
        <w:t>(określić odpowiedni zakres dla wskazanego podmiotu)</w:t>
      </w:r>
    </w:p>
    <w:p w14:paraId="16916A77" w14:textId="5B9E3566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64DD0CC9" w14:textId="77777777" w:rsidR="005A26E4" w:rsidRPr="00354725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Pr="00354725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</w:t>
      </w:r>
      <w:r w:rsidR="009510A4"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354725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color w:val="404040" w:themeColor="text1" w:themeTint="BF"/>
          <w:sz w:val="22"/>
          <w:szCs w:val="22"/>
        </w:rPr>
      </w:pPr>
      <w:bookmarkStart w:id="9" w:name="_Hlk107569426"/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3590351B" w14:textId="77777777" w:rsidR="00093AB0" w:rsidRPr="00354725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color w:val="404040" w:themeColor="text1" w:themeTint="BF"/>
          <w:sz w:val="18"/>
          <w:szCs w:val="18"/>
        </w:rPr>
      </w:pPr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(podać pełną nazwę/firmę, adres, a także w zależności od podmiotu: NIP/PESEL, KRS/</w:t>
      </w:r>
      <w:proofErr w:type="spellStart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CEiDG</w:t>
      </w:r>
      <w:proofErr w:type="spellEnd"/>
      <w:r w:rsidRPr="00354725">
        <w:rPr>
          <w:rFonts w:ascii="Calibri" w:hAnsi="Calibri"/>
          <w:i/>
          <w:iCs/>
          <w:color w:val="404040" w:themeColor="text1" w:themeTint="BF"/>
          <w:sz w:val="18"/>
          <w:szCs w:val="18"/>
        </w:rPr>
        <w:t>)</w:t>
      </w:r>
    </w:p>
    <w:bookmarkEnd w:id="9"/>
    <w:p w14:paraId="3687D99B" w14:textId="21D9F166" w:rsidR="005A26E4" w:rsidRPr="00354725" w:rsidRDefault="005A26E4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 xml:space="preserve">nie zachodzą podstawy wykluczenia z postępowania o udzielenie zamówienia przewidziane w art. 5k </w:t>
      </w:r>
      <w:r w:rsidR="006E3892">
        <w:rPr>
          <w:rFonts w:ascii="Calibri" w:hAnsi="Calibri" w:cs="Calibri"/>
          <w:color w:val="404040" w:themeColor="text1" w:themeTint="BF"/>
          <w:sz w:val="22"/>
          <w:szCs w:val="22"/>
        </w:rPr>
        <w:t>R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ozporządzenia 833/2014 w brzmieniu nadanym rozporządzeniem 2022/576.</w:t>
      </w:r>
    </w:p>
    <w:p w14:paraId="1BCB303F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09711C84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lastRenderedPageBreak/>
        <w:t>OŚWIADCZENIE DOTYCZĄCE PODANYCH INFORMACJI</w:t>
      </w:r>
    </w:p>
    <w:p w14:paraId="535FACE6" w14:textId="0161C3E8" w:rsidR="003C5EB7" w:rsidRPr="00354725" w:rsidRDefault="003C5EB7" w:rsidP="009510A4">
      <w:pPr>
        <w:spacing w:before="240" w:after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bCs/>
          <w:color w:val="404040" w:themeColor="text1" w:themeTint="BF"/>
          <w:sz w:val="22"/>
          <w:szCs w:val="22"/>
        </w:rPr>
        <w:t>Oświadczam/my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, że wszystkie informacje podane w powyższych oświadczeniach są aktualne i</w:t>
      </w:r>
      <w:r w:rsidR="00354725">
        <w:rPr>
          <w:rFonts w:ascii="Calibri" w:hAnsi="Calibri" w:cs="Calibri"/>
          <w:color w:val="404040" w:themeColor="text1" w:themeTint="BF"/>
          <w:sz w:val="22"/>
          <w:szCs w:val="22"/>
        </w:rPr>
        <w:t> </w:t>
      </w:r>
      <w:r w:rsidRPr="00354725">
        <w:rPr>
          <w:rFonts w:ascii="Calibri" w:hAnsi="Calibri" w:cs="Calibri"/>
          <w:color w:val="404040" w:themeColor="text1" w:themeTint="BF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1878CF32" w14:textId="77777777" w:rsidR="003C5EB7" w:rsidRPr="00354725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354725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Wskazuję</w:t>
      </w:r>
      <w:r w:rsidR="009510A4" w:rsidRPr="00354725">
        <w:rPr>
          <w:rStyle w:val="cf21"/>
          <w:rFonts w:ascii="Calibri" w:hAnsi="Calibri" w:cs="Calibri"/>
          <w:b/>
          <w:bCs/>
          <w:color w:val="404040" w:themeColor="text1" w:themeTint="BF"/>
          <w:sz w:val="22"/>
          <w:szCs w:val="22"/>
        </w:rPr>
        <w:t>/my</w:t>
      </w:r>
      <w:r w:rsidRPr="00354725">
        <w:rPr>
          <w:rStyle w:val="cf21"/>
          <w:rFonts w:ascii="Calibri" w:hAnsi="Calibri" w:cs="Calibri"/>
          <w:color w:val="404040" w:themeColor="text1" w:themeTint="BF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354725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 xml:space="preserve"> </w:t>
      </w:r>
    </w:p>
    <w:p w14:paraId="0666AB85" w14:textId="77777777" w:rsidR="003C5EB7" w:rsidRPr="00354725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  <w:r w:rsidRPr="00354725">
        <w:rPr>
          <w:rFonts w:ascii="Calibri" w:hAnsi="Calibri" w:cs="Calibri"/>
          <w:color w:val="404040" w:themeColor="text1" w:themeTint="BF"/>
          <w:sz w:val="22"/>
          <w:szCs w:val="22"/>
          <w:bdr w:val="single" w:sz="4" w:space="0" w:color="808080" w:themeColor="background1" w:themeShade="80"/>
        </w:rPr>
        <w:tab/>
      </w:r>
    </w:p>
    <w:p w14:paraId="2BCEB1E2" w14:textId="08396170" w:rsidR="003C5EB7" w:rsidRPr="00354725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  <w:r w:rsidRPr="00354725">
        <w:rPr>
          <w:rStyle w:val="cf31"/>
          <w:rFonts w:ascii="Calibri" w:hAnsi="Calibri" w:cs="Calibri"/>
          <w:color w:val="404040" w:themeColor="text1" w:themeTint="BF"/>
          <w:sz w:val="22"/>
          <w:szCs w:val="22"/>
        </w:rPr>
        <w:t>(wskazać podmiotowy środek dowodowy, adres internetowy, wydający urząd lub organ, dokładne dane referencyjne dokumentacji)</w:t>
      </w:r>
      <w:bookmarkEnd w:id="6"/>
    </w:p>
    <w:sectPr w:rsidR="003C5EB7" w:rsidRPr="00354725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57B56" w14:textId="77777777" w:rsidR="00EC38AA" w:rsidRDefault="00EC38AA">
      <w:r>
        <w:separator/>
      </w:r>
    </w:p>
  </w:endnote>
  <w:endnote w:type="continuationSeparator" w:id="0">
    <w:p w14:paraId="6083A65E" w14:textId="77777777" w:rsidR="00EC38AA" w:rsidRDefault="00EC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Pr="009755E0" w:rsidRDefault="00623A5F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Pr="009755E0">
      <w:rPr>
        <w:rFonts w:asciiTheme="minorHAnsi" w:hAnsiTheme="minorHAnsi" w:cstheme="minorHAnsi"/>
      </w:rPr>
      <w:t>1</w:t>
    </w:r>
    <w:r w:rsidRPr="009755E0">
      <w:rPr>
        <w:rFonts w:asciiTheme="minorHAnsi" w:hAnsiTheme="minorHAnsi" w:cstheme="minorHAnsi"/>
      </w:rPr>
      <w:fldChar w:fldCharType="end"/>
    </w:r>
  </w:p>
  <w:p w14:paraId="0CECF3ED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276E5" w14:textId="77777777" w:rsidR="00EC38AA" w:rsidRDefault="00EC38AA">
      <w:r>
        <w:separator/>
      </w:r>
    </w:p>
  </w:footnote>
  <w:footnote w:type="continuationSeparator" w:id="0">
    <w:p w14:paraId="45EB668C" w14:textId="77777777" w:rsidR="00EC38AA" w:rsidRDefault="00EC3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6AE0B" w14:textId="77777777" w:rsidR="00623A5F" w:rsidRPr="009755E0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10" w:name="_Hlk107570050"/>
    <w:r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Pr="009755E0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CC1D76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Cs/>
        <w:sz w:val="16"/>
        <w:szCs w:val="16"/>
      </w:rPr>
    </w:pPr>
    <w:r w:rsidRPr="009755E0">
      <w:rPr>
        <w:rFonts w:asciiTheme="minorHAnsi" w:hAnsiTheme="minorHAnsi" w:cstheme="minorHAnsi"/>
        <w:bCs/>
        <w:sz w:val="16"/>
        <w:szCs w:val="16"/>
      </w:rPr>
      <w:tab/>
    </w:r>
    <w:r w:rsidR="00623A5F" w:rsidRPr="00CC1D76">
      <w:rPr>
        <w:rFonts w:asciiTheme="minorHAnsi" w:hAnsiTheme="minorHAnsi" w:cstheme="minorHAnsi"/>
        <w:bCs/>
        <w:sz w:val="16"/>
        <w:szCs w:val="16"/>
      </w:rPr>
      <w:t xml:space="preserve">Oświadczenie z art. 5k rozporządzenia 833/2014 oraz </w:t>
    </w:r>
    <w:r w:rsidR="0010434F" w:rsidRPr="00CC1D76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CC1D76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10"/>
  <w:p w14:paraId="4FDC2DE3" w14:textId="29F18D90" w:rsidR="00CC1D76" w:rsidRDefault="00CC1D76" w:rsidP="00EB05C6">
    <w:pPr>
      <w:rPr>
        <w:rFonts w:ascii="Calibri" w:eastAsia="Calibri" w:hAnsi="Calibri"/>
        <w:sz w:val="16"/>
        <w:szCs w:val="16"/>
      </w:rPr>
    </w:pPr>
    <w:r w:rsidRPr="00CC1D76">
      <w:rPr>
        <w:rFonts w:ascii="Calibri" w:eastAsia="Calibri" w:hAnsi="Calibri"/>
        <w:sz w:val="16"/>
        <w:szCs w:val="16"/>
      </w:rPr>
      <w:t>Powiatowy Zakład Opieki Zdrowotnej</w:t>
    </w:r>
    <w:r w:rsidR="007D487D">
      <w:rPr>
        <w:rFonts w:ascii="Calibri" w:eastAsia="Calibri" w:hAnsi="Calibri"/>
        <w:sz w:val="16"/>
        <w:szCs w:val="16"/>
      </w:rPr>
      <w:t xml:space="preserve"> w Starachowicach</w:t>
    </w:r>
  </w:p>
  <w:p w14:paraId="0E90195C" w14:textId="03A82016" w:rsidR="00EB05C6" w:rsidRDefault="00EB05C6" w:rsidP="00EB05C6">
    <w:r w:rsidRPr="005D0F66">
      <w:rPr>
        <w:rFonts w:ascii="Calibri" w:eastAsia="Calibri" w:hAnsi="Calibri" w:cs="Calibri"/>
        <w:sz w:val="16"/>
        <w:szCs w:val="16"/>
        <w:lang w:eastAsia="en-US"/>
      </w:rPr>
      <w:t>Znak sprawy</w:t>
    </w:r>
    <w:r w:rsidR="00D868DA">
      <w:rPr>
        <w:rFonts w:ascii="Calibri" w:eastAsia="Calibri" w:hAnsi="Calibri" w:cs="Calibri"/>
        <w:sz w:val="16"/>
        <w:szCs w:val="16"/>
        <w:lang w:eastAsia="en-US"/>
      </w:rPr>
      <w:t>: P/39/10/2024/U</w:t>
    </w:r>
  </w:p>
  <w:p w14:paraId="09F02C68" w14:textId="1DBA93D5" w:rsidR="00852212" w:rsidRPr="009755E0" w:rsidRDefault="00852212" w:rsidP="000566D3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6D3"/>
    <w:rsid w:val="00056A5C"/>
    <w:rsid w:val="000613A9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26BB4"/>
    <w:rsid w:val="001329B7"/>
    <w:rsid w:val="001439A1"/>
    <w:rsid w:val="00143A34"/>
    <w:rsid w:val="0014721A"/>
    <w:rsid w:val="00147532"/>
    <w:rsid w:val="001614BA"/>
    <w:rsid w:val="0016245B"/>
    <w:rsid w:val="00183C41"/>
    <w:rsid w:val="001A5E2A"/>
    <w:rsid w:val="001A62C4"/>
    <w:rsid w:val="001A7C03"/>
    <w:rsid w:val="001B2042"/>
    <w:rsid w:val="001D143F"/>
    <w:rsid w:val="001E5250"/>
    <w:rsid w:val="001F0B5C"/>
    <w:rsid w:val="001F6D77"/>
    <w:rsid w:val="00204613"/>
    <w:rsid w:val="002225AA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411F"/>
    <w:rsid w:val="00406BB8"/>
    <w:rsid w:val="00415097"/>
    <w:rsid w:val="00422381"/>
    <w:rsid w:val="0044227A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3E98"/>
    <w:rsid w:val="005C3627"/>
    <w:rsid w:val="005C37A2"/>
    <w:rsid w:val="005C6625"/>
    <w:rsid w:val="005D4DC3"/>
    <w:rsid w:val="005F780F"/>
    <w:rsid w:val="00623A5F"/>
    <w:rsid w:val="00623FCF"/>
    <w:rsid w:val="00641063"/>
    <w:rsid w:val="00641914"/>
    <w:rsid w:val="00646FA5"/>
    <w:rsid w:val="00647BA3"/>
    <w:rsid w:val="00651569"/>
    <w:rsid w:val="006523F8"/>
    <w:rsid w:val="00664D2F"/>
    <w:rsid w:val="006763F2"/>
    <w:rsid w:val="00682314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236A"/>
    <w:rsid w:val="007325A8"/>
    <w:rsid w:val="00733381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487D"/>
    <w:rsid w:val="007D5750"/>
    <w:rsid w:val="007E79B9"/>
    <w:rsid w:val="007F06FB"/>
    <w:rsid w:val="008032C1"/>
    <w:rsid w:val="00803950"/>
    <w:rsid w:val="008039F8"/>
    <w:rsid w:val="00805286"/>
    <w:rsid w:val="00820014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907597"/>
    <w:rsid w:val="009168FC"/>
    <w:rsid w:val="0092610C"/>
    <w:rsid w:val="0094079A"/>
    <w:rsid w:val="009510A4"/>
    <w:rsid w:val="00952336"/>
    <w:rsid w:val="00962402"/>
    <w:rsid w:val="00964027"/>
    <w:rsid w:val="00972245"/>
    <w:rsid w:val="009755E0"/>
    <w:rsid w:val="00976F01"/>
    <w:rsid w:val="0098670C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3443"/>
    <w:rsid w:val="00B45ED4"/>
    <w:rsid w:val="00B50D9F"/>
    <w:rsid w:val="00B54FB4"/>
    <w:rsid w:val="00B72B39"/>
    <w:rsid w:val="00B87F63"/>
    <w:rsid w:val="00B91B5D"/>
    <w:rsid w:val="00BA0AF3"/>
    <w:rsid w:val="00BB0E24"/>
    <w:rsid w:val="00BC21F1"/>
    <w:rsid w:val="00BC2D21"/>
    <w:rsid w:val="00BD31E0"/>
    <w:rsid w:val="00BD4A8C"/>
    <w:rsid w:val="00BE5924"/>
    <w:rsid w:val="00BE6092"/>
    <w:rsid w:val="00BF194C"/>
    <w:rsid w:val="00BF7A65"/>
    <w:rsid w:val="00C03F3C"/>
    <w:rsid w:val="00C100EF"/>
    <w:rsid w:val="00C15B7A"/>
    <w:rsid w:val="00C31B86"/>
    <w:rsid w:val="00C33407"/>
    <w:rsid w:val="00C351C1"/>
    <w:rsid w:val="00C35509"/>
    <w:rsid w:val="00C466A1"/>
    <w:rsid w:val="00C527C7"/>
    <w:rsid w:val="00C606B9"/>
    <w:rsid w:val="00C62624"/>
    <w:rsid w:val="00C81896"/>
    <w:rsid w:val="00C81CAA"/>
    <w:rsid w:val="00C8632A"/>
    <w:rsid w:val="00CB2EA7"/>
    <w:rsid w:val="00CB446F"/>
    <w:rsid w:val="00CB5278"/>
    <w:rsid w:val="00CB6204"/>
    <w:rsid w:val="00CC1D76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546CB"/>
    <w:rsid w:val="00D624FC"/>
    <w:rsid w:val="00D70CC8"/>
    <w:rsid w:val="00D72588"/>
    <w:rsid w:val="00D74F94"/>
    <w:rsid w:val="00D76763"/>
    <w:rsid w:val="00D868DA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05C6"/>
    <w:rsid w:val="00EB5766"/>
    <w:rsid w:val="00EC38AA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86948"/>
    <w:rsid w:val="00F94994"/>
    <w:rsid w:val="00FA5079"/>
    <w:rsid w:val="00FB2277"/>
    <w:rsid w:val="00FB4259"/>
    <w:rsid w:val="00FD1441"/>
    <w:rsid w:val="00FD1674"/>
    <w:rsid w:val="00FE79DC"/>
    <w:rsid w:val="00FF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589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Bożena Brzękowska</cp:lastModifiedBy>
  <cp:revision>3</cp:revision>
  <cp:lastPrinted>2018-02-15T11:04:00Z</cp:lastPrinted>
  <dcterms:created xsi:type="dcterms:W3CDTF">2024-10-30T10:11:00Z</dcterms:created>
  <dcterms:modified xsi:type="dcterms:W3CDTF">2024-10-30T12:36:00Z</dcterms:modified>
</cp:coreProperties>
</file>