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798"/>
        <w:tblW w:w="92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4C098B" w:rsidTr="004C098B">
        <w:tc>
          <w:tcPr>
            <w:tcW w:w="2268" w:type="dxa"/>
            <w:shd w:val="pct5" w:color="auto" w:fill="FFFFFF"/>
            <w:vAlign w:val="center"/>
          </w:tcPr>
          <w:p w:rsidR="004C098B" w:rsidRDefault="004C098B" w:rsidP="004C098B">
            <w:pPr>
              <w:jc w:val="center"/>
              <w:rPr>
                <w:rFonts w:ascii="Arial Narrow" w:hAnsi="Arial Narrow"/>
                <w:b/>
                <w:i/>
                <w:sz w:val="28"/>
              </w:rPr>
            </w:pPr>
            <w:r>
              <w:rPr>
                <w:rFonts w:ascii="Arial Narrow" w:hAnsi="Arial Narrow"/>
                <w:b/>
                <w:i/>
                <w:sz w:val="28"/>
              </w:rPr>
              <w:t>TEMAT</w:t>
            </w:r>
          </w:p>
        </w:tc>
        <w:tc>
          <w:tcPr>
            <w:tcW w:w="6946" w:type="dxa"/>
          </w:tcPr>
          <w:p w:rsidR="004C098B" w:rsidRPr="000B522C" w:rsidRDefault="004C098B" w:rsidP="004C098B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  <w:p w:rsidR="00B418A8" w:rsidRDefault="00B418A8" w:rsidP="004C098B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PRZEBUDOWA DROGI </w:t>
            </w:r>
            <w:r w:rsidR="00203FB1">
              <w:rPr>
                <w:rFonts w:ascii="Arial Narrow" w:hAnsi="Arial Narrow"/>
                <w:b/>
                <w:sz w:val="36"/>
                <w:szCs w:val="36"/>
              </w:rPr>
              <w:t xml:space="preserve">GMINNEJ </w:t>
            </w:r>
            <w:r>
              <w:rPr>
                <w:rFonts w:ascii="Arial Narrow" w:hAnsi="Arial Narrow"/>
                <w:b/>
                <w:sz w:val="36"/>
                <w:szCs w:val="36"/>
              </w:rPr>
              <w:t xml:space="preserve">W </w:t>
            </w:r>
          </w:p>
          <w:p w:rsidR="00B418A8" w:rsidRDefault="00B418A8" w:rsidP="004C098B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ZAKRESIE BUDOWY OŚWIETLENIA </w:t>
            </w:r>
          </w:p>
          <w:p w:rsidR="004C098B" w:rsidRPr="00286864" w:rsidRDefault="00B418A8" w:rsidP="004C098B">
            <w:pPr>
              <w:jc w:val="center"/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ULICZNEGO W TECHNOLOGII LED</w:t>
            </w:r>
            <w:r w:rsidR="00286864" w:rsidRPr="00286864">
              <w:rPr>
                <w:rFonts w:ascii="Arial Narrow" w:hAnsi="Arial Narrow"/>
                <w:b/>
                <w:i/>
                <w:sz w:val="36"/>
                <w:szCs w:val="36"/>
              </w:rPr>
              <w:t xml:space="preserve"> </w:t>
            </w:r>
          </w:p>
        </w:tc>
      </w:tr>
      <w:tr w:rsidR="00A027CB" w:rsidTr="004C098B">
        <w:tc>
          <w:tcPr>
            <w:tcW w:w="2268" w:type="dxa"/>
            <w:shd w:val="pct5" w:color="auto" w:fill="FFFFFF"/>
            <w:vAlign w:val="center"/>
          </w:tcPr>
          <w:p w:rsidR="00A027CB" w:rsidRPr="00CD701D" w:rsidRDefault="00A027CB" w:rsidP="00A027CB">
            <w:pPr>
              <w:pStyle w:val="Nagwek1"/>
              <w:rPr>
                <w:b/>
                <w:i/>
                <w:sz w:val="22"/>
                <w:szCs w:val="22"/>
              </w:rPr>
            </w:pPr>
            <w:r w:rsidRPr="00CD701D">
              <w:rPr>
                <w:b/>
                <w:i/>
              </w:rPr>
              <w:t>ZADANIE</w:t>
            </w:r>
          </w:p>
        </w:tc>
        <w:tc>
          <w:tcPr>
            <w:tcW w:w="6946" w:type="dxa"/>
            <w:vAlign w:val="center"/>
          </w:tcPr>
          <w:p w:rsidR="001A224E" w:rsidRPr="00A2674D" w:rsidRDefault="00B418A8" w:rsidP="001A224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Opracowanie projektu budowlanego</w:t>
            </w:r>
            <w:r w:rsidR="001A224E" w:rsidRPr="00A2674D">
              <w:rPr>
                <w:rFonts w:ascii="Arial Narrow" w:hAnsi="Arial Narrow"/>
                <w:b/>
                <w:sz w:val="18"/>
                <w:szCs w:val="18"/>
              </w:rPr>
              <w:t xml:space="preserve"> na zadanie</w:t>
            </w:r>
          </w:p>
          <w:p w:rsidR="00A027CB" w:rsidRPr="00B418A8" w:rsidRDefault="001A224E" w:rsidP="00203FB1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2674D">
              <w:rPr>
                <w:rFonts w:ascii="Arial Narrow" w:hAnsi="Arial Narrow"/>
                <w:b/>
                <w:sz w:val="18"/>
                <w:szCs w:val="18"/>
              </w:rPr>
              <w:t>„</w:t>
            </w:r>
            <w:r w:rsidR="00B418A8">
              <w:rPr>
                <w:rFonts w:ascii="Arial Narrow" w:hAnsi="Arial Narrow"/>
                <w:b/>
                <w:sz w:val="18"/>
                <w:szCs w:val="18"/>
              </w:rPr>
              <w:t xml:space="preserve">BUDOWA OŚWIETLENIA ULICZNEGO </w:t>
            </w:r>
            <w:r w:rsidR="00F01F24">
              <w:rPr>
                <w:rFonts w:ascii="Arial Narrow" w:hAnsi="Arial Narrow"/>
                <w:b/>
                <w:sz w:val="18"/>
                <w:szCs w:val="18"/>
              </w:rPr>
              <w:t xml:space="preserve">W MIEJSCOWOŚCI </w:t>
            </w:r>
            <w:r w:rsidR="00203FB1">
              <w:rPr>
                <w:rFonts w:ascii="Arial Narrow" w:hAnsi="Arial Narrow"/>
                <w:b/>
                <w:sz w:val="18"/>
                <w:szCs w:val="18"/>
              </w:rPr>
              <w:t>WŁODZICE MAŁE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>”</w:t>
            </w:r>
          </w:p>
        </w:tc>
      </w:tr>
      <w:tr w:rsidR="00A027CB" w:rsidTr="004041F2">
        <w:trPr>
          <w:trHeight w:val="1032"/>
        </w:trPr>
        <w:tc>
          <w:tcPr>
            <w:tcW w:w="2268" w:type="dxa"/>
            <w:shd w:val="pct5" w:color="auto" w:fill="FFFFFF"/>
            <w:vAlign w:val="center"/>
          </w:tcPr>
          <w:p w:rsidR="00A027CB" w:rsidRPr="00CD701D" w:rsidRDefault="00A027CB" w:rsidP="00A027CB">
            <w:pPr>
              <w:pStyle w:val="Nagwek1"/>
              <w:rPr>
                <w:b/>
                <w:i/>
              </w:rPr>
            </w:pPr>
            <w:r w:rsidRPr="00CD701D">
              <w:rPr>
                <w:b/>
                <w:i/>
              </w:rPr>
              <w:t>LOKALIZACJA</w:t>
            </w:r>
          </w:p>
        </w:tc>
        <w:tc>
          <w:tcPr>
            <w:tcW w:w="6946" w:type="dxa"/>
            <w:vAlign w:val="bottom"/>
          </w:tcPr>
          <w:p w:rsidR="00B418A8" w:rsidRDefault="00286864" w:rsidP="00B418A8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Dz. nr:</w:t>
            </w:r>
            <w:r w:rsidR="00B92FD0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="00203FB1">
              <w:rPr>
                <w:rFonts w:ascii="Arial Narrow" w:hAnsi="Arial Narrow"/>
                <w:b/>
                <w:sz w:val="22"/>
                <w:szCs w:val="22"/>
              </w:rPr>
              <w:t>414, 406/1</w:t>
            </w:r>
          </w:p>
          <w:p w:rsidR="00B418A8" w:rsidRDefault="00853BA6" w:rsidP="00B418A8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O</w:t>
            </w:r>
            <w:r w:rsidR="001A224E">
              <w:rPr>
                <w:rFonts w:ascii="Arial Narrow" w:hAnsi="Arial Narrow"/>
                <w:b/>
                <w:sz w:val="22"/>
                <w:szCs w:val="22"/>
              </w:rPr>
              <w:t>bręb</w:t>
            </w:r>
            <w:r>
              <w:rPr>
                <w:rFonts w:ascii="Arial Narrow" w:hAnsi="Arial Narrow"/>
                <w:b/>
                <w:sz w:val="22"/>
                <w:szCs w:val="22"/>
              </w:rPr>
              <w:t>:</w:t>
            </w:r>
            <w:r w:rsidR="001A224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="00203FB1">
              <w:rPr>
                <w:rFonts w:ascii="Arial Narrow" w:hAnsi="Arial Narrow"/>
                <w:b/>
                <w:sz w:val="22"/>
                <w:szCs w:val="22"/>
              </w:rPr>
              <w:t>0026</w:t>
            </w:r>
          </w:p>
          <w:p w:rsidR="00A027CB" w:rsidRPr="00B418A8" w:rsidRDefault="00286864" w:rsidP="00933AF5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Jednostka ewidencyjna: </w:t>
            </w:r>
            <w:r w:rsidR="00853BA6">
              <w:rPr>
                <w:rFonts w:ascii="Arial Narrow" w:hAnsi="Arial Narrow"/>
                <w:b/>
                <w:sz w:val="22"/>
                <w:szCs w:val="22"/>
              </w:rPr>
              <w:t>021203_</w:t>
            </w:r>
            <w:r w:rsidR="00203FB1">
              <w:rPr>
                <w:rFonts w:ascii="Arial Narrow" w:hAnsi="Arial Narrow"/>
                <w:b/>
                <w:sz w:val="22"/>
                <w:szCs w:val="22"/>
              </w:rPr>
              <w:t>5.0026</w:t>
            </w:r>
          </w:p>
        </w:tc>
      </w:tr>
      <w:tr w:rsidR="00A027CB" w:rsidRPr="008D49D6" w:rsidTr="004C098B">
        <w:trPr>
          <w:trHeight w:val="341"/>
        </w:trPr>
        <w:tc>
          <w:tcPr>
            <w:tcW w:w="2268" w:type="dxa"/>
            <w:shd w:val="pct5" w:color="auto" w:fill="FFFFFF"/>
            <w:vAlign w:val="center"/>
          </w:tcPr>
          <w:p w:rsidR="00A027CB" w:rsidRPr="00CD701D" w:rsidRDefault="00A027CB" w:rsidP="00A027CB">
            <w:pPr>
              <w:pStyle w:val="Nagwek1"/>
              <w:rPr>
                <w:b/>
                <w:i/>
                <w:sz w:val="24"/>
                <w:szCs w:val="24"/>
              </w:rPr>
            </w:pPr>
            <w:r w:rsidRPr="00CD701D">
              <w:rPr>
                <w:b/>
                <w:i/>
                <w:sz w:val="24"/>
                <w:szCs w:val="24"/>
              </w:rPr>
              <w:t>ADRES OBIEKTU</w:t>
            </w:r>
          </w:p>
          <w:p w:rsidR="00A027CB" w:rsidRPr="00CD701D" w:rsidRDefault="00A027CB" w:rsidP="00A027CB">
            <w:pPr>
              <w:rPr>
                <w:b/>
              </w:rPr>
            </w:pPr>
          </w:p>
        </w:tc>
        <w:tc>
          <w:tcPr>
            <w:tcW w:w="6946" w:type="dxa"/>
            <w:vAlign w:val="bottom"/>
          </w:tcPr>
          <w:p w:rsidR="00286864" w:rsidRDefault="00203FB1" w:rsidP="002868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WŁODZICE MAŁE</w:t>
            </w:r>
          </w:p>
          <w:p w:rsidR="00A027CB" w:rsidRPr="00286864" w:rsidRDefault="00286864" w:rsidP="00203FB1">
            <w:pPr>
              <w:jc w:val="center"/>
              <w:rPr>
                <w:b/>
                <w:sz w:val="16"/>
                <w:szCs w:val="16"/>
              </w:rPr>
            </w:pPr>
            <w:r w:rsidRPr="00286864">
              <w:rPr>
                <w:b/>
                <w:sz w:val="16"/>
                <w:szCs w:val="16"/>
              </w:rPr>
              <w:t>dz.</w:t>
            </w:r>
            <w:r w:rsidR="00A027CB" w:rsidRPr="00286864">
              <w:rPr>
                <w:b/>
                <w:sz w:val="16"/>
                <w:szCs w:val="16"/>
              </w:rPr>
              <w:t>nr</w:t>
            </w:r>
            <w:r>
              <w:rPr>
                <w:b/>
                <w:sz w:val="16"/>
                <w:szCs w:val="16"/>
              </w:rPr>
              <w:t xml:space="preserve"> </w:t>
            </w:r>
            <w:r w:rsidR="00203FB1">
              <w:rPr>
                <w:rFonts w:ascii="Arial Narrow" w:hAnsi="Arial Narrow"/>
                <w:b/>
                <w:sz w:val="22"/>
                <w:szCs w:val="22"/>
              </w:rPr>
              <w:t>414, 406/1</w:t>
            </w:r>
            <w:bookmarkStart w:id="0" w:name="_GoBack"/>
            <w:bookmarkEnd w:id="0"/>
          </w:p>
        </w:tc>
      </w:tr>
      <w:tr w:rsidR="008C013E" w:rsidRPr="008D49D6" w:rsidTr="004C098B">
        <w:trPr>
          <w:trHeight w:val="341"/>
        </w:trPr>
        <w:tc>
          <w:tcPr>
            <w:tcW w:w="2268" w:type="dxa"/>
            <w:shd w:val="pct5" w:color="auto" w:fill="FFFFFF"/>
            <w:vAlign w:val="center"/>
          </w:tcPr>
          <w:p w:rsidR="008C013E" w:rsidRPr="00CD701D" w:rsidRDefault="00F01F24" w:rsidP="008C013E">
            <w:pPr>
              <w:pStyle w:val="Nagwek1"/>
            </w:pPr>
            <w:r>
              <w:t>KAT.</w:t>
            </w:r>
          </w:p>
        </w:tc>
        <w:tc>
          <w:tcPr>
            <w:tcW w:w="6946" w:type="dxa"/>
            <w:vAlign w:val="bottom"/>
          </w:tcPr>
          <w:p w:rsidR="008C013E" w:rsidRPr="00CD701D" w:rsidRDefault="008C013E" w:rsidP="00DC5751">
            <w:pPr>
              <w:ind w:left="1418"/>
              <w:rPr>
                <w:b/>
                <w:sz w:val="56"/>
                <w:szCs w:val="56"/>
              </w:rPr>
            </w:pPr>
            <w:r w:rsidRPr="00CD701D">
              <w:rPr>
                <w:b/>
                <w:sz w:val="56"/>
                <w:szCs w:val="56"/>
              </w:rPr>
              <w:t>XXVI</w:t>
            </w:r>
          </w:p>
          <w:p w:rsidR="008C013E" w:rsidRPr="00CD701D" w:rsidRDefault="008C013E" w:rsidP="008C013E">
            <w:pPr>
              <w:ind w:left="1418"/>
              <w:rPr>
                <w:b/>
                <w:sz w:val="16"/>
                <w:szCs w:val="16"/>
              </w:rPr>
            </w:pPr>
          </w:p>
        </w:tc>
      </w:tr>
      <w:tr w:rsidR="008C013E" w:rsidTr="004C098B">
        <w:trPr>
          <w:trHeight w:val="1827"/>
        </w:trPr>
        <w:tc>
          <w:tcPr>
            <w:tcW w:w="2268" w:type="dxa"/>
            <w:shd w:val="pct5" w:color="auto" w:fill="FFFFFF"/>
            <w:vAlign w:val="center"/>
          </w:tcPr>
          <w:p w:rsidR="008C013E" w:rsidRPr="00CD701D" w:rsidRDefault="008C013E" w:rsidP="008C013E">
            <w:pPr>
              <w:jc w:val="center"/>
              <w:rPr>
                <w:b/>
                <w:i/>
                <w:sz w:val="28"/>
              </w:rPr>
            </w:pPr>
            <w:r w:rsidRPr="00CD701D">
              <w:rPr>
                <w:b/>
                <w:i/>
                <w:sz w:val="28"/>
              </w:rPr>
              <w:t>INWESTOR</w:t>
            </w:r>
          </w:p>
        </w:tc>
        <w:tc>
          <w:tcPr>
            <w:tcW w:w="6946" w:type="dxa"/>
          </w:tcPr>
          <w:p w:rsidR="001A224E" w:rsidRPr="00B92FD0" w:rsidRDefault="00853BA6" w:rsidP="001A224E">
            <w:pPr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i/>
                <w:noProof/>
                <w:sz w:val="36"/>
                <w:szCs w:val="36"/>
              </w:rPr>
              <w:drawing>
                <wp:inline distT="0" distB="0" distL="0" distR="0">
                  <wp:extent cx="697693" cy="934904"/>
                  <wp:effectExtent l="0" t="0" r="762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erb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027" cy="962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418A8">
              <w:rPr>
                <w:rFonts w:ascii="Arial Narrow" w:hAnsi="Arial Narrow"/>
                <w:b/>
                <w:i/>
                <w:sz w:val="36"/>
                <w:szCs w:val="36"/>
              </w:rPr>
              <w:t xml:space="preserve">GMINA </w:t>
            </w:r>
            <w:r w:rsidR="00A11F23">
              <w:rPr>
                <w:rFonts w:ascii="Arial Narrow" w:hAnsi="Arial Narrow"/>
                <w:b/>
                <w:i/>
                <w:sz w:val="36"/>
                <w:szCs w:val="36"/>
              </w:rPr>
              <w:t>I MIASTO LWÓWEK ŚLĄSKI</w:t>
            </w:r>
          </w:p>
          <w:p w:rsidR="008C013E" w:rsidRPr="00CD701D" w:rsidRDefault="00B418A8" w:rsidP="00A11F23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rFonts w:ascii="Arial Narrow" w:hAnsi="Arial Narrow"/>
                <w:b/>
                <w:i/>
              </w:rPr>
              <w:t>UL.</w:t>
            </w:r>
            <w:r w:rsidR="00A11F23">
              <w:rPr>
                <w:rFonts w:ascii="Arial Narrow" w:hAnsi="Arial Narrow"/>
                <w:b/>
                <w:i/>
              </w:rPr>
              <w:t xml:space="preserve"> AL. WOJSKA POLSKIEGO 25A</w:t>
            </w:r>
            <w:r>
              <w:rPr>
                <w:rFonts w:ascii="Arial Narrow" w:hAnsi="Arial Narrow"/>
                <w:b/>
                <w:i/>
              </w:rPr>
              <w:t xml:space="preserve">, </w:t>
            </w:r>
            <w:r w:rsidR="00A11F23">
              <w:rPr>
                <w:rFonts w:ascii="Arial Narrow" w:hAnsi="Arial Narrow"/>
                <w:b/>
                <w:i/>
              </w:rPr>
              <w:t>59-600 LWÓWEK ŚLĄSKI</w:t>
            </w:r>
          </w:p>
        </w:tc>
      </w:tr>
      <w:tr w:rsidR="004C098B" w:rsidTr="004C098B">
        <w:trPr>
          <w:trHeight w:val="500"/>
        </w:trPr>
        <w:tc>
          <w:tcPr>
            <w:tcW w:w="2268" w:type="dxa"/>
            <w:shd w:val="pct5" w:color="auto" w:fill="FFFFFF"/>
            <w:vAlign w:val="center"/>
          </w:tcPr>
          <w:p w:rsidR="004C098B" w:rsidRDefault="004C098B" w:rsidP="004C098B">
            <w:pPr>
              <w:pStyle w:val="Nagwek1"/>
              <w:rPr>
                <w:rFonts w:ascii="Arial Narrow" w:hAnsi="Arial Narrow"/>
                <w:b/>
                <w:i/>
              </w:rPr>
            </w:pPr>
            <w:r>
              <w:rPr>
                <w:rFonts w:ascii="Arial Narrow" w:hAnsi="Arial Narrow"/>
                <w:b/>
                <w:i/>
              </w:rPr>
              <w:t>STADIUM</w:t>
            </w:r>
          </w:p>
        </w:tc>
        <w:tc>
          <w:tcPr>
            <w:tcW w:w="6946" w:type="dxa"/>
            <w:vAlign w:val="center"/>
          </w:tcPr>
          <w:p w:rsidR="004C098B" w:rsidRPr="00262E86" w:rsidRDefault="004C098B" w:rsidP="004C098B">
            <w:pPr>
              <w:jc w:val="center"/>
              <w:rPr>
                <w:rFonts w:ascii="Arial Black" w:hAnsi="Arial Black" w:cs="Arial"/>
                <w:b/>
                <w:sz w:val="80"/>
                <w:szCs w:val="8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62E86">
              <w:rPr>
                <w:rFonts w:ascii="Arial Black" w:hAnsi="Arial Black" w:cs="Arial"/>
                <w:b/>
                <w:sz w:val="72"/>
                <w:szCs w:val="7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262E86">
              <w:rPr>
                <w:rFonts w:ascii="Arial Black" w:hAnsi="Arial Black" w:cs="Arial"/>
                <w:b/>
                <w:sz w:val="80"/>
                <w:szCs w:val="8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PROJEKT</w:t>
            </w:r>
          </w:p>
          <w:p w:rsidR="004C098B" w:rsidRPr="00262E86" w:rsidRDefault="004C098B" w:rsidP="004C098B">
            <w:pPr>
              <w:jc w:val="center"/>
              <w:rPr>
                <w:rFonts w:ascii="Arial Black" w:hAnsi="Arial Black" w:cs="Arial"/>
                <w:b/>
                <w:outline/>
                <w:color w:val="000000"/>
                <w:sz w:val="56"/>
                <w:szCs w:val="5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262E86">
              <w:rPr>
                <w:rFonts w:ascii="Arial Black" w:hAnsi="Arial Black" w:cs="Arial"/>
                <w:b/>
                <w:outline/>
                <w:color w:val="000000"/>
                <w:sz w:val="80"/>
                <w:szCs w:val="8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BUDOWLANY</w:t>
            </w:r>
          </w:p>
        </w:tc>
      </w:tr>
      <w:tr w:rsidR="004C098B" w:rsidTr="004C098B">
        <w:trPr>
          <w:trHeight w:val="1497"/>
        </w:trPr>
        <w:tc>
          <w:tcPr>
            <w:tcW w:w="2268" w:type="dxa"/>
            <w:shd w:val="pct5" w:color="auto" w:fill="FFFFFF"/>
            <w:vAlign w:val="center"/>
          </w:tcPr>
          <w:p w:rsidR="004C098B" w:rsidRDefault="004C098B" w:rsidP="004C098B">
            <w:pPr>
              <w:pStyle w:val="Nagwek1"/>
              <w:rPr>
                <w:rFonts w:ascii="Arial Narrow" w:hAnsi="Arial Narrow"/>
                <w:b/>
                <w:i/>
              </w:rPr>
            </w:pPr>
            <w:r>
              <w:rPr>
                <w:rFonts w:ascii="Arial Narrow" w:hAnsi="Arial Narrow"/>
                <w:b/>
                <w:i/>
              </w:rPr>
              <w:t>SPIS</w:t>
            </w:r>
          </w:p>
          <w:p w:rsidR="004C098B" w:rsidRDefault="004C098B" w:rsidP="004C098B">
            <w:pPr>
              <w:pStyle w:val="Nagwek1"/>
              <w:rPr>
                <w:rFonts w:ascii="Arial Narrow" w:hAnsi="Arial Narrow"/>
                <w:b/>
                <w:i/>
              </w:rPr>
            </w:pPr>
            <w:r>
              <w:rPr>
                <w:rFonts w:ascii="Arial Narrow" w:hAnsi="Arial Narrow"/>
                <w:b/>
                <w:i/>
              </w:rPr>
              <w:t>ZAWARTOŚCI</w:t>
            </w:r>
          </w:p>
          <w:p w:rsidR="004C098B" w:rsidRDefault="004C098B" w:rsidP="004C098B">
            <w:pPr>
              <w:pStyle w:val="Nagwek1"/>
              <w:rPr>
                <w:rFonts w:ascii="Arial Narrow" w:hAnsi="Arial Narrow"/>
                <w:b/>
                <w:i/>
              </w:rPr>
            </w:pPr>
            <w:r>
              <w:rPr>
                <w:rFonts w:ascii="Arial Narrow" w:hAnsi="Arial Narrow"/>
                <w:b/>
                <w:i/>
              </w:rPr>
              <w:t>PROJEKTU</w:t>
            </w:r>
          </w:p>
        </w:tc>
        <w:tc>
          <w:tcPr>
            <w:tcW w:w="6946" w:type="dxa"/>
            <w:vAlign w:val="center"/>
          </w:tcPr>
          <w:p w:rsidR="004C098B" w:rsidRPr="00262E86" w:rsidRDefault="004C098B" w:rsidP="004C098B">
            <w:pPr>
              <w:pStyle w:val="Akapitzlist"/>
              <w:numPr>
                <w:ilvl w:val="0"/>
                <w:numId w:val="9"/>
              </w:numPr>
              <w:rPr>
                <w:b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62E86">
              <w:rPr>
                <w:b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PROJEKT ZAGOSPODAROWANIA TERENU</w:t>
            </w:r>
          </w:p>
          <w:p w:rsidR="004C098B" w:rsidRDefault="004C098B" w:rsidP="004C098B">
            <w:pPr>
              <w:pStyle w:val="Akapitzlist"/>
              <w:numPr>
                <w:ilvl w:val="0"/>
                <w:numId w:val="9"/>
              </w:numPr>
              <w:rPr>
                <w:b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62E86">
              <w:rPr>
                <w:b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PROJEKT TECHNICZNY</w:t>
            </w:r>
          </w:p>
          <w:p w:rsidR="00286864" w:rsidRPr="00262E86" w:rsidRDefault="00286864" w:rsidP="004C098B">
            <w:pPr>
              <w:pStyle w:val="Akapitzlist"/>
              <w:numPr>
                <w:ilvl w:val="0"/>
                <w:numId w:val="9"/>
              </w:numPr>
              <w:rPr>
                <w:b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b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PROJEKT ARCHITEKTONICZNY</w:t>
            </w:r>
          </w:p>
          <w:p w:rsidR="004C098B" w:rsidRPr="00262E86" w:rsidRDefault="004C098B" w:rsidP="004C098B">
            <w:pPr>
              <w:pStyle w:val="Akapitzlist"/>
              <w:numPr>
                <w:ilvl w:val="0"/>
                <w:numId w:val="9"/>
              </w:numPr>
              <w:rPr>
                <w:rFonts w:ascii="Arial Black" w:hAnsi="Arial Black" w:cs="Arial"/>
                <w:b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62E86">
              <w:rPr>
                <w:b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DECYZJE, UZGODNIENIA, POZWOLENIA I INNE DOKUMENTY</w:t>
            </w:r>
          </w:p>
        </w:tc>
      </w:tr>
    </w:tbl>
    <w:p w:rsidR="000B2061" w:rsidRPr="00BC415A" w:rsidRDefault="004C098B" w:rsidP="004A4DB8">
      <w:pPr>
        <w:tabs>
          <w:tab w:val="left" w:pos="-1440"/>
          <w:tab w:val="left" w:pos="-720"/>
          <w:tab w:val="left" w:pos="426"/>
          <w:tab w:val="left" w:pos="12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b/>
          <w:bCs/>
          <w:color w:val="666699"/>
          <w:sz w:val="16"/>
          <w:szCs w:val="16"/>
        </w:rPr>
        <w:sectPr w:rsidR="000B2061" w:rsidRPr="00BC415A" w:rsidSect="000E4FE8">
          <w:headerReference w:type="default" r:id="rId9"/>
          <w:type w:val="continuous"/>
          <w:pgSz w:w="11906" w:h="16838" w:code="9"/>
          <w:pgMar w:top="964" w:right="1106" w:bottom="964" w:left="1701" w:header="454" w:footer="454" w:gutter="0"/>
          <w:cols w:space="1191"/>
          <w:docGrid w:linePitch="360"/>
        </w:sectPr>
      </w:pPr>
      <w:r>
        <w:rPr>
          <w:rFonts w:ascii="Arial Narrow" w:hAnsi="Arial Narrow"/>
          <w:b/>
          <w:i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7752715</wp:posOffset>
                </wp:positionV>
                <wp:extent cx="1000125" cy="514985"/>
                <wp:effectExtent l="0" t="0" r="9525" b="0"/>
                <wp:wrapNone/>
                <wp:docPr id="3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514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A23" w:rsidRPr="00262E86" w:rsidRDefault="00123A23" w:rsidP="00262E86">
                            <w:pPr>
                              <w:jc w:val="right"/>
                              <w:rPr>
                                <w:i/>
                                <w:w w:val="80"/>
                                <w:sz w:val="22"/>
                                <w:szCs w:val="22"/>
                              </w:rPr>
                            </w:pPr>
                            <w:r w:rsidRPr="00262E86">
                              <w:rPr>
                                <w:i/>
                                <w:w w:val="80"/>
                                <w:sz w:val="24"/>
                                <w:szCs w:val="24"/>
                              </w:rPr>
                              <w:t>egz</w:t>
                            </w:r>
                            <w:r w:rsidRPr="00262E86">
                              <w:rPr>
                                <w:i/>
                                <w:w w:val="80"/>
                                <w:sz w:val="40"/>
                                <w:szCs w:val="40"/>
                              </w:rPr>
                              <w:t>.</w:t>
                            </w:r>
                            <w:r w:rsidR="000745A4">
                              <w:rPr>
                                <w:i/>
                                <w:w w:val="80"/>
                                <w:sz w:val="52"/>
                                <w:szCs w:val="52"/>
                              </w:rPr>
                              <w:t>1</w:t>
                            </w:r>
                          </w:p>
                          <w:p w:rsidR="00123A23" w:rsidRPr="00123A23" w:rsidRDefault="00123A23" w:rsidP="00123A23">
                            <w:pPr>
                              <w:rPr>
                                <w:rFonts w:ascii="Arial Black" w:hAnsi="Arial Black"/>
                                <w:b/>
                                <w:color w:val="31849B" w:themeColor="accent5" w:themeShade="BF"/>
                                <w:w w:val="8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margin-left:27.55pt;margin-top:610.45pt;width:78.75pt;height:40.55pt;z-index:-2516567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" filled="f" stroked="f">
                <v:textbox inset="1mm,1mm,1mm,1mm">
                  <w:txbxContent>
                    <w:p w:rsidR="00123A23" w:rsidRPr="00262E86" w:rsidRDefault="00123A23" w:rsidP="00262E86">
                      <w:pPr>
                        <w:jc w:val="right"/>
                        <w:rPr>
                          <w:i/>
                          <w:w w:val="80"/>
                          <w:sz w:val="22"/>
                          <w:szCs w:val="22"/>
                        </w:rPr>
                      </w:pPr>
                      <w:r w:rsidRPr="00262E86">
                        <w:rPr>
                          <w:i/>
                          <w:w w:val="80"/>
                          <w:sz w:val="24"/>
                          <w:szCs w:val="24"/>
                        </w:rPr>
                        <w:t>egz</w:t>
                      </w:r>
                      <w:r w:rsidRPr="00262E86">
                        <w:rPr>
                          <w:i/>
                          <w:w w:val="80"/>
                          <w:sz w:val="40"/>
                          <w:szCs w:val="40"/>
                        </w:rPr>
                        <w:t>.</w:t>
                      </w:r>
                      <w:r w:rsidR="000745A4">
                        <w:rPr>
                          <w:i/>
                          <w:w w:val="80"/>
                          <w:sz w:val="52"/>
                          <w:szCs w:val="52"/>
                        </w:rPr>
                        <w:t>1</w:t>
                      </w:r>
                      <w:bookmarkStart w:id="1" w:name="_GoBack"/>
                      <w:bookmarkEnd w:id="1"/>
                    </w:p>
                    <w:p w:rsidR="00123A23" w:rsidRPr="00123A23" w:rsidRDefault="00123A23" w:rsidP="00123A23">
                      <w:pPr>
                        <w:rPr>
                          <w:rFonts w:ascii="Arial Black" w:hAnsi="Arial Black"/>
                          <w:b/>
                          <w:color w:val="31849B" w:themeColor="accent5" w:themeShade="BF"/>
                          <w:w w:val="80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Narrow" w:hAnsi="Arial Narrow"/>
          <w:b/>
          <w:i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2273935</wp:posOffset>
                </wp:positionH>
                <wp:positionV relativeFrom="paragraph">
                  <wp:posOffset>7638415</wp:posOffset>
                </wp:positionV>
                <wp:extent cx="3011805" cy="234950"/>
                <wp:effectExtent l="0" t="0" r="0" b="0"/>
                <wp:wrapNone/>
                <wp:docPr id="2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1805" cy="234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71AD" w:rsidRDefault="004B71AD" w:rsidP="000745A4">
                            <w:pPr>
                              <w:rPr>
                                <w:rFonts w:ascii="Arial" w:hAnsi="Arial" w:cs="Arial"/>
                                <w:b/>
                                <w:i/>
                                <w:w w:val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w w:val="80"/>
                                <w:sz w:val="24"/>
                                <w:szCs w:val="24"/>
                              </w:rPr>
                              <w:t>Dokumentację</w:t>
                            </w:r>
                            <w:r w:rsidR="005E6980">
                              <w:rPr>
                                <w:rFonts w:ascii="Arial" w:hAnsi="Arial" w:cs="Arial"/>
                                <w:b/>
                                <w:i/>
                                <w:w w:val="80"/>
                                <w:sz w:val="24"/>
                                <w:szCs w:val="24"/>
                              </w:rPr>
                              <w:t xml:space="preserve"> sporządzono w </w:t>
                            </w:r>
                            <w:r w:rsidR="00A11F23">
                              <w:rPr>
                                <w:rFonts w:ascii="Arial" w:hAnsi="Arial" w:cs="Arial"/>
                                <w:b/>
                                <w:i/>
                                <w:w w:val="80"/>
                                <w:sz w:val="24"/>
                                <w:szCs w:val="24"/>
                              </w:rPr>
                              <w:t>28</w:t>
                            </w:r>
                            <w:r w:rsidR="00F01F24">
                              <w:rPr>
                                <w:rFonts w:ascii="Arial" w:hAnsi="Arial" w:cs="Arial"/>
                                <w:b/>
                                <w:i/>
                                <w:w w:val="80"/>
                                <w:sz w:val="24"/>
                                <w:szCs w:val="24"/>
                              </w:rPr>
                              <w:t>-03-2023</w:t>
                            </w:r>
                            <w:r w:rsidRPr="00B47129">
                              <w:rPr>
                                <w:rFonts w:ascii="Arial" w:hAnsi="Arial" w:cs="Arial"/>
                                <w:b/>
                                <w:i/>
                                <w:w w:val="80"/>
                                <w:sz w:val="24"/>
                                <w:szCs w:val="24"/>
                              </w:rPr>
                              <w:t xml:space="preserve"> r</w:t>
                            </w:r>
                          </w:p>
                          <w:p w:rsidR="00BE0A27" w:rsidRDefault="00BE0A27" w:rsidP="004B71A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w w:val="80"/>
                                <w:sz w:val="24"/>
                                <w:szCs w:val="24"/>
                              </w:rPr>
                            </w:pPr>
                          </w:p>
                          <w:p w:rsidR="00BE0A27" w:rsidRDefault="00BE0A27" w:rsidP="004B71A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w w:val="80"/>
                                <w:sz w:val="24"/>
                                <w:szCs w:val="24"/>
                              </w:rPr>
                            </w:pPr>
                          </w:p>
                          <w:p w:rsidR="00BE0A27" w:rsidRDefault="00BE0A27" w:rsidP="004B71A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w w:val="80"/>
                                <w:sz w:val="24"/>
                                <w:szCs w:val="24"/>
                              </w:rPr>
                            </w:pPr>
                          </w:p>
                          <w:p w:rsidR="00BE0A27" w:rsidRPr="00B47129" w:rsidRDefault="00BE0A27" w:rsidP="004B71AD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w w:val="8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7" type="#_x0000_t202" style="position:absolute;margin-left:179.05pt;margin-top:601.45pt;width:237.15pt;height:18.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" filled="f" stroked="f">
                <v:textbox inset="1mm,1mm,1mm,1mm">
                  <w:txbxContent>
                    <w:p w:rsidR="004B71AD" w:rsidRDefault="004B71AD" w:rsidP="000745A4">
                      <w:pPr>
                        <w:rPr>
                          <w:rFonts w:ascii="Arial" w:hAnsi="Arial" w:cs="Arial"/>
                          <w:b/>
                          <w:i/>
                          <w:w w:val="80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w w:val="80"/>
                          <w:sz w:val="24"/>
                          <w:szCs w:val="24"/>
                        </w:rPr>
                        <w:t>Dokumentację</w:t>
                      </w:r>
                      <w:r w:rsidR="005E6980">
                        <w:rPr>
                          <w:rFonts w:ascii="Arial" w:hAnsi="Arial" w:cs="Arial"/>
                          <w:b/>
                          <w:i/>
                          <w:w w:val="80"/>
                          <w:sz w:val="24"/>
                          <w:szCs w:val="24"/>
                        </w:rPr>
                        <w:t xml:space="preserve"> sporządzono w </w:t>
                      </w:r>
                      <w:r w:rsidR="00A11F23">
                        <w:rPr>
                          <w:rFonts w:ascii="Arial" w:hAnsi="Arial" w:cs="Arial"/>
                          <w:b/>
                          <w:i/>
                          <w:w w:val="80"/>
                          <w:sz w:val="24"/>
                          <w:szCs w:val="24"/>
                        </w:rPr>
                        <w:t>28</w:t>
                      </w:r>
                      <w:r w:rsidR="00F01F24">
                        <w:rPr>
                          <w:rFonts w:ascii="Arial" w:hAnsi="Arial" w:cs="Arial"/>
                          <w:b/>
                          <w:i/>
                          <w:w w:val="80"/>
                          <w:sz w:val="24"/>
                          <w:szCs w:val="24"/>
                        </w:rPr>
                        <w:t>-03-2023</w:t>
                      </w:r>
                      <w:r w:rsidRPr="00B47129">
                        <w:rPr>
                          <w:rFonts w:ascii="Arial" w:hAnsi="Arial" w:cs="Arial"/>
                          <w:b/>
                          <w:i/>
                          <w:w w:val="80"/>
                          <w:sz w:val="24"/>
                          <w:szCs w:val="24"/>
                        </w:rPr>
                        <w:t xml:space="preserve"> r</w:t>
                      </w:r>
                    </w:p>
                    <w:p w:rsidR="00BE0A27" w:rsidRDefault="00BE0A27" w:rsidP="004B71AD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w w:val="80"/>
                          <w:sz w:val="24"/>
                          <w:szCs w:val="24"/>
                        </w:rPr>
                      </w:pPr>
                    </w:p>
                    <w:p w:rsidR="00BE0A27" w:rsidRDefault="00BE0A27" w:rsidP="004B71AD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w w:val="80"/>
                          <w:sz w:val="24"/>
                          <w:szCs w:val="24"/>
                        </w:rPr>
                      </w:pPr>
                    </w:p>
                    <w:p w:rsidR="00BE0A27" w:rsidRDefault="00BE0A27" w:rsidP="004B71AD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w w:val="80"/>
                          <w:sz w:val="24"/>
                          <w:szCs w:val="24"/>
                        </w:rPr>
                      </w:pPr>
                    </w:p>
                    <w:p w:rsidR="00BE0A27" w:rsidRPr="00B47129" w:rsidRDefault="00BE0A27" w:rsidP="004B71AD">
                      <w:pPr>
                        <w:jc w:val="center"/>
                        <w:rPr>
                          <w:rFonts w:ascii="Arial Black" w:hAnsi="Arial Black"/>
                          <w:b/>
                          <w:w w:val="80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612B58" w:rsidRPr="00612B58" w:rsidRDefault="00612B58" w:rsidP="000745A4">
      <w:pPr>
        <w:rPr>
          <w:b/>
          <w:sz w:val="22"/>
          <w:szCs w:val="22"/>
        </w:rPr>
      </w:pPr>
    </w:p>
    <w:sectPr w:rsidR="00612B58" w:rsidRPr="00612B58" w:rsidSect="00DA2E37">
      <w:headerReference w:type="default" r:id="rId10"/>
      <w:pgSz w:w="11906" w:h="16838" w:code="9"/>
      <w:pgMar w:top="1135" w:right="1133" w:bottom="851" w:left="1701" w:header="720" w:footer="43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E58" w:rsidRDefault="00C02E58">
      <w:r>
        <w:separator/>
      </w:r>
    </w:p>
  </w:endnote>
  <w:endnote w:type="continuationSeparator" w:id="0">
    <w:p w:rsidR="00C02E58" w:rsidRDefault="00C02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mbraP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E58" w:rsidRDefault="00C02E58">
      <w:r>
        <w:separator/>
      </w:r>
    </w:p>
  </w:footnote>
  <w:footnote w:type="continuationSeparator" w:id="0">
    <w:p w:rsidR="00C02E58" w:rsidRDefault="00C02E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F24" w:rsidRDefault="00F01F24" w:rsidP="00F01F24">
    <w:pPr>
      <w:pStyle w:val="Nagwek"/>
      <w:jc w:val="right"/>
    </w:pPr>
    <w:r>
      <w:rPr>
        <w:noProof/>
      </w:rPr>
      <w:drawing>
        <wp:inline distT="0" distB="0" distL="0" distR="0">
          <wp:extent cx="1206386" cy="1206386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AB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9681" cy="12396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D47" w:rsidRDefault="00581D4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D8C26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6C25F80"/>
    <w:multiLevelType w:val="hybridMultilevel"/>
    <w:tmpl w:val="FE9A26F0"/>
    <w:lvl w:ilvl="0" w:tplc="1E96B4F8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2007A"/>
    <w:multiLevelType w:val="singleLevel"/>
    <w:tmpl w:val="861EC364"/>
    <w:lvl w:ilvl="0">
      <w:start w:val="5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0161E3B"/>
    <w:multiLevelType w:val="hybridMultilevel"/>
    <w:tmpl w:val="A3B4DBD6"/>
    <w:lvl w:ilvl="0" w:tplc="27A68D2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0B5DD2"/>
    <w:multiLevelType w:val="hybridMultilevel"/>
    <w:tmpl w:val="1DFEE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F27F65"/>
    <w:multiLevelType w:val="hybridMultilevel"/>
    <w:tmpl w:val="EF4CC4A0"/>
    <w:lvl w:ilvl="0" w:tplc="D862D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D3031C"/>
    <w:multiLevelType w:val="singleLevel"/>
    <w:tmpl w:val="FD00B3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43A26558"/>
    <w:multiLevelType w:val="hybridMultilevel"/>
    <w:tmpl w:val="BA84E7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D140542"/>
    <w:multiLevelType w:val="hybridMultilevel"/>
    <w:tmpl w:val="BABAE1C8"/>
    <w:lvl w:ilvl="0" w:tplc="FA8C7C3C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EA334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0"/>
  </w:num>
  <w:num w:numId="3">
    <w:abstractNumId w:val="3"/>
  </w:num>
  <w:num w:numId="4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7"/>
  </w:num>
  <w:num w:numId="6">
    <w:abstractNumId w:val="7"/>
    <w:lvlOverride w:ilvl="0">
      <w:lvl w:ilvl="0">
        <w:start w:val="2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9"/>
  </w:num>
  <w:num w:numId="8">
    <w:abstractNumId w:val="4"/>
  </w:num>
  <w:num w:numId="9">
    <w:abstractNumId w:val="6"/>
  </w:num>
  <w:num w:numId="10">
    <w:abstractNumId w:val="2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F48"/>
    <w:rsid w:val="000011A8"/>
    <w:rsid w:val="0000120A"/>
    <w:rsid w:val="000121A6"/>
    <w:rsid w:val="00014E6D"/>
    <w:rsid w:val="00017360"/>
    <w:rsid w:val="00020A05"/>
    <w:rsid w:val="00027F7B"/>
    <w:rsid w:val="00030EA5"/>
    <w:rsid w:val="00030F7F"/>
    <w:rsid w:val="00032C42"/>
    <w:rsid w:val="000352E6"/>
    <w:rsid w:val="00050975"/>
    <w:rsid w:val="00053560"/>
    <w:rsid w:val="00053B8E"/>
    <w:rsid w:val="00054E2B"/>
    <w:rsid w:val="00062298"/>
    <w:rsid w:val="00062C36"/>
    <w:rsid w:val="0006530E"/>
    <w:rsid w:val="00073FF1"/>
    <w:rsid w:val="000745A4"/>
    <w:rsid w:val="00081606"/>
    <w:rsid w:val="0008709B"/>
    <w:rsid w:val="000938BD"/>
    <w:rsid w:val="000A65DE"/>
    <w:rsid w:val="000B2061"/>
    <w:rsid w:val="000B3805"/>
    <w:rsid w:val="000B522C"/>
    <w:rsid w:val="000B6F87"/>
    <w:rsid w:val="000B7F57"/>
    <w:rsid w:val="000C0694"/>
    <w:rsid w:val="000C07B2"/>
    <w:rsid w:val="000C0C07"/>
    <w:rsid w:val="000C29FA"/>
    <w:rsid w:val="000C318A"/>
    <w:rsid w:val="000C38D1"/>
    <w:rsid w:val="000C40D8"/>
    <w:rsid w:val="000D0D41"/>
    <w:rsid w:val="000D4158"/>
    <w:rsid w:val="000E28DF"/>
    <w:rsid w:val="000E4FB5"/>
    <w:rsid w:val="000E4FE8"/>
    <w:rsid w:val="000E6820"/>
    <w:rsid w:val="000E7304"/>
    <w:rsid w:val="000F0D65"/>
    <w:rsid w:val="000F1C3F"/>
    <w:rsid w:val="000F23CB"/>
    <w:rsid w:val="000F518D"/>
    <w:rsid w:val="000F6C54"/>
    <w:rsid w:val="000F6E79"/>
    <w:rsid w:val="00103579"/>
    <w:rsid w:val="00114051"/>
    <w:rsid w:val="00116155"/>
    <w:rsid w:val="001174C9"/>
    <w:rsid w:val="00123A23"/>
    <w:rsid w:val="001254AD"/>
    <w:rsid w:val="0013422F"/>
    <w:rsid w:val="001445B1"/>
    <w:rsid w:val="00147C26"/>
    <w:rsid w:val="001508D1"/>
    <w:rsid w:val="001521CE"/>
    <w:rsid w:val="0015573B"/>
    <w:rsid w:val="00156878"/>
    <w:rsid w:val="00164ADC"/>
    <w:rsid w:val="00171614"/>
    <w:rsid w:val="00171800"/>
    <w:rsid w:val="00175B70"/>
    <w:rsid w:val="001763D7"/>
    <w:rsid w:val="00177381"/>
    <w:rsid w:val="00177F82"/>
    <w:rsid w:val="001853B7"/>
    <w:rsid w:val="00185C9A"/>
    <w:rsid w:val="00187092"/>
    <w:rsid w:val="00190E86"/>
    <w:rsid w:val="00191856"/>
    <w:rsid w:val="0019273F"/>
    <w:rsid w:val="00194A49"/>
    <w:rsid w:val="001A1109"/>
    <w:rsid w:val="001A140C"/>
    <w:rsid w:val="001A224E"/>
    <w:rsid w:val="001A3E42"/>
    <w:rsid w:val="001A4D12"/>
    <w:rsid w:val="001A67A0"/>
    <w:rsid w:val="001A76A0"/>
    <w:rsid w:val="001B0D04"/>
    <w:rsid w:val="001B1EDD"/>
    <w:rsid w:val="001B4EE2"/>
    <w:rsid w:val="001D11BF"/>
    <w:rsid w:val="001D4081"/>
    <w:rsid w:val="001E1AC6"/>
    <w:rsid w:val="001E1C0D"/>
    <w:rsid w:val="001E495A"/>
    <w:rsid w:val="001F073A"/>
    <w:rsid w:val="001F2050"/>
    <w:rsid w:val="001F3366"/>
    <w:rsid w:val="001F5C69"/>
    <w:rsid w:val="001F711B"/>
    <w:rsid w:val="00202260"/>
    <w:rsid w:val="00203FB1"/>
    <w:rsid w:val="0020456A"/>
    <w:rsid w:val="00205C1B"/>
    <w:rsid w:val="002063D8"/>
    <w:rsid w:val="00206923"/>
    <w:rsid w:val="00210F38"/>
    <w:rsid w:val="002114F9"/>
    <w:rsid w:val="00216B8D"/>
    <w:rsid w:val="0022262B"/>
    <w:rsid w:val="00223C3E"/>
    <w:rsid w:val="002306E3"/>
    <w:rsid w:val="00234495"/>
    <w:rsid w:val="002349A7"/>
    <w:rsid w:val="00234C6A"/>
    <w:rsid w:val="00235E40"/>
    <w:rsid w:val="002415B8"/>
    <w:rsid w:val="00241DBF"/>
    <w:rsid w:val="00246180"/>
    <w:rsid w:val="00247376"/>
    <w:rsid w:val="00251F4A"/>
    <w:rsid w:val="00252557"/>
    <w:rsid w:val="002570F9"/>
    <w:rsid w:val="00261105"/>
    <w:rsid w:val="00262D24"/>
    <w:rsid w:val="00262E86"/>
    <w:rsid w:val="00273ECB"/>
    <w:rsid w:val="00276D42"/>
    <w:rsid w:val="002809CA"/>
    <w:rsid w:val="002821B3"/>
    <w:rsid w:val="002855E8"/>
    <w:rsid w:val="00286864"/>
    <w:rsid w:val="00286B76"/>
    <w:rsid w:val="002875B4"/>
    <w:rsid w:val="00291D10"/>
    <w:rsid w:val="002A4C25"/>
    <w:rsid w:val="002A5A19"/>
    <w:rsid w:val="002A5AC0"/>
    <w:rsid w:val="002B22F1"/>
    <w:rsid w:val="002B5CA3"/>
    <w:rsid w:val="002B5DCD"/>
    <w:rsid w:val="002B7848"/>
    <w:rsid w:val="002C5757"/>
    <w:rsid w:val="002C59CD"/>
    <w:rsid w:val="002C7912"/>
    <w:rsid w:val="002D4A6E"/>
    <w:rsid w:val="002D6301"/>
    <w:rsid w:val="002E1C3C"/>
    <w:rsid w:val="002E2D2D"/>
    <w:rsid w:val="002F0F98"/>
    <w:rsid w:val="002F11BD"/>
    <w:rsid w:val="002F65F0"/>
    <w:rsid w:val="00304CE7"/>
    <w:rsid w:val="0030647B"/>
    <w:rsid w:val="00314898"/>
    <w:rsid w:val="003229F2"/>
    <w:rsid w:val="00331E90"/>
    <w:rsid w:val="003364AA"/>
    <w:rsid w:val="0034608F"/>
    <w:rsid w:val="00347876"/>
    <w:rsid w:val="00350462"/>
    <w:rsid w:val="00355258"/>
    <w:rsid w:val="00356E3E"/>
    <w:rsid w:val="00363BDF"/>
    <w:rsid w:val="00370475"/>
    <w:rsid w:val="00370DB8"/>
    <w:rsid w:val="003729BF"/>
    <w:rsid w:val="00372DE8"/>
    <w:rsid w:val="00374C45"/>
    <w:rsid w:val="003843E9"/>
    <w:rsid w:val="003960EE"/>
    <w:rsid w:val="003A1F0D"/>
    <w:rsid w:val="003A26B4"/>
    <w:rsid w:val="003A2C39"/>
    <w:rsid w:val="003B24D4"/>
    <w:rsid w:val="003B4026"/>
    <w:rsid w:val="003B48CF"/>
    <w:rsid w:val="003C0BB4"/>
    <w:rsid w:val="003C17F7"/>
    <w:rsid w:val="003C3A5E"/>
    <w:rsid w:val="003D33F0"/>
    <w:rsid w:val="003E1763"/>
    <w:rsid w:val="003E3930"/>
    <w:rsid w:val="003E4233"/>
    <w:rsid w:val="003E471D"/>
    <w:rsid w:val="003F39F1"/>
    <w:rsid w:val="003F767E"/>
    <w:rsid w:val="00401F5E"/>
    <w:rsid w:val="00402CB1"/>
    <w:rsid w:val="00405F2F"/>
    <w:rsid w:val="00407DEC"/>
    <w:rsid w:val="00410020"/>
    <w:rsid w:val="00413C15"/>
    <w:rsid w:val="004144B3"/>
    <w:rsid w:val="00415698"/>
    <w:rsid w:val="0041689F"/>
    <w:rsid w:val="00424BAF"/>
    <w:rsid w:val="004321A2"/>
    <w:rsid w:val="00436AB0"/>
    <w:rsid w:val="00440123"/>
    <w:rsid w:val="0044147D"/>
    <w:rsid w:val="00443CBA"/>
    <w:rsid w:val="00451123"/>
    <w:rsid w:val="00457915"/>
    <w:rsid w:val="00457C02"/>
    <w:rsid w:val="00464FD1"/>
    <w:rsid w:val="00465209"/>
    <w:rsid w:val="0046556C"/>
    <w:rsid w:val="00466920"/>
    <w:rsid w:val="004733B5"/>
    <w:rsid w:val="004825A6"/>
    <w:rsid w:val="00482701"/>
    <w:rsid w:val="00484BCC"/>
    <w:rsid w:val="00485519"/>
    <w:rsid w:val="00490159"/>
    <w:rsid w:val="00491048"/>
    <w:rsid w:val="004A4DB8"/>
    <w:rsid w:val="004A5DAD"/>
    <w:rsid w:val="004B1C05"/>
    <w:rsid w:val="004B71AD"/>
    <w:rsid w:val="004B727F"/>
    <w:rsid w:val="004C098B"/>
    <w:rsid w:val="004C67D0"/>
    <w:rsid w:val="004C7E9A"/>
    <w:rsid w:val="004D0593"/>
    <w:rsid w:val="004D40CF"/>
    <w:rsid w:val="004D5703"/>
    <w:rsid w:val="004D6E4A"/>
    <w:rsid w:val="004D72E5"/>
    <w:rsid w:val="004E658A"/>
    <w:rsid w:val="004F3EE5"/>
    <w:rsid w:val="004F42EC"/>
    <w:rsid w:val="005011DF"/>
    <w:rsid w:val="005019EB"/>
    <w:rsid w:val="00507C83"/>
    <w:rsid w:val="00513338"/>
    <w:rsid w:val="005168E9"/>
    <w:rsid w:val="005232FF"/>
    <w:rsid w:val="00524015"/>
    <w:rsid w:val="00525734"/>
    <w:rsid w:val="0052685C"/>
    <w:rsid w:val="0054111F"/>
    <w:rsid w:val="005442AB"/>
    <w:rsid w:val="00545ADE"/>
    <w:rsid w:val="00550F36"/>
    <w:rsid w:val="005544CA"/>
    <w:rsid w:val="00554C48"/>
    <w:rsid w:val="0056249D"/>
    <w:rsid w:val="005648E9"/>
    <w:rsid w:val="00565F08"/>
    <w:rsid w:val="00576B06"/>
    <w:rsid w:val="00581D47"/>
    <w:rsid w:val="0058649B"/>
    <w:rsid w:val="00590363"/>
    <w:rsid w:val="00590C50"/>
    <w:rsid w:val="005A167F"/>
    <w:rsid w:val="005A5F48"/>
    <w:rsid w:val="005B5B9C"/>
    <w:rsid w:val="005B790C"/>
    <w:rsid w:val="005C0C32"/>
    <w:rsid w:val="005C64B9"/>
    <w:rsid w:val="005D0D59"/>
    <w:rsid w:val="005D173B"/>
    <w:rsid w:val="005D2916"/>
    <w:rsid w:val="005D3AB2"/>
    <w:rsid w:val="005E5A37"/>
    <w:rsid w:val="005E6980"/>
    <w:rsid w:val="005E7AAA"/>
    <w:rsid w:val="005F283E"/>
    <w:rsid w:val="00600134"/>
    <w:rsid w:val="00601135"/>
    <w:rsid w:val="00602B44"/>
    <w:rsid w:val="00605E07"/>
    <w:rsid w:val="00612659"/>
    <w:rsid w:val="00612B58"/>
    <w:rsid w:val="00617A30"/>
    <w:rsid w:val="00650EE1"/>
    <w:rsid w:val="00653B2A"/>
    <w:rsid w:val="00660E66"/>
    <w:rsid w:val="00661027"/>
    <w:rsid w:val="006623AB"/>
    <w:rsid w:val="006646F2"/>
    <w:rsid w:val="00670508"/>
    <w:rsid w:val="00671D55"/>
    <w:rsid w:val="006771BA"/>
    <w:rsid w:val="00677A11"/>
    <w:rsid w:val="00681F72"/>
    <w:rsid w:val="00683B93"/>
    <w:rsid w:val="00690B06"/>
    <w:rsid w:val="006A0AF6"/>
    <w:rsid w:val="006A301B"/>
    <w:rsid w:val="006A375F"/>
    <w:rsid w:val="006A4E12"/>
    <w:rsid w:val="006A6B0B"/>
    <w:rsid w:val="006A745A"/>
    <w:rsid w:val="006A7CB1"/>
    <w:rsid w:val="006B56EB"/>
    <w:rsid w:val="006B5822"/>
    <w:rsid w:val="006B5A5B"/>
    <w:rsid w:val="006B60FA"/>
    <w:rsid w:val="006C0743"/>
    <w:rsid w:val="006D0E11"/>
    <w:rsid w:val="006E2D22"/>
    <w:rsid w:val="006F5466"/>
    <w:rsid w:val="00701572"/>
    <w:rsid w:val="00703B16"/>
    <w:rsid w:val="00707026"/>
    <w:rsid w:val="0071138B"/>
    <w:rsid w:val="007162F0"/>
    <w:rsid w:val="0072308E"/>
    <w:rsid w:val="00723135"/>
    <w:rsid w:val="00723B5B"/>
    <w:rsid w:val="0073096F"/>
    <w:rsid w:val="00733846"/>
    <w:rsid w:val="00740E4F"/>
    <w:rsid w:val="00742427"/>
    <w:rsid w:val="00745B42"/>
    <w:rsid w:val="00756DCA"/>
    <w:rsid w:val="007612FD"/>
    <w:rsid w:val="0076215E"/>
    <w:rsid w:val="00771B7D"/>
    <w:rsid w:val="00773482"/>
    <w:rsid w:val="007737F7"/>
    <w:rsid w:val="00774DEE"/>
    <w:rsid w:val="00776C5C"/>
    <w:rsid w:val="0078604F"/>
    <w:rsid w:val="00786E16"/>
    <w:rsid w:val="0079016D"/>
    <w:rsid w:val="0079713F"/>
    <w:rsid w:val="007A1A1E"/>
    <w:rsid w:val="007A1DA9"/>
    <w:rsid w:val="007A2C88"/>
    <w:rsid w:val="007B1A64"/>
    <w:rsid w:val="007B5C35"/>
    <w:rsid w:val="007C1CB4"/>
    <w:rsid w:val="007C313E"/>
    <w:rsid w:val="007C5E77"/>
    <w:rsid w:val="007C6380"/>
    <w:rsid w:val="007D07A2"/>
    <w:rsid w:val="007D2783"/>
    <w:rsid w:val="007E5C2A"/>
    <w:rsid w:val="007F02B8"/>
    <w:rsid w:val="007F7563"/>
    <w:rsid w:val="007F77BA"/>
    <w:rsid w:val="008029C5"/>
    <w:rsid w:val="0080389D"/>
    <w:rsid w:val="008072AA"/>
    <w:rsid w:val="00813291"/>
    <w:rsid w:val="00814147"/>
    <w:rsid w:val="008167F9"/>
    <w:rsid w:val="00821CB0"/>
    <w:rsid w:val="00834EA1"/>
    <w:rsid w:val="008353C4"/>
    <w:rsid w:val="00845FF1"/>
    <w:rsid w:val="00850159"/>
    <w:rsid w:val="008507AC"/>
    <w:rsid w:val="00852A71"/>
    <w:rsid w:val="00853BA6"/>
    <w:rsid w:val="0085668E"/>
    <w:rsid w:val="00857666"/>
    <w:rsid w:val="00870459"/>
    <w:rsid w:val="008720F7"/>
    <w:rsid w:val="00874E31"/>
    <w:rsid w:val="00877B21"/>
    <w:rsid w:val="00881F4F"/>
    <w:rsid w:val="00884CAF"/>
    <w:rsid w:val="008927D4"/>
    <w:rsid w:val="00893544"/>
    <w:rsid w:val="008A6DF1"/>
    <w:rsid w:val="008B0808"/>
    <w:rsid w:val="008B467D"/>
    <w:rsid w:val="008B56C5"/>
    <w:rsid w:val="008B76D3"/>
    <w:rsid w:val="008C013E"/>
    <w:rsid w:val="008C11CA"/>
    <w:rsid w:val="008D051B"/>
    <w:rsid w:val="008D2DC5"/>
    <w:rsid w:val="008D3959"/>
    <w:rsid w:val="008D49D6"/>
    <w:rsid w:val="008D5BD8"/>
    <w:rsid w:val="008E0C96"/>
    <w:rsid w:val="008E0D5E"/>
    <w:rsid w:val="008F15AD"/>
    <w:rsid w:val="008F2D73"/>
    <w:rsid w:val="009031FB"/>
    <w:rsid w:val="009067B1"/>
    <w:rsid w:val="009072DF"/>
    <w:rsid w:val="0090780D"/>
    <w:rsid w:val="009158A5"/>
    <w:rsid w:val="0092006D"/>
    <w:rsid w:val="00922215"/>
    <w:rsid w:val="00922907"/>
    <w:rsid w:val="00925BC9"/>
    <w:rsid w:val="00926A46"/>
    <w:rsid w:val="00926D4E"/>
    <w:rsid w:val="00932F5B"/>
    <w:rsid w:val="00933AF5"/>
    <w:rsid w:val="009359D0"/>
    <w:rsid w:val="00941360"/>
    <w:rsid w:val="0094155D"/>
    <w:rsid w:val="00952979"/>
    <w:rsid w:val="00953142"/>
    <w:rsid w:val="00954430"/>
    <w:rsid w:val="00960E48"/>
    <w:rsid w:val="009658DA"/>
    <w:rsid w:val="00966C71"/>
    <w:rsid w:val="0096788A"/>
    <w:rsid w:val="00970486"/>
    <w:rsid w:val="0097293F"/>
    <w:rsid w:val="00973CA1"/>
    <w:rsid w:val="00975D9F"/>
    <w:rsid w:val="00976CF2"/>
    <w:rsid w:val="00983607"/>
    <w:rsid w:val="009875FF"/>
    <w:rsid w:val="00990D14"/>
    <w:rsid w:val="009912F7"/>
    <w:rsid w:val="00994A02"/>
    <w:rsid w:val="00995E8D"/>
    <w:rsid w:val="009A0CD5"/>
    <w:rsid w:val="009A39A0"/>
    <w:rsid w:val="009A7267"/>
    <w:rsid w:val="009A7EE6"/>
    <w:rsid w:val="009B0D50"/>
    <w:rsid w:val="009B22AB"/>
    <w:rsid w:val="009B25CC"/>
    <w:rsid w:val="009B7B96"/>
    <w:rsid w:val="009C45A7"/>
    <w:rsid w:val="009C4C9B"/>
    <w:rsid w:val="009C77F4"/>
    <w:rsid w:val="009C7DFD"/>
    <w:rsid w:val="009D0D2E"/>
    <w:rsid w:val="009D30D3"/>
    <w:rsid w:val="009E137D"/>
    <w:rsid w:val="009E1AC7"/>
    <w:rsid w:val="009E5B2A"/>
    <w:rsid w:val="009E67A3"/>
    <w:rsid w:val="009F2D4F"/>
    <w:rsid w:val="009F35B0"/>
    <w:rsid w:val="009F4676"/>
    <w:rsid w:val="009F6184"/>
    <w:rsid w:val="009F7CD1"/>
    <w:rsid w:val="00A027CB"/>
    <w:rsid w:val="00A05A42"/>
    <w:rsid w:val="00A07299"/>
    <w:rsid w:val="00A104F8"/>
    <w:rsid w:val="00A110E1"/>
    <w:rsid w:val="00A11F23"/>
    <w:rsid w:val="00A14557"/>
    <w:rsid w:val="00A17B84"/>
    <w:rsid w:val="00A3495A"/>
    <w:rsid w:val="00A42CC8"/>
    <w:rsid w:val="00A4476A"/>
    <w:rsid w:val="00A457F1"/>
    <w:rsid w:val="00A51FEB"/>
    <w:rsid w:val="00A66CA3"/>
    <w:rsid w:val="00A70DAA"/>
    <w:rsid w:val="00A74754"/>
    <w:rsid w:val="00A75E27"/>
    <w:rsid w:val="00A8110A"/>
    <w:rsid w:val="00A85CB0"/>
    <w:rsid w:val="00A9052B"/>
    <w:rsid w:val="00A977C0"/>
    <w:rsid w:val="00AA1954"/>
    <w:rsid w:val="00AA1DE9"/>
    <w:rsid w:val="00AA2426"/>
    <w:rsid w:val="00AA290C"/>
    <w:rsid w:val="00AA2E22"/>
    <w:rsid w:val="00AA47EA"/>
    <w:rsid w:val="00AB09E7"/>
    <w:rsid w:val="00AB23C3"/>
    <w:rsid w:val="00AB3DD6"/>
    <w:rsid w:val="00AB3EAE"/>
    <w:rsid w:val="00AB75A6"/>
    <w:rsid w:val="00AB7E93"/>
    <w:rsid w:val="00AC2C8E"/>
    <w:rsid w:val="00AC554C"/>
    <w:rsid w:val="00AC5797"/>
    <w:rsid w:val="00AC65EF"/>
    <w:rsid w:val="00AD4B46"/>
    <w:rsid w:val="00AD7E40"/>
    <w:rsid w:val="00AF1B49"/>
    <w:rsid w:val="00AF39E2"/>
    <w:rsid w:val="00AF6BBD"/>
    <w:rsid w:val="00B03555"/>
    <w:rsid w:val="00B03AB4"/>
    <w:rsid w:val="00B05A1A"/>
    <w:rsid w:val="00B13EEC"/>
    <w:rsid w:val="00B14F30"/>
    <w:rsid w:val="00B15B6C"/>
    <w:rsid w:val="00B166D2"/>
    <w:rsid w:val="00B170E4"/>
    <w:rsid w:val="00B20F7D"/>
    <w:rsid w:val="00B250FD"/>
    <w:rsid w:val="00B25CF4"/>
    <w:rsid w:val="00B30A3C"/>
    <w:rsid w:val="00B418A8"/>
    <w:rsid w:val="00B43B83"/>
    <w:rsid w:val="00B4555F"/>
    <w:rsid w:val="00B46088"/>
    <w:rsid w:val="00B47B48"/>
    <w:rsid w:val="00B53C06"/>
    <w:rsid w:val="00B56F9A"/>
    <w:rsid w:val="00B605DD"/>
    <w:rsid w:val="00B608BD"/>
    <w:rsid w:val="00B63211"/>
    <w:rsid w:val="00B70E34"/>
    <w:rsid w:val="00B74311"/>
    <w:rsid w:val="00B743E9"/>
    <w:rsid w:val="00B75952"/>
    <w:rsid w:val="00B77448"/>
    <w:rsid w:val="00B80E17"/>
    <w:rsid w:val="00B80F02"/>
    <w:rsid w:val="00B83110"/>
    <w:rsid w:val="00B862A2"/>
    <w:rsid w:val="00B9004E"/>
    <w:rsid w:val="00B92FD0"/>
    <w:rsid w:val="00B930B9"/>
    <w:rsid w:val="00B9620B"/>
    <w:rsid w:val="00B964EF"/>
    <w:rsid w:val="00B978A0"/>
    <w:rsid w:val="00BA29FA"/>
    <w:rsid w:val="00BA4ECD"/>
    <w:rsid w:val="00BB3F28"/>
    <w:rsid w:val="00BB7252"/>
    <w:rsid w:val="00BC0F4E"/>
    <w:rsid w:val="00BC415A"/>
    <w:rsid w:val="00BC557A"/>
    <w:rsid w:val="00BD6B42"/>
    <w:rsid w:val="00BD7046"/>
    <w:rsid w:val="00BE0A27"/>
    <w:rsid w:val="00BE49A0"/>
    <w:rsid w:val="00BE7747"/>
    <w:rsid w:val="00BF4A98"/>
    <w:rsid w:val="00C01C00"/>
    <w:rsid w:val="00C020D4"/>
    <w:rsid w:val="00C02E58"/>
    <w:rsid w:val="00C03A7C"/>
    <w:rsid w:val="00C044EC"/>
    <w:rsid w:val="00C11FD6"/>
    <w:rsid w:val="00C14659"/>
    <w:rsid w:val="00C16F35"/>
    <w:rsid w:val="00C16F44"/>
    <w:rsid w:val="00C2505D"/>
    <w:rsid w:val="00C31F0C"/>
    <w:rsid w:val="00C33C84"/>
    <w:rsid w:val="00C40515"/>
    <w:rsid w:val="00C41CB8"/>
    <w:rsid w:val="00C56C3B"/>
    <w:rsid w:val="00C60FB4"/>
    <w:rsid w:val="00C6192C"/>
    <w:rsid w:val="00C62D48"/>
    <w:rsid w:val="00C72EE7"/>
    <w:rsid w:val="00C7314B"/>
    <w:rsid w:val="00C75A18"/>
    <w:rsid w:val="00C761B2"/>
    <w:rsid w:val="00C76A1C"/>
    <w:rsid w:val="00C77EC5"/>
    <w:rsid w:val="00C81E0D"/>
    <w:rsid w:val="00C843E0"/>
    <w:rsid w:val="00C8508E"/>
    <w:rsid w:val="00C85AE1"/>
    <w:rsid w:val="00C85C00"/>
    <w:rsid w:val="00C87C24"/>
    <w:rsid w:val="00C90FE6"/>
    <w:rsid w:val="00CA3E17"/>
    <w:rsid w:val="00CB1F72"/>
    <w:rsid w:val="00CB4291"/>
    <w:rsid w:val="00CB4C04"/>
    <w:rsid w:val="00CC039A"/>
    <w:rsid w:val="00CE2066"/>
    <w:rsid w:val="00CE7B3B"/>
    <w:rsid w:val="00CF1542"/>
    <w:rsid w:val="00CF1D69"/>
    <w:rsid w:val="00D0297E"/>
    <w:rsid w:val="00D02DA3"/>
    <w:rsid w:val="00D04F64"/>
    <w:rsid w:val="00D05DB7"/>
    <w:rsid w:val="00D066CF"/>
    <w:rsid w:val="00D1500D"/>
    <w:rsid w:val="00D16F43"/>
    <w:rsid w:val="00D22426"/>
    <w:rsid w:val="00D26658"/>
    <w:rsid w:val="00D3541E"/>
    <w:rsid w:val="00D37DA5"/>
    <w:rsid w:val="00D4392E"/>
    <w:rsid w:val="00D440C7"/>
    <w:rsid w:val="00D4452D"/>
    <w:rsid w:val="00D579B9"/>
    <w:rsid w:val="00D606EB"/>
    <w:rsid w:val="00D61635"/>
    <w:rsid w:val="00D62242"/>
    <w:rsid w:val="00D63396"/>
    <w:rsid w:val="00D6655A"/>
    <w:rsid w:val="00D67A0F"/>
    <w:rsid w:val="00D75476"/>
    <w:rsid w:val="00D85560"/>
    <w:rsid w:val="00D86213"/>
    <w:rsid w:val="00D91072"/>
    <w:rsid w:val="00D9479E"/>
    <w:rsid w:val="00D954DB"/>
    <w:rsid w:val="00D9718B"/>
    <w:rsid w:val="00DA2E37"/>
    <w:rsid w:val="00DA3CA7"/>
    <w:rsid w:val="00DA6FA5"/>
    <w:rsid w:val="00DB2B64"/>
    <w:rsid w:val="00DB5E15"/>
    <w:rsid w:val="00DC1201"/>
    <w:rsid w:val="00DC31A9"/>
    <w:rsid w:val="00DC5751"/>
    <w:rsid w:val="00DD322B"/>
    <w:rsid w:val="00DD41ED"/>
    <w:rsid w:val="00DE2E8C"/>
    <w:rsid w:val="00DE4008"/>
    <w:rsid w:val="00DF0694"/>
    <w:rsid w:val="00E06F22"/>
    <w:rsid w:val="00E15048"/>
    <w:rsid w:val="00E16A5A"/>
    <w:rsid w:val="00E20B2A"/>
    <w:rsid w:val="00E35762"/>
    <w:rsid w:val="00E3613F"/>
    <w:rsid w:val="00E364F9"/>
    <w:rsid w:val="00E43CE2"/>
    <w:rsid w:val="00E445C7"/>
    <w:rsid w:val="00E47BAD"/>
    <w:rsid w:val="00E5296F"/>
    <w:rsid w:val="00E57157"/>
    <w:rsid w:val="00E618B1"/>
    <w:rsid w:val="00E61DD7"/>
    <w:rsid w:val="00E71DA9"/>
    <w:rsid w:val="00E82609"/>
    <w:rsid w:val="00E860B7"/>
    <w:rsid w:val="00E90E5F"/>
    <w:rsid w:val="00E92A77"/>
    <w:rsid w:val="00EA03E9"/>
    <w:rsid w:val="00EA065E"/>
    <w:rsid w:val="00EA14C3"/>
    <w:rsid w:val="00EA2CC4"/>
    <w:rsid w:val="00EA6E04"/>
    <w:rsid w:val="00EA6FCA"/>
    <w:rsid w:val="00EB4705"/>
    <w:rsid w:val="00ED14CA"/>
    <w:rsid w:val="00ED3A70"/>
    <w:rsid w:val="00ED55BE"/>
    <w:rsid w:val="00ED69EC"/>
    <w:rsid w:val="00ED7DBB"/>
    <w:rsid w:val="00EE58B5"/>
    <w:rsid w:val="00EF74B6"/>
    <w:rsid w:val="00F00E15"/>
    <w:rsid w:val="00F01F24"/>
    <w:rsid w:val="00F022BB"/>
    <w:rsid w:val="00F04561"/>
    <w:rsid w:val="00F1042A"/>
    <w:rsid w:val="00F12884"/>
    <w:rsid w:val="00F144F2"/>
    <w:rsid w:val="00F20B31"/>
    <w:rsid w:val="00F30442"/>
    <w:rsid w:val="00F304E3"/>
    <w:rsid w:val="00F32E10"/>
    <w:rsid w:val="00F33A88"/>
    <w:rsid w:val="00F43F0B"/>
    <w:rsid w:val="00F5027B"/>
    <w:rsid w:val="00F50A0C"/>
    <w:rsid w:val="00F5562E"/>
    <w:rsid w:val="00F62C7D"/>
    <w:rsid w:val="00F6527D"/>
    <w:rsid w:val="00F6713E"/>
    <w:rsid w:val="00F70607"/>
    <w:rsid w:val="00F76918"/>
    <w:rsid w:val="00F87D8E"/>
    <w:rsid w:val="00FA00AD"/>
    <w:rsid w:val="00FA2409"/>
    <w:rsid w:val="00FA5D0B"/>
    <w:rsid w:val="00FA5DDB"/>
    <w:rsid w:val="00FA6B8B"/>
    <w:rsid w:val="00FB207B"/>
    <w:rsid w:val="00FB30F0"/>
    <w:rsid w:val="00FC3292"/>
    <w:rsid w:val="00FC3A2A"/>
    <w:rsid w:val="00FC5B01"/>
    <w:rsid w:val="00FC7B43"/>
    <w:rsid w:val="00FE0C23"/>
    <w:rsid w:val="00FE4880"/>
    <w:rsid w:val="00FE5559"/>
    <w:rsid w:val="00FE5E0C"/>
    <w:rsid w:val="00FE6B8B"/>
    <w:rsid w:val="00FF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4126A44-8C49-4857-A2BF-BD8D9900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6820"/>
  </w:style>
  <w:style w:type="paragraph" w:styleId="Nagwek1">
    <w:name w:val="heading 1"/>
    <w:basedOn w:val="Normalny"/>
    <w:next w:val="Normalny"/>
    <w:link w:val="Nagwek1Znak"/>
    <w:qFormat/>
    <w:rsid w:val="000E6820"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0E6820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0E6820"/>
    <w:pPr>
      <w:keepNext/>
      <w:jc w:val="center"/>
      <w:outlineLvl w:val="2"/>
    </w:pPr>
    <w:rPr>
      <w:rFonts w:ascii="Arial Narrow" w:hAnsi="Arial Narrow"/>
      <w:b/>
      <w:i/>
      <w:sz w:val="24"/>
    </w:rPr>
  </w:style>
  <w:style w:type="paragraph" w:styleId="Nagwek4">
    <w:name w:val="heading 4"/>
    <w:basedOn w:val="Normalny"/>
    <w:next w:val="Normalny"/>
    <w:qFormat/>
    <w:rsid w:val="000E6820"/>
    <w:pPr>
      <w:keepNext/>
      <w:jc w:val="center"/>
      <w:outlineLvl w:val="3"/>
    </w:pPr>
    <w:rPr>
      <w:rFonts w:ascii="Arial Narrow" w:hAnsi="Arial Narrow"/>
      <w:b/>
      <w:i/>
      <w:sz w:val="28"/>
    </w:rPr>
  </w:style>
  <w:style w:type="paragraph" w:styleId="Nagwek7">
    <w:name w:val="heading 7"/>
    <w:basedOn w:val="Normalny"/>
    <w:next w:val="Normalny"/>
    <w:qFormat/>
    <w:rsid w:val="004A4DB8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0E6820"/>
    <w:pPr>
      <w:keepNext/>
      <w:outlineLvl w:val="7"/>
    </w:pPr>
    <w:rPr>
      <w:rFonts w:ascii="Tahoma" w:hAnsi="Tahom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punktowana">
    <w:name w:val="List Bullet"/>
    <w:basedOn w:val="Normalny"/>
    <w:autoRedefine/>
    <w:rsid w:val="000E6820"/>
    <w:pPr>
      <w:spacing w:after="120"/>
    </w:pPr>
    <w:rPr>
      <w:rFonts w:ascii="Arial Narrow" w:hAnsi="Arial Narrow"/>
      <w:i/>
      <w:sz w:val="22"/>
    </w:rPr>
  </w:style>
  <w:style w:type="paragraph" w:styleId="Tekstpodstawowywcity">
    <w:name w:val="Body Text Indent"/>
    <w:basedOn w:val="Normalny"/>
    <w:rsid w:val="000E6820"/>
    <w:pPr>
      <w:ind w:left="284"/>
    </w:pPr>
    <w:rPr>
      <w:rFonts w:ascii="UmbraPl" w:hAnsi="UmbraPl"/>
      <w:sz w:val="16"/>
    </w:rPr>
  </w:style>
  <w:style w:type="paragraph" w:styleId="Tekstpodstawowy">
    <w:name w:val="Body Text"/>
    <w:basedOn w:val="Normalny"/>
    <w:rsid w:val="000E6820"/>
    <w:rPr>
      <w:b/>
      <w:sz w:val="24"/>
    </w:rPr>
  </w:style>
  <w:style w:type="paragraph" w:styleId="Tekstpodstawowy2">
    <w:name w:val="Body Text 2"/>
    <w:basedOn w:val="Normalny"/>
    <w:rsid w:val="000E6820"/>
    <w:rPr>
      <w:sz w:val="22"/>
    </w:rPr>
  </w:style>
  <w:style w:type="character" w:styleId="Hipercze">
    <w:name w:val="Hyperlink"/>
    <w:basedOn w:val="Domylnaczcionkaakapitu"/>
    <w:rsid w:val="000E6820"/>
    <w:rPr>
      <w:color w:val="0000FF"/>
      <w:u w:val="single"/>
    </w:rPr>
  </w:style>
  <w:style w:type="character" w:styleId="UyteHipercze">
    <w:name w:val="FollowedHyperlink"/>
    <w:basedOn w:val="Domylnaczcionkaakapitu"/>
    <w:rsid w:val="000E6820"/>
    <w:rPr>
      <w:color w:val="800080"/>
      <w:u w:val="single"/>
    </w:rPr>
  </w:style>
  <w:style w:type="paragraph" w:styleId="Tekstpodstawowy3">
    <w:name w:val="Body Text 3"/>
    <w:basedOn w:val="Normalny"/>
    <w:rsid w:val="000E6820"/>
    <w:rPr>
      <w:sz w:val="24"/>
    </w:rPr>
  </w:style>
  <w:style w:type="paragraph" w:styleId="Tekstpodstawowywcity2">
    <w:name w:val="Body Text Indent 2"/>
    <w:basedOn w:val="Normalny"/>
    <w:rsid w:val="000E6820"/>
    <w:pPr>
      <w:ind w:firstLine="709"/>
    </w:pPr>
    <w:rPr>
      <w:sz w:val="24"/>
    </w:rPr>
  </w:style>
  <w:style w:type="paragraph" w:styleId="Nagwek">
    <w:name w:val="header"/>
    <w:basedOn w:val="Normalny"/>
    <w:rsid w:val="000E682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E6820"/>
    <w:pPr>
      <w:tabs>
        <w:tab w:val="center" w:pos="4536"/>
        <w:tab w:val="right" w:pos="9072"/>
      </w:tabs>
    </w:pPr>
  </w:style>
  <w:style w:type="character" w:styleId="Pogrubienie">
    <w:name w:val="Strong"/>
    <w:basedOn w:val="Domylnaczcionkaakapitu"/>
    <w:qFormat/>
    <w:rsid w:val="000E6820"/>
    <w:rPr>
      <w:b/>
    </w:rPr>
  </w:style>
  <w:style w:type="paragraph" w:styleId="Tekstprzypisudolnego">
    <w:name w:val="footnote text"/>
    <w:basedOn w:val="Normalny"/>
    <w:semiHidden/>
    <w:rsid w:val="000E6820"/>
    <w:pPr>
      <w:widowControl w:val="0"/>
    </w:pPr>
  </w:style>
  <w:style w:type="paragraph" w:customStyle="1" w:styleId="ArielCE">
    <w:name w:val="Ariel CE"/>
    <w:basedOn w:val="Tekstpodstawowy"/>
    <w:rsid w:val="000E6820"/>
    <w:pPr>
      <w:spacing w:after="120"/>
    </w:pPr>
    <w:rPr>
      <w:rFonts w:ascii="Arial" w:hAnsi="Arial"/>
      <w:b w:val="0"/>
      <w:kern w:val="16"/>
    </w:rPr>
  </w:style>
  <w:style w:type="table" w:styleId="Tabela-Siatka5">
    <w:name w:val="Table Grid 5"/>
    <w:basedOn w:val="Standardowy"/>
    <w:rsid w:val="001D11B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NormalnyWeb">
    <w:name w:val="Normal (Web)"/>
    <w:basedOn w:val="Normalny"/>
    <w:rsid w:val="00D3541E"/>
    <w:rPr>
      <w:color w:val="000000"/>
      <w:sz w:val="24"/>
      <w:szCs w:val="24"/>
    </w:rPr>
  </w:style>
  <w:style w:type="paragraph" w:styleId="Tekstdymka">
    <w:name w:val="Balloon Text"/>
    <w:basedOn w:val="Normalny"/>
    <w:semiHidden/>
    <w:rsid w:val="00834EA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8D05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60E66"/>
    <w:pPr>
      <w:ind w:left="720"/>
      <w:contextualSpacing/>
    </w:pPr>
  </w:style>
  <w:style w:type="paragraph" w:styleId="Tytu">
    <w:name w:val="Title"/>
    <w:basedOn w:val="Normalny"/>
    <w:link w:val="TytuZnak"/>
    <w:qFormat/>
    <w:rsid w:val="00A85CB0"/>
    <w:pPr>
      <w:jc w:val="center"/>
    </w:pPr>
    <w:rPr>
      <w:b/>
      <w:i/>
      <w:sz w:val="48"/>
    </w:rPr>
  </w:style>
  <w:style w:type="character" w:customStyle="1" w:styleId="TytuZnak">
    <w:name w:val="Tytuł Znak"/>
    <w:basedOn w:val="Domylnaczcionkaakapitu"/>
    <w:link w:val="Tytu"/>
    <w:rsid w:val="00A85CB0"/>
    <w:rPr>
      <w:b/>
      <w:i/>
      <w:sz w:val="48"/>
    </w:rPr>
  </w:style>
  <w:style w:type="character" w:customStyle="1" w:styleId="StopkaZnak">
    <w:name w:val="Stopka Znak"/>
    <w:basedOn w:val="Domylnaczcionkaakapitu"/>
    <w:link w:val="Stopka"/>
    <w:uiPriority w:val="99"/>
    <w:rsid w:val="00A85CB0"/>
  </w:style>
  <w:style w:type="character" w:customStyle="1" w:styleId="Nagwek1Znak">
    <w:name w:val="Nagłówek 1 Znak"/>
    <w:basedOn w:val="Domylnaczcionkaakapitu"/>
    <w:link w:val="Nagwek1"/>
    <w:rsid w:val="008C013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8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LWIBOR\UM%20Boles&#322;awiec\Le&#347;na\Strona%20tytu&#322;owa%20projektu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47B37-3FD8-4DE8-BC51-035A737A2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Strona tytułowa projektu.dotx</Template>
  <TotalTime>1071</TotalTime>
  <Pages>2</Pages>
  <Words>88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BIPROGEO PROJEKT Sp</vt:lpstr>
    </vt:vector>
  </TitlesOfParts>
  <Company>BIPROGEO-PROJEKT Sp. z o.o.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BIPROGEO PROJEKT Sp</dc:title>
  <dc:creator>User</dc:creator>
  <cp:lastModifiedBy>Maciej Borowski</cp:lastModifiedBy>
  <cp:revision>23</cp:revision>
  <cp:lastPrinted>2022-05-31T09:22:00Z</cp:lastPrinted>
  <dcterms:created xsi:type="dcterms:W3CDTF">2022-02-15T11:53:00Z</dcterms:created>
  <dcterms:modified xsi:type="dcterms:W3CDTF">2023-04-17T14:24:00Z</dcterms:modified>
</cp:coreProperties>
</file>